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6578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0878B02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6F3C25" wp14:editId="75635013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B95234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5593A055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F3C25" id="Retângulo 2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79B95234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5593A055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AEC8592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ECD1492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3C9AF969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05EF8DA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5B1A23A" w14:textId="77777777" w:rsidR="00422F88" w:rsidRDefault="00422F88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bookmarkStart w:id="0" w:name="_Hlk147926803"/>
      <w:r w:rsidRPr="00422F88">
        <w:rPr>
          <w:rFonts w:ascii="Verdana Pro Light" w:hAnsi="Verdana Pro Light"/>
          <w:b/>
          <w:color w:val="000000" w:themeColor="text1"/>
          <w:sz w:val="32"/>
          <w:szCs w:val="24"/>
        </w:rPr>
        <w:t xml:space="preserve">Assistente de Arqueólogo/a </w:t>
      </w:r>
    </w:p>
    <w:bookmarkEnd w:id="0"/>
    <w:p w14:paraId="4B041F31" w14:textId="46A0E658" w:rsidR="00863E5E" w:rsidRPr="006B26A4" w:rsidRDefault="00863E5E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6B26A4">
        <w:rPr>
          <w:rFonts w:ascii="Verdana Pro Light" w:hAnsi="Verdana Pro Light"/>
          <w:color w:val="000000" w:themeColor="text1"/>
          <w:sz w:val="20"/>
          <w:szCs w:val="24"/>
        </w:rPr>
        <w:t>(designação da qualificação)</w:t>
      </w:r>
    </w:p>
    <w:p w14:paraId="782D8186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7E03D3D2" wp14:editId="73E22748">
                <wp:extent cx="7917180" cy="68400"/>
                <wp:effectExtent l="0" t="0" r="7620" b="8255"/>
                <wp:docPr id="11" name="Retâ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F44030" w14:textId="77777777" w:rsidR="00FF4F58" w:rsidRPr="00EF41D5" w:rsidRDefault="00FF4F58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2E4F4D60" w14:textId="77777777" w:rsidR="00FF4F58" w:rsidRPr="00EF41D5" w:rsidRDefault="00FF4F58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03D3D2" id="Retângulo 11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4DF44030" w14:textId="77777777" w:rsidR="00FF4F58" w:rsidRPr="00EF41D5" w:rsidRDefault="00FF4F58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2E4F4D60" w14:textId="77777777" w:rsidR="00FF4F58" w:rsidRPr="00EF41D5" w:rsidRDefault="00FF4F58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4CEF303" w14:textId="12EAEA46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422F88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225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 xml:space="preserve"> –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="00422F88" w:rsidRPr="00422F88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Assistente de Arqueólogo/a </w:t>
      </w: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: 000000</w:t>
      </w:r>
    </w:p>
    <w:p w14:paraId="124D5AFD" w14:textId="77777777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smallCaps/>
          <w:color w:val="000000" w:themeColor="text1"/>
          <w:sz w:val="32"/>
          <w:szCs w:val="28"/>
        </w:rPr>
        <w:t>□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3CA8456C" w14:textId="77777777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</w:p>
    <w:p w14:paraId="1E7C0BD7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17DEF526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5F6F7590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51FE0F72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1AA3651A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727CAB">
          <w:headerReference w:type="default" r:id="rId11"/>
          <w:footerReference w:type="default" r:id="rId12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096A6460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0507D694" w14:textId="4406CEBF" w:rsidR="00AC6E34" w:rsidRDefault="00AD60A0" w:rsidP="0082375E">
      <w:pPr>
        <w:pStyle w:val="PargrafodaLista"/>
        <w:spacing w:after="120" w:line="240" w:lineRule="auto"/>
        <w:ind w:left="0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Participar nas</w:t>
      </w:r>
      <w:r w:rsidR="0082375E" w:rsidRPr="0082375E">
        <w:rPr>
          <w:rFonts w:ascii="Verdana Pro Light" w:hAnsi="Verdana Pro Light" w:cstheme="minorHAnsi"/>
        </w:rPr>
        <w:t xml:space="preserve"> </w:t>
      </w:r>
      <w:r w:rsidR="005237ED">
        <w:rPr>
          <w:rFonts w:ascii="Verdana Pro Light" w:hAnsi="Verdana Pro Light" w:cstheme="minorHAnsi"/>
        </w:rPr>
        <w:t xml:space="preserve">atividades de </w:t>
      </w:r>
      <w:r w:rsidR="00A91AFF">
        <w:rPr>
          <w:rFonts w:ascii="Verdana Pro Light" w:hAnsi="Verdana Pro Light" w:cstheme="minorHAnsi"/>
        </w:rPr>
        <w:t xml:space="preserve">pesquisa </w:t>
      </w:r>
      <w:r w:rsidR="00067F46">
        <w:rPr>
          <w:rFonts w:ascii="Verdana Pro Light" w:hAnsi="Verdana Pro Light" w:cstheme="minorHAnsi"/>
        </w:rPr>
        <w:t xml:space="preserve">arqueológica, tais como escavação, </w:t>
      </w:r>
      <w:r w:rsidR="005237ED" w:rsidRPr="00172D26">
        <w:rPr>
          <w:rFonts w:ascii="Verdana Pro Light" w:hAnsi="Verdana Pro Light" w:cstheme="minorHAnsi"/>
        </w:rPr>
        <w:t>análises laboratoriais, catalogação</w:t>
      </w:r>
      <w:r w:rsidR="0082375E" w:rsidRPr="0082375E">
        <w:rPr>
          <w:rFonts w:ascii="Verdana Pro Light" w:hAnsi="Verdana Pro Light" w:cstheme="minorHAnsi"/>
        </w:rPr>
        <w:t>, conservação preliminar e preventiva de bens arqueológicos</w:t>
      </w:r>
      <w:r w:rsidR="00D76F55">
        <w:rPr>
          <w:rFonts w:ascii="Verdana Pro Light" w:hAnsi="Verdana Pro Light" w:cstheme="minorHAnsi"/>
        </w:rPr>
        <w:t>, integrado em equipa multidisciplinar</w:t>
      </w:r>
      <w:r w:rsidR="0082375E" w:rsidRPr="0082375E">
        <w:rPr>
          <w:rFonts w:ascii="Verdana Pro Light" w:hAnsi="Verdana Pro Light" w:cstheme="minorHAnsi"/>
        </w:rPr>
        <w:t>, sob supervisão de um arqueólogo</w:t>
      </w:r>
      <w:r w:rsidR="00172D26">
        <w:rPr>
          <w:rFonts w:ascii="Verdana Pro Light" w:hAnsi="Verdana Pro Light" w:cstheme="minorHAnsi"/>
        </w:rPr>
        <w:t xml:space="preserve">, </w:t>
      </w:r>
      <w:r w:rsidR="00172D26" w:rsidRPr="00172D26">
        <w:rPr>
          <w:rFonts w:ascii="Verdana Pro Light" w:hAnsi="Verdana Pro Light" w:cstheme="minorHAnsi"/>
        </w:rPr>
        <w:t>contribuindo para a compreensão e preservação do património histórico.</w:t>
      </w:r>
    </w:p>
    <w:p w14:paraId="18BFA4CA" w14:textId="77777777" w:rsidR="00F84D14" w:rsidRPr="00712C22" w:rsidRDefault="00F84D14" w:rsidP="0082375E">
      <w:pPr>
        <w:pStyle w:val="PargrafodaLista"/>
        <w:spacing w:after="120" w:line="240" w:lineRule="auto"/>
        <w:ind w:left="0"/>
        <w:jc w:val="both"/>
        <w:rPr>
          <w:rFonts w:ascii="Verdana Pro Light" w:hAnsi="Verdana Pro Light" w:cstheme="minorHAnsi"/>
        </w:rPr>
      </w:pPr>
    </w:p>
    <w:p w14:paraId="0B2195A1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2B138E86" w14:textId="18D26010" w:rsidR="00971158" w:rsidRPr="00D8678A" w:rsidRDefault="00971158" w:rsidP="00D33EC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A1.</w:t>
      </w:r>
      <w:r w:rsidRPr="009652FA">
        <w:rPr>
          <w:rFonts w:ascii="Verdana Pro Light" w:hAnsi="Verdana Pro Light" w:cstheme="minorHAnsi"/>
        </w:rPr>
        <w:t xml:space="preserve"> Realizar pesquisa documental para contextualizar sítios arqueológicos, analisar registos históricos e interpretar dados relevantes</w:t>
      </w:r>
      <w:r w:rsidR="00E9605E">
        <w:rPr>
          <w:rFonts w:ascii="Verdana Pro Light" w:hAnsi="Verdana Pro Light" w:cstheme="minorHAnsi"/>
        </w:rPr>
        <w:t xml:space="preserve">; </w:t>
      </w:r>
    </w:p>
    <w:p w14:paraId="654191C4" w14:textId="59BC05A6" w:rsidR="00EF2E16" w:rsidRPr="00A75F66" w:rsidRDefault="00D8678A" w:rsidP="00D33EC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A</w:t>
      </w:r>
      <w:r w:rsidR="00971158">
        <w:rPr>
          <w:rFonts w:ascii="Verdana Pro Light" w:hAnsi="Verdana Pro Light" w:cstheme="minorHAnsi"/>
        </w:rPr>
        <w:t>2</w:t>
      </w:r>
      <w:r>
        <w:rPr>
          <w:rFonts w:ascii="Verdana Pro Light" w:hAnsi="Verdana Pro Light" w:cstheme="minorHAnsi"/>
        </w:rPr>
        <w:t>.</w:t>
      </w:r>
      <w:r w:rsidR="00965628">
        <w:rPr>
          <w:rFonts w:ascii="Verdana Pro Light" w:hAnsi="Verdana Pro Light" w:cstheme="minorHAnsi"/>
        </w:rPr>
        <w:t xml:space="preserve"> </w:t>
      </w:r>
      <w:r w:rsidR="00EF2E16" w:rsidRPr="00A75F66">
        <w:rPr>
          <w:rFonts w:ascii="Verdana Pro Light" w:hAnsi="Verdana Pro Light" w:cstheme="minorHAnsi"/>
        </w:rPr>
        <w:t xml:space="preserve">Participar </w:t>
      </w:r>
      <w:r w:rsidR="00EF2E16">
        <w:rPr>
          <w:rFonts w:ascii="Verdana Pro Light" w:hAnsi="Verdana Pro Light" w:cstheme="minorHAnsi"/>
        </w:rPr>
        <w:t>em</w:t>
      </w:r>
      <w:r w:rsidR="00EF2E16" w:rsidRPr="00A75F66">
        <w:rPr>
          <w:rFonts w:ascii="Verdana Pro Light" w:hAnsi="Verdana Pro Light" w:cstheme="minorHAnsi"/>
        </w:rPr>
        <w:t xml:space="preserve"> escavações arqueológicas</w:t>
      </w:r>
      <w:r w:rsidR="007043C5">
        <w:rPr>
          <w:rFonts w:ascii="Verdana Pro Light" w:hAnsi="Verdana Pro Light" w:cstheme="minorHAnsi"/>
        </w:rPr>
        <w:t xml:space="preserve"> integrado em equipas </w:t>
      </w:r>
      <w:r w:rsidR="00E9605E">
        <w:rPr>
          <w:rFonts w:ascii="Verdana Pro Light" w:hAnsi="Verdana Pro Light" w:cstheme="minorHAnsi"/>
        </w:rPr>
        <w:t>multidisciplinares,</w:t>
      </w:r>
      <w:r w:rsidR="009652FA">
        <w:rPr>
          <w:rFonts w:ascii="Verdana Pro Light" w:hAnsi="Verdana Pro Light" w:cstheme="minorHAnsi"/>
        </w:rPr>
        <w:t xml:space="preserve"> colaborando na identificação, registo e documentação dos achados</w:t>
      </w:r>
      <w:r w:rsidR="00E9605E">
        <w:rPr>
          <w:rFonts w:ascii="Verdana Pro Light" w:hAnsi="Verdana Pro Light" w:cstheme="minorHAnsi"/>
        </w:rPr>
        <w:t>;</w:t>
      </w:r>
      <w:r w:rsidR="009652FA">
        <w:rPr>
          <w:rFonts w:ascii="Verdana Pro Light" w:hAnsi="Verdana Pro Light" w:cstheme="minorHAnsi"/>
        </w:rPr>
        <w:t xml:space="preserve"> </w:t>
      </w:r>
    </w:p>
    <w:p w14:paraId="7F436DAB" w14:textId="01C89B82" w:rsidR="00F83729" w:rsidRPr="009652FA" w:rsidRDefault="00D8678A" w:rsidP="00D33EC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A3. </w:t>
      </w:r>
      <w:r w:rsidR="00F83729" w:rsidRPr="009652FA">
        <w:rPr>
          <w:rFonts w:ascii="Verdana Pro Light" w:hAnsi="Verdana Pro Light" w:cstheme="minorHAnsi"/>
        </w:rPr>
        <w:t xml:space="preserve">Colaborar na limpeza e conservação de </w:t>
      </w:r>
      <w:proofErr w:type="spellStart"/>
      <w:r w:rsidR="00F83729" w:rsidRPr="009652FA">
        <w:rPr>
          <w:rFonts w:ascii="Verdana Pro Light" w:hAnsi="Verdana Pro Light" w:cstheme="minorHAnsi"/>
        </w:rPr>
        <w:t>artefatos</w:t>
      </w:r>
      <w:proofErr w:type="spellEnd"/>
      <w:r w:rsidR="00F83729" w:rsidRPr="009652FA">
        <w:rPr>
          <w:rFonts w:ascii="Verdana Pro Light" w:hAnsi="Verdana Pro Light" w:cstheme="minorHAnsi"/>
        </w:rPr>
        <w:t xml:space="preserve"> e amostras recolhidas durante as escavações</w:t>
      </w:r>
      <w:r w:rsidR="00E9605E">
        <w:rPr>
          <w:rFonts w:ascii="Verdana Pro Light" w:hAnsi="Verdana Pro Light" w:cstheme="minorHAnsi"/>
        </w:rPr>
        <w:t xml:space="preserve">; </w:t>
      </w:r>
    </w:p>
    <w:p w14:paraId="4A6E66A9" w14:textId="18D34653" w:rsidR="00961A01" w:rsidRDefault="00D8678A" w:rsidP="00D33EC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A4. </w:t>
      </w:r>
      <w:r w:rsidR="0043347A" w:rsidRPr="009652FA">
        <w:rPr>
          <w:rFonts w:ascii="Verdana Pro Light" w:hAnsi="Verdana Pro Light" w:cstheme="minorHAnsi"/>
        </w:rPr>
        <w:t>Auxiliar na produção de mapas e desenhos de sítios arqueológicos</w:t>
      </w:r>
      <w:r w:rsidR="00961A01">
        <w:rPr>
          <w:rFonts w:ascii="Verdana Pro Light" w:hAnsi="Verdana Pro Light" w:cstheme="minorHAnsi"/>
        </w:rPr>
        <w:t xml:space="preserve"> ou outros documentos de registo dos achados</w:t>
      </w:r>
      <w:r w:rsidR="00D71F50">
        <w:rPr>
          <w:rFonts w:ascii="Verdana Pro Light" w:hAnsi="Verdana Pro Light" w:cstheme="minorHAnsi"/>
        </w:rPr>
        <w:t xml:space="preserve">; </w:t>
      </w:r>
    </w:p>
    <w:p w14:paraId="43545BCD" w14:textId="5F56A00F" w:rsidR="00D8678A" w:rsidRPr="00D8678A" w:rsidRDefault="00D8678A" w:rsidP="00D33EC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A5.</w:t>
      </w:r>
      <w:r w:rsidR="0043347A" w:rsidRPr="009652FA">
        <w:rPr>
          <w:rFonts w:ascii="Verdana Pro Light" w:hAnsi="Verdana Pro Light" w:cstheme="minorHAnsi"/>
        </w:rPr>
        <w:t xml:space="preserve"> Participar na catalogação e organização de </w:t>
      </w:r>
      <w:r w:rsidR="00172D26" w:rsidRPr="009652FA">
        <w:rPr>
          <w:rFonts w:ascii="Verdana Pro Light" w:hAnsi="Verdana Pro Light" w:cstheme="minorHAnsi"/>
        </w:rPr>
        <w:t>artefactos</w:t>
      </w:r>
      <w:r w:rsidR="0043347A" w:rsidRPr="009652FA">
        <w:rPr>
          <w:rFonts w:ascii="Verdana Pro Light" w:hAnsi="Verdana Pro Light" w:cstheme="minorHAnsi"/>
        </w:rPr>
        <w:t>, incluindo a inserção de informações em b</w:t>
      </w:r>
      <w:r w:rsidR="00D71F50">
        <w:rPr>
          <w:rFonts w:ascii="Verdana Pro Light" w:hAnsi="Verdana Pro Light" w:cstheme="minorHAnsi"/>
        </w:rPr>
        <w:t xml:space="preserve">ases </w:t>
      </w:r>
      <w:r w:rsidR="0043347A" w:rsidRPr="009652FA">
        <w:rPr>
          <w:rFonts w:ascii="Verdana Pro Light" w:hAnsi="Verdana Pro Light" w:cstheme="minorHAnsi"/>
        </w:rPr>
        <w:t>de dados</w:t>
      </w:r>
      <w:r w:rsidR="00B85D0C">
        <w:rPr>
          <w:rFonts w:ascii="Verdana Pro Light" w:hAnsi="Verdana Pro Light" w:cstheme="minorHAnsi"/>
        </w:rPr>
        <w:t>;</w:t>
      </w:r>
    </w:p>
    <w:p w14:paraId="77980380" w14:textId="1433D594" w:rsidR="00D8678A" w:rsidRPr="00D8678A" w:rsidRDefault="00D8678A" w:rsidP="00D33EC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A</w:t>
      </w:r>
      <w:r w:rsidR="00971158">
        <w:rPr>
          <w:rFonts w:ascii="Verdana Pro Light" w:hAnsi="Verdana Pro Light" w:cstheme="minorHAnsi"/>
        </w:rPr>
        <w:t>6</w:t>
      </w:r>
      <w:r>
        <w:rPr>
          <w:rFonts w:ascii="Verdana Pro Light" w:hAnsi="Verdana Pro Light" w:cstheme="minorHAnsi"/>
        </w:rPr>
        <w:t>.</w:t>
      </w:r>
      <w:r w:rsidR="006664A8" w:rsidRPr="009652FA">
        <w:rPr>
          <w:rFonts w:ascii="Verdana Pro Light" w:hAnsi="Verdana Pro Light" w:cstheme="minorHAnsi"/>
        </w:rPr>
        <w:t xml:space="preserve"> </w:t>
      </w:r>
      <w:r w:rsidR="00971158" w:rsidRPr="009652FA">
        <w:rPr>
          <w:rFonts w:ascii="Verdana Pro Light" w:hAnsi="Verdana Pro Light" w:cstheme="minorHAnsi"/>
        </w:rPr>
        <w:t xml:space="preserve">Participar em atividades de </w:t>
      </w:r>
      <w:r w:rsidR="00B85D0C">
        <w:rPr>
          <w:rFonts w:ascii="Verdana Pro Light" w:hAnsi="Verdana Pro Light" w:cstheme="minorHAnsi"/>
        </w:rPr>
        <w:t>informação e divulgação</w:t>
      </w:r>
      <w:r w:rsidR="00FE3E0A">
        <w:rPr>
          <w:rFonts w:ascii="Verdana Pro Light" w:hAnsi="Verdana Pro Light" w:cstheme="minorHAnsi"/>
        </w:rPr>
        <w:t xml:space="preserve"> </w:t>
      </w:r>
      <w:r w:rsidR="00D71F50">
        <w:rPr>
          <w:rFonts w:ascii="Verdana Pro Light" w:hAnsi="Verdana Pro Light" w:cstheme="minorHAnsi"/>
        </w:rPr>
        <w:t xml:space="preserve">destinadas </w:t>
      </w:r>
      <w:r w:rsidR="00FE3E0A">
        <w:rPr>
          <w:rFonts w:ascii="Verdana Pro Light" w:hAnsi="Verdana Pro Light" w:cstheme="minorHAnsi"/>
        </w:rPr>
        <w:t>ao público em geral e</w:t>
      </w:r>
      <w:r w:rsidR="00D71F50">
        <w:rPr>
          <w:rFonts w:ascii="Verdana Pro Light" w:hAnsi="Verdana Pro Light" w:cstheme="minorHAnsi"/>
        </w:rPr>
        <w:t xml:space="preserve">/ou </w:t>
      </w:r>
      <w:r w:rsidR="00FE3E0A">
        <w:rPr>
          <w:rFonts w:ascii="Verdana Pro Light" w:hAnsi="Verdana Pro Light" w:cstheme="minorHAnsi"/>
        </w:rPr>
        <w:t>integrados em programas educacionais</w:t>
      </w:r>
    </w:p>
    <w:p w14:paraId="141DF54A" w14:textId="77777777" w:rsidR="00922CDB" w:rsidRDefault="00922CDB">
      <w:pPr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 w:cstheme="minorHAnsi"/>
          <w:b/>
          <w:smallCaps/>
          <w:sz w:val="24"/>
          <w:szCs w:val="24"/>
        </w:rPr>
        <w:br w:type="page"/>
      </w:r>
    </w:p>
    <w:p w14:paraId="5A8949F8" w14:textId="1DF326A3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5FE79020" w14:textId="77777777" w:rsidR="00250F16" w:rsidRP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190FE14" w14:textId="77777777" w:rsidR="00AC6E34" w:rsidRPr="00250F16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442B8A" w:rsidRPr="00712C22" w14:paraId="68A4A669" w14:textId="77777777" w:rsidTr="00EF41D5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42703908" w14:textId="77777777" w:rsidR="00442B8A" w:rsidRPr="00712C22" w:rsidRDefault="00442B8A" w:rsidP="00EF41D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346D6E"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2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6648B3BB" w14:textId="77777777" w:rsidR="00442B8A" w:rsidRPr="00712C22" w:rsidRDefault="00442B8A" w:rsidP="000B686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 w:rsidR="000B6869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0E24063F" w14:textId="77777777" w:rsidR="00442B8A" w:rsidRPr="00712C22" w:rsidRDefault="00442B8A" w:rsidP="00234037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 w:rsidR="00346D6E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710554A" w14:textId="77777777" w:rsidR="00442B8A" w:rsidRPr="00712C22" w:rsidRDefault="00442B8A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442B8A" w:rsidRPr="006C0318" w14:paraId="55D0E95A" w14:textId="77777777" w:rsidTr="00EF41D5">
        <w:trPr>
          <w:trHeight w:val="317"/>
          <w:jc w:val="center"/>
        </w:trPr>
        <w:tc>
          <w:tcPr>
            <w:tcW w:w="1185" w:type="dxa"/>
            <w:vAlign w:val="center"/>
          </w:tcPr>
          <w:p w14:paraId="0F9102A2" w14:textId="77777777" w:rsidR="00442B8A" w:rsidRPr="00234037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91EB753" w14:textId="77777777" w:rsidR="00442B8A" w:rsidRPr="00712C22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3A6BC704" w14:textId="51C1AB60" w:rsidR="00442B8A" w:rsidRPr="006A2B60" w:rsidRDefault="00D12093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D12093">
              <w:rPr>
                <w:rFonts w:ascii="Verdana Pro Light" w:hAnsi="Verdana Pro Light"/>
                <w:sz w:val="18"/>
                <w:szCs w:val="18"/>
              </w:rPr>
              <w:t>Efetuar pesquisas bibliográficas, documentais e cartográficas</w:t>
            </w:r>
          </w:p>
        </w:tc>
        <w:tc>
          <w:tcPr>
            <w:tcW w:w="1134" w:type="dxa"/>
            <w:vAlign w:val="center"/>
          </w:tcPr>
          <w:p w14:paraId="53BEB274" w14:textId="69B42EF4" w:rsidR="00442B8A" w:rsidRPr="00393134" w:rsidRDefault="00322A33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93134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4,5</w:t>
            </w:r>
          </w:p>
        </w:tc>
      </w:tr>
      <w:tr w:rsidR="002E2947" w:rsidRPr="006C0318" w14:paraId="7E38F529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A94FA09" w14:textId="77777777" w:rsidR="002E2947" w:rsidRPr="00234037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0490B07" w14:textId="77777777" w:rsidR="002E2947" w:rsidRPr="00712C22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1D38EAA1" w14:textId="3D9A7CA0" w:rsidR="002E2947" w:rsidRPr="00DF7B7A" w:rsidRDefault="00B436EB" w:rsidP="002E2947">
            <w:pPr>
              <w:rPr>
                <w:rFonts w:ascii="Verdana Pro Light" w:hAnsi="Verdana Pro Light"/>
                <w:bCs/>
                <w:strike/>
                <w:sz w:val="18"/>
                <w:szCs w:val="18"/>
              </w:rPr>
            </w:pPr>
            <w:r w:rsidRPr="00B436EB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Representar graficamente a localização do sítio arqueológico  </w:t>
            </w:r>
          </w:p>
        </w:tc>
        <w:tc>
          <w:tcPr>
            <w:tcW w:w="1134" w:type="dxa"/>
            <w:vAlign w:val="center"/>
          </w:tcPr>
          <w:p w14:paraId="2B8DE939" w14:textId="08BDF353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93134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4,5</w:t>
            </w:r>
          </w:p>
        </w:tc>
      </w:tr>
      <w:tr w:rsidR="002E2947" w:rsidRPr="006C0318" w14:paraId="3E46257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A2234B5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D4CE5B0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4A1453EC" w14:textId="6C015B39" w:rsidR="002E2947" w:rsidRPr="006A2B60" w:rsidRDefault="001858DB" w:rsidP="002E2947">
            <w:pPr>
              <w:rPr>
                <w:rFonts w:ascii="Verdana Pro Light" w:hAnsi="Verdana Pro Light"/>
                <w:strike/>
                <w:sz w:val="18"/>
                <w:szCs w:val="18"/>
              </w:rPr>
            </w:pPr>
            <w:r w:rsidRPr="001858DB">
              <w:rPr>
                <w:rFonts w:ascii="Verdana Pro Light" w:eastAsia="Arial Unicode MS" w:hAnsi="Verdana Pro Light" w:cs="Times New Roman"/>
                <w:sz w:val="18"/>
                <w:szCs w:val="18"/>
              </w:rPr>
              <w:t>Utilizar o Sistemas de Informação Geográfica (SIG) em investigação arqueológica</w:t>
            </w:r>
          </w:p>
        </w:tc>
        <w:tc>
          <w:tcPr>
            <w:tcW w:w="1134" w:type="dxa"/>
            <w:vAlign w:val="center"/>
          </w:tcPr>
          <w:p w14:paraId="08E46D6A" w14:textId="3D6026CA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93134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4,5</w:t>
            </w:r>
          </w:p>
        </w:tc>
      </w:tr>
      <w:tr w:rsidR="002E2947" w:rsidRPr="006C0318" w14:paraId="0F635330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4183BA5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0B4F49E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49193CC5" w14:textId="57230112" w:rsidR="002E2947" w:rsidRPr="006A2B60" w:rsidRDefault="00B436EB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B436EB">
              <w:rPr>
                <w:rFonts w:ascii="Verdana Pro Light" w:hAnsi="Verdana Pro Light"/>
                <w:sz w:val="18"/>
                <w:szCs w:val="18"/>
              </w:rPr>
              <w:t>Recolher, registar e organizar artefactos arqueológicos</w:t>
            </w:r>
          </w:p>
        </w:tc>
        <w:tc>
          <w:tcPr>
            <w:tcW w:w="1134" w:type="dxa"/>
            <w:vAlign w:val="center"/>
          </w:tcPr>
          <w:p w14:paraId="683D3691" w14:textId="52D5CA36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E2947" w:rsidRPr="006C0318" w14:paraId="0B73064F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07B0B3C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B6B02D8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1358F0AA" w14:textId="2BAD16BB" w:rsidR="002E2947" w:rsidRPr="006A2B60" w:rsidRDefault="00B436EB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B436EB">
              <w:rPr>
                <w:rFonts w:ascii="Verdana Pro Light" w:hAnsi="Verdana Pro Light"/>
                <w:sz w:val="18"/>
                <w:szCs w:val="18"/>
              </w:rPr>
              <w:t>Realizar trabalhos de escavação</w:t>
            </w:r>
          </w:p>
        </w:tc>
        <w:tc>
          <w:tcPr>
            <w:tcW w:w="1134" w:type="dxa"/>
            <w:vAlign w:val="center"/>
          </w:tcPr>
          <w:p w14:paraId="56155537" w14:textId="572F8FFB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93134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4,5</w:t>
            </w:r>
          </w:p>
        </w:tc>
      </w:tr>
      <w:tr w:rsidR="002E2947" w:rsidRPr="006C0318" w14:paraId="3E299294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6C5CAAE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CFD6813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06</w:t>
            </w:r>
          </w:p>
        </w:tc>
        <w:tc>
          <w:tcPr>
            <w:tcW w:w="6094" w:type="dxa"/>
            <w:vAlign w:val="center"/>
          </w:tcPr>
          <w:p w14:paraId="208E8C34" w14:textId="12A5D5F3" w:rsidR="002E2947" w:rsidRPr="006A2B60" w:rsidRDefault="00B436EB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B436EB">
              <w:rPr>
                <w:rFonts w:ascii="Verdana Pro Light" w:hAnsi="Verdana Pro Light"/>
                <w:sz w:val="18"/>
                <w:szCs w:val="18"/>
              </w:rPr>
              <w:t>Efetuar o levantamento topográfico das áreas intervencionadas e estruturas descobertas</w:t>
            </w:r>
          </w:p>
        </w:tc>
        <w:tc>
          <w:tcPr>
            <w:tcW w:w="1134" w:type="dxa"/>
            <w:vAlign w:val="center"/>
          </w:tcPr>
          <w:p w14:paraId="17A55E91" w14:textId="31C97A83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93134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4,5</w:t>
            </w:r>
          </w:p>
        </w:tc>
      </w:tr>
      <w:tr w:rsidR="002E2947" w:rsidRPr="006C0318" w14:paraId="1BC54414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9108E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2CFACB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339E041B" w14:textId="03E94B01" w:rsidR="002E2947" w:rsidRPr="006A2B60" w:rsidRDefault="00B436EB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B436EB">
              <w:rPr>
                <w:rFonts w:ascii="Verdana Pro Light" w:hAnsi="Verdana Pro Light"/>
                <w:sz w:val="18"/>
                <w:szCs w:val="18"/>
              </w:rPr>
              <w:t>Efetuar o desenho de campo de estruturas, níveis arqueológicos e perfis estratigráficos arqueológicos</w:t>
            </w:r>
          </w:p>
        </w:tc>
        <w:tc>
          <w:tcPr>
            <w:tcW w:w="1134" w:type="dxa"/>
            <w:vAlign w:val="center"/>
          </w:tcPr>
          <w:p w14:paraId="501048CA" w14:textId="7011A4FA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93134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4,5</w:t>
            </w:r>
          </w:p>
        </w:tc>
      </w:tr>
      <w:tr w:rsidR="002E2947" w:rsidRPr="006C0318" w14:paraId="628D107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9D16CCF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482E38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5621FF45" w14:textId="3912A28C" w:rsidR="002E2947" w:rsidRPr="006A2B60" w:rsidRDefault="00B436EB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B436EB"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  <w:t>Fotografar objetos para documentação visual e efetuar o tratamento de imagem digital</w:t>
            </w:r>
          </w:p>
        </w:tc>
        <w:tc>
          <w:tcPr>
            <w:tcW w:w="1134" w:type="dxa"/>
            <w:vAlign w:val="center"/>
          </w:tcPr>
          <w:p w14:paraId="714AEDAE" w14:textId="2F031D08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93134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4,5</w:t>
            </w:r>
          </w:p>
        </w:tc>
      </w:tr>
      <w:tr w:rsidR="002E2947" w:rsidRPr="006C0318" w14:paraId="70FCFDA4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8BD8091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8FA249F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2F5BE1D2" w14:textId="08138430" w:rsidR="002E2947" w:rsidRPr="006A2B60" w:rsidRDefault="009C3521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432E67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Criar o arquivo fotográfico arqueológico</w:t>
            </w:r>
          </w:p>
        </w:tc>
        <w:tc>
          <w:tcPr>
            <w:tcW w:w="1134" w:type="dxa"/>
            <w:vAlign w:val="center"/>
          </w:tcPr>
          <w:p w14:paraId="72F30B14" w14:textId="296DE1F4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2E2947" w:rsidRPr="006C0318" w14:paraId="16EB1A55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49B74B0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D8645F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6A8F6195" w14:textId="2DD00F34" w:rsidR="002E2947" w:rsidRPr="00432E67" w:rsidRDefault="009C3521" w:rsidP="002E2947">
            <w:pPr>
              <w:rPr>
                <w:rFonts w:ascii="Verdana Pro Light" w:hAnsi="Verdana Pro Light"/>
                <w:bCs/>
                <w:sz w:val="18"/>
                <w:szCs w:val="18"/>
              </w:rPr>
            </w:pPr>
            <w:r w:rsidRPr="006A2B60">
              <w:rPr>
                <w:rFonts w:ascii="Verdana Pro Light" w:hAnsi="Verdana Pro Light"/>
                <w:sz w:val="18"/>
                <w:szCs w:val="18"/>
              </w:rPr>
              <w:t xml:space="preserve">Efetuar registos </w:t>
            </w:r>
            <w:proofErr w:type="spellStart"/>
            <w:r w:rsidRPr="006A2B60">
              <w:rPr>
                <w:rFonts w:ascii="Verdana Pro Light" w:hAnsi="Verdana Pro Light"/>
                <w:sz w:val="18"/>
                <w:szCs w:val="18"/>
              </w:rPr>
              <w:t>ortofotográfico</w:t>
            </w:r>
            <w:r w:rsidR="00004CAF">
              <w:rPr>
                <w:rFonts w:ascii="Verdana Pro Light" w:hAnsi="Verdana Pro Light"/>
                <w:sz w:val="18"/>
                <w:szCs w:val="18"/>
              </w:rPr>
              <w:t>s</w:t>
            </w:r>
            <w:proofErr w:type="spellEnd"/>
            <w:r w:rsidRPr="006A2B60">
              <w:rPr>
                <w:rFonts w:ascii="Verdana Pro Light" w:hAnsi="Verdana Pro Light"/>
                <w:sz w:val="18"/>
                <w:szCs w:val="18"/>
              </w:rPr>
              <w:t xml:space="preserve"> de estruturas e níveis arqueológicos</w:t>
            </w:r>
          </w:p>
        </w:tc>
        <w:tc>
          <w:tcPr>
            <w:tcW w:w="1134" w:type="dxa"/>
            <w:vAlign w:val="center"/>
          </w:tcPr>
          <w:p w14:paraId="199F7F80" w14:textId="3461986D" w:rsidR="002E2947" w:rsidRPr="00393134" w:rsidRDefault="007B09F4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="002E2947">
              <w:rPr>
                <w:rFonts w:ascii="Verdana Pro Light" w:eastAsia="Arial Unicode MS" w:hAnsi="Verdana Pro Light" w:cs="Arial Unicode MS"/>
                <w:sz w:val="18"/>
                <w:szCs w:val="18"/>
              </w:rPr>
              <w:t>,5</w:t>
            </w:r>
          </w:p>
        </w:tc>
      </w:tr>
      <w:tr w:rsidR="002E2947" w:rsidRPr="006C0318" w14:paraId="225BA4CA" w14:textId="77777777" w:rsidTr="00F50E84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45DF7A2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3F1EA01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62AAEE45" w14:textId="315A0BE1" w:rsidR="002E2947" w:rsidRPr="006A2B60" w:rsidRDefault="009C3521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6A2B60">
              <w:rPr>
                <w:rFonts w:ascii="Verdana Pro Light" w:hAnsi="Verdana Pro Light"/>
                <w:sz w:val="18"/>
                <w:szCs w:val="18"/>
              </w:rPr>
              <w:t>Organizar e inventariar peças arqueológicas</w:t>
            </w:r>
          </w:p>
        </w:tc>
        <w:tc>
          <w:tcPr>
            <w:tcW w:w="1134" w:type="dxa"/>
            <w:vAlign w:val="center"/>
          </w:tcPr>
          <w:p w14:paraId="5283B8F6" w14:textId="6D7B868C" w:rsidR="002E2947" w:rsidRPr="00393134" w:rsidRDefault="00EA0454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="002E2947">
              <w:rPr>
                <w:rFonts w:ascii="Verdana Pro Light" w:eastAsia="Arial Unicode MS" w:hAnsi="Verdana Pro Light" w:cs="Arial Unicode MS"/>
                <w:sz w:val="18"/>
                <w:szCs w:val="18"/>
              </w:rPr>
              <w:t>,5</w:t>
            </w:r>
          </w:p>
        </w:tc>
      </w:tr>
      <w:tr w:rsidR="002E2947" w:rsidRPr="006C0318" w14:paraId="275BBA21" w14:textId="77777777" w:rsidTr="00230591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0CD90AE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9343EFF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4461AA08" w14:textId="08F893AB" w:rsidR="002E2947" w:rsidRPr="006A2B60" w:rsidRDefault="009C3521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A73501">
              <w:rPr>
                <w:rFonts w:ascii="Verdana Pro Light" w:hAnsi="Verdana Pro Light"/>
                <w:sz w:val="18"/>
                <w:szCs w:val="18"/>
              </w:rPr>
              <w:t>Organizar o processo de registo arqueológico</w:t>
            </w:r>
          </w:p>
        </w:tc>
        <w:tc>
          <w:tcPr>
            <w:tcW w:w="1134" w:type="dxa"/>
          </w:tcPr>
          <w:p w14:paraId="71C4D63C" w14:textId="2A844609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62FC6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4,5</w:t>
            </w:r>
          </w:p>
        </w:tc>
      </w:tr>
      <w:tr w:rsidR="002E2947" w:rsidRPr="006C0318" w14:paraId="6EA106F3" w14:textId="77777777" w:rsidTr="00F50E84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00410F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5CC9158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43F0E650" w14:textId="23345067" w:rsidR="002E2947" w:rsidRPr="006A2B60" w:rsidRDefault="009C3521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6A2B60">
              <w:rPr>
                <w:rFonts w:ascii="Verdana Pro Light" w:hAnsi="Verdana Pro Light"/>
                <w:sz w:val="18"/>
                <w:szCs w:val="18"/>
              </w:rPr>
              <w:t>Desenhar estruturas arqueológicas</w:t>
            </w:r>
          </w:p>
        </w:tc>
        <w:tc>
          <w:tcPr>
            <w:tcW w:w="1134" w:type="dxa"/>
          </w:tcPr>
          <w:p w14:paraId="0BC062F5" w14:textId="000104C1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62FC6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4,5</w:t>
            </w:r>
          </w:p>
        </w:tc>
      </w:tr>
      <w:tr w:rsidR="002E2947" w:rsidRPr="006C0318" w14:paraId="26CC5EFE" w14:textId="77777777" w:rsidTr="00F50E84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2949017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86886EB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2D0CA091" w14:textId="33BC7EF4" w:rsidR="002E2947" w:rsidRPr="006A2B60" w:rsidRDefault="009C3521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6A2B60">
              <w:rPr>
                <w:rFonts w:ascii="Verdana Pro Light" w:hAnsi="Verdana Pro Light"/>
                <w:sz w:val="18"/>
                <w:szCs w:val="18"/>
              </w:rPr>
              <w:t>Desenhar peças arqueológicas</w:t>
            </w:r>
          </w:p>
        </w:tc>
        <w:tc>
          <w:tcPr>
            <w:tcW w:w="1134" w:type="dxa"/>
            <w:vAlign w:val="center"/>
          </w:tcPr>
          <w:p w14:paraId="5878A12F" w14:textId="5B526776" w:rsidR="002E2947" w:rsidRPr="00393134" w:rsidRDefault="009D0CB1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E2947" w:rsidRPr="006C0318" w14:paraId="4FF24149" w14:textId="77777777" w:rsidTr="00812CC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96504BA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3730DDE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6FE7BD43" w14:textId="6756D742" w:rsidR="002E2947" w:rsidRPr="006A2B60" w:rsidRDefault="00770DB5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770DB5">
              <w:rPr>
                <w:rFonts w:ascii="Verdana Pro Light" w:hAnsi="Verdana Pro Light"/>
                <w:sz w:val="18"/>
                <w:szCs w:val="18"/>
              </w:rPr>
              <w:t>Gerir bases de dados de unidades estratigráficas, peças, desenhos, e fotografias em Arqueologia</w:t>
            </w:r>
          </w:p>
        </w:tc>
        <w:tc>
          <w:tcPr>
            <w:tcW w:w="1134" w:type="dxa"/>
          </w:tcPr>
          <w:p w14:paraId="28549559" w14:textId="20F5DAC5" w:rsidR="002E2947" w:rsidRPr="00393134" w:rsidRDefault="00EA0454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2</w:t>
            </w:r>
            <w:r w:rsidR="002E2947" w:rsidRPr="002C30D2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,5</w:t>
            </w:r>
          </w:p>
        </w:tc>
      </w:tr>
      <w:tr w:rsidR="002E2947" w:rsidRPr="006C0318" w14:paraId="378602A6" w14:textId="77777777" w:rsidTr="00F50E84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BBF7213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A88139A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7164C678" w14:textId="2C96B5CF" w:rsidR="002E2947" w:rsidRPr="006A2B60" w:rsidRDefault="00160CF2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160CF2">
              <w:rPr>
                <w:rFonts w:ascii="Verdana Pro Light" w:hAnsi="Verdana Pro Light"/>
                <w:sz w:val="18"/>
                <w:szCs w:val="18"/>
              </w:rPr>
              <w:t>Preparar relatórios e publicações de suporte à investigação</w:t>
            </w:r>
          </w:p>
        </w:tc>
        <w:tc>
          <w:tcPr>
            <w:tcW w:w="1134" w:type="dxa"/>
          </w:tcPr>
          <w:p w14:paraId="421EED65" w14:textId="21CAB883" w:rsidR="002E2947" w:rsidRPr="00393134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30D2">
              <w:rPr>
                <w:rFonts w:ascii="Verdana Pro Light" w:eastAsia="Arial Unicode MS" w:hAnsi="Verdana Pro Light" w:cs="Times New Roman"/>
                <w:smallCaps/>
                <w:sz w:val="18"/>
                <w:szCs w:val="18"/>
              </w:rPr>
              <w:t>4,5</w:t>
            </w:r>
          </w:p>
        </w:tc>
      </w:tr>
      <w:tr w:rsidR="002E2947" w:rsidRPr="006C0318" w14:paraId="2213E77D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B2074AB" w14:textId="77777777" w:rsidR="002E2947" w:rsidRPr="006C0318" w:rsidRDefault="002E2947" w:rsidP="002E294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28A036" w14:textId="77777777" w:rsidR="002E2947" w:rsidRPr="000B6869" w:rsidRDefault="002E2947" w:rsidP="002E294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0C96F42A" w14:textId="3A6EA125" w:rsidR="002E2947" w:rsidRPr="006A2B60" w:rsidRDefault="00160CF2" w:rsidP="002E2947">
            <w:pPr>
              <w:rPr>
                <w:rFonts w:ascii="Verdana Pro Light" w:hAnsi="Verdana Pro Light"/>
                <w:sz w:val="18"/>
                <w:szCs w:val="18"/>
              </w:rPr>
            </w:pPr>
            <w:r w:rsidRPr="00160CF2">
              <w:rPr>
                <w:rFonts w:ascii="Verdana Pro Light" w:hAnsi="Verdana Pro Light"/>
                <w:sz w:val="18"/>
                <w:szCs w:val="18"/>
              </w:rPr>
              <w:t>Avaliar e efetuar a limpeza das estruturas e peças arqueológicas</w:t>
            </w:r>
          </w:p>
        </w:tc>
        <w:tc>
          <w:tcPr>
            <w:tcW w:w="1134" w:type="dxa"/>
            <w:vAlign w:val="center"/>
          </w:tcPr>
          <w:p w14:paraId="162199BF" w14:textId="57DB067B" w:rsidR="002E2947" w:rsidRPr="00234037" w:rsidRDefault="002E2947" w:rsidP="002E294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9C3521" w:rsidRPr="006C0318" w14:paraId="53497A04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0A47B9A" w14:textId="77777777" w:rsidR="009C3521" w:rsidRPr="006C0318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26B0F0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745ED9E6" w14:textId="53C514BA" w:rsidR="009C3521" w:rsidRPr="006A2B60" w:rsidRDefault="00160CF2" w:rsidP="009C3521">
            <w:pPr>
              <w:rPr>
                <w:rFonts w:ascii="Verdana Pro Light" w:hAnsi="Verdana Pro Light"/>
                <w:sz w:val="18"/>
                <w:szCs w:val="18"/>
              </w:rPr>
            </w:pPr>
            <w:r w:rsidRPr="00160CF2">
              <w:rPr>
                <w:rFonts w:ascii="Verdana Pro Light" w:hAnsi="Verdana Pro Light"/>
                <w:sz w:val="18"/>
                <w:szCs w:val="18"/>
              </w:rPr>
              <w:t>Participar em ações de conservação e preventiva de estruturas e peças arqueológicas</w:t>
            </w:r>
          </w:p>
        </w:tc>
        <w:tc>
          <w:tcPr>
            <w:tcW w:w="1134" w:type="dxa"/>
            <w:vAlign w:val="center"/>
          </w:tcPr>
          <w:p w14:paraId="75DA505A" w14:textId="06849264" w:rsidR="009C3521" w:rsidRPr="00234037" w:rsidRDefault="008C2D14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="009C3521">
              <w:rPr>
                <w:rFonts w:ascii="Verdana Pro Light" w:eastAsia="Arial Unicode MS" w:hAnsi="Verdana Pro Light" w:cs="Arial Unicode MS"/>
                <w:sz w:val="18"/>
                <w:szCs w:val="18"/>
              </w:rPr>
              <w:t>,5</w:t>
            </w:r>
          </w:p>
        </w:tc>
      </w:tr>
      <w:tr w:rsidR="009C3521" w:rsidRPr="006C0318" w14:paraId="683748E1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4DAC5E4" w14:textId="77777777" w:rsidR="009C3521" w:rsidRPr="006C0318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E69EE3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056A22E4" w14:textId="4EF48722" w:rsidR="009C3521" w:rsidRPr="006A2B60" w:rsidRDefault="002770A8" w:rsidP="009C3521">
            <w:pPr>
              <w:rPr>
                <w:rFonts w:ascii="Verdana Pro Light" w:hAnsi="Verdana Pro Light"/>
                <w:sz w:val="18"/>
                <w:szCs w:val="18"/>
              </w:rPr>
            </w:pPr>
            <w:r w:rsidRPr="002770A8">
              <w:rPr>
                <w:rFonts w:ascii="Verdana Pro Light" w:hAnsi="Verdana Pro Light"/>
                <w:sz w:val="18"/>
                <w:szCs w:val="18"/>
              </w:rPr>
              <w:t>Implementar projetos de divulgação do património arqueológico</w:t>
            </w:r>
          </w:p>
        </w:tc>
        <w:tc>
          <w:tcPr>
            <w:tcW w:w="1134" w:type="dxa"/>
            <w:vAlign w:val="center"/>
          </w:tcPr>
          <w:p w14:paraId="53C92FB0" w14:textId="6569C929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9C3521" w:rsidRPr="006C0318" w14:paraId="766C9619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BF3C6B1" w14:textId="77777777" w:rsidR="009C3521" w:rsidRPr="006C0318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21A3DCE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03C1E8F2" w14:textId="1FBD3773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  <w:r w:rsidRPr="006A2B60">
              <w:rPr>
                <w:rFonts w:ascii="Verdana Pro Light" w:hAnsi="Verdana Pro Light"/>
                <w:sz w:val="18"/>
                <w:szCs w:val="18"/>
              </w:rPr>
              <w:t xml:space="preserve">Efetuar trabalhos de montagem e reconstituição de peças arqueológicas </w:t>
            </w:r>
          </w:p>
        </w:tc>
        <w:tc>
          <w:tcPr>
            <w:tcW w:w="1134" w:type="dxa"/>
            <w:vAlign w:val="center"/>
          </w:tcPr>
          <w:p w14:paraId="41124EFA" w14:textId="6DA1D378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9C3521" w:rsidRPr="006C0318" w14:paraId="7D38E96A" w14:textId="77777777" w:rsidTr="006C136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EC72FA6" w14:textId="77777777" w:rsidR="009C3521" w:rsidRPr="006C0318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7BC2CD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21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78ED27F5" w14:textId="7844E27F" w:rsidR="009C3521" w:rsidRPr="006C1367" w:rsidRDefault="002770A8" w:rsidP="009C3521">
            <w:pPr>
              <w:rPr>
                <w:rFonts w:ascii="Verdana Pro Light" w:hAnsi="Verdana Pro Light"/>
                <w:sz w:val="18"/>
                <w:szCs w:val="18"/>
              </w:rPr>
            </w:pPr>
            <w:r w:rsidRPr="006C1367">
              <w:rPr>
                <w:rFonts w:ascii="Verdana Pro Light" w:eastAsia="Arial Unicode MS" w:hAnsi="Verdana Pro Light" w:cs="Times New Roman"/>
                <w:sz w:val="18"/>
                <w:szCs w:val="18"/>
              </w:rPr>
              <w:t>Comunicar e interagir em língua inglesa no contexto da atividade arqueológica</w:t>
            </w:r>
          </w:p>
        </w:tc>
        <w:tc>
          <w:tcPr>
            <w:tcW w:w="1134" w:type="dxa"/>
            <w:vAlign w:val="center"/>
          </w:tcPr>
          <w:p w14:paraId="3D22DB03" w14:textId="739E4A59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9C3521" w:rsidRPr="006C0318" w14:paraId="64C603FA" w14:textId="77777777" w:rsidTr="006C136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B5F73DC" w14:textId="77777777" w:rsidR="009C3521" w:rsidRPr="006C0318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EC6535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22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72F39B7C" w14:textId="2DD10B61" w:rsidR="009C3521" w:rsidRPr="006C1367" w:rsidRDefault="003D7F9F" w:rsidP="009C3521">
            <w:pPr>
              <w:rPr>
                <w:rFonts w:ascii="Verdana Pro Light" w:hAnsi="Verdana Pro Light"/>
                <w:sz w:val="18"/>
                <w:szCs w:val="18"/>
              </w:rPr>
            </w:pPr>
            <w:r w:rsidRPr="006C1367">
              <w:rPr>
                <w:rFonts w:ascii="Verdana Pro Light" w:hAnsi="Verdana Pro Light"/>
                <w:sz w:val="18"/>
                <w:szCs w:val="18"/>
              </w:rPr>
              <w:t>Colaborar e trabalhar em equipa</w:t>
            </w:r>
          </w:p>
        </w:tc>
        <w:tc>
          <w:tcPr>
            <w:tcW w:w="1134" w:type="dxa"/>
            <w:vAlign w:val="center"/>
          </w:tcPr>
          <w:p w14:paraId="06A0E035" w14:textId="30B2BCC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9C3521" w:rsidRPr="006C0318" w14:paraId="72430D0F" w14:textId="77777777" w:rsidTr="006C136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B938CE7" w14:textId="77777777" w:rsidR="009C3521" w:rsidRPr="006C0318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6912FCC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23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0AE3493A" w14:textId="54427CFB" w:rsidR="009C3521" w:rsidRPr="006C1367" w:rsidRDefault="00025110" w:rsidP="009C3521">
            <w:pPr>
              <w:rPr>
                <w:rFonts w:ascii="Verdana Pro Light" w:hAnsi="Verdana Pro Light"/>
                <w:sz w:val="18"/>
                <w:szCs w:val="18"/>
              </w:rPr>
            </w:pPr>
            <w:r w:rsidRPr="006C1367">
              <w:rPr>
                <w:rFonts w:ascii="Verdana Pro Light" w:hAnsi="Verdana Pro Light"/>
                <w:sz w:val="18"/>
                <w:szCs w:val="18"/>
              </w:rPr>
              <w:t>Implementar normas de segurança e saúde no trabalho no contexto da atividade arqueológica</w:t>
            </w:r>
          </w:p>
        </w:tc>
        <w:tc>
          <w:tcPr>
            <w:tcW w:w="1134" w:type="dxa"/>
            <w:vAlign w:val="center"/>
          </w:tcPr>
          <w:p w14:paraId="4C7CFEAD" w14:textId="24444A42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9C3521" w:rsidRPr="006C0318" w14:paraId="1FAB92AE" w14:textId="77777777" w:rsidTr="006C136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158ECF7" w14:textId="77777777" w:rsidR="009C3521" w:rsidRPr="006C0318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B878498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24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38F66BEC" w14:textId="7D5A4FC1" w:rsidR="009C3521" w:rsidRPr="006C1367" w:rsidRDefault="00025110" w:rsidP="009C3521">
            <w:pPr>
              <w:rPr>
                <w:rFonts w:ascii="Verdana Pro Light" w:hAnsi="Verdana Pro Light"/>
                <w:sz w:val="18"/>
                <w:szCs w:val="18"/>
              </w:rPr>
            </w:pPr>
            <w:r w:rsidRPr="006C1367">
              <w:rPr>
                <w:rFonts w:ascii="Verdana Pro Light" w:hAnsi="Verdana Pro Light"/>
                <w:sz w:val="18"/>
                <w:szCs w:val="18"/>
              </w:rPr>
              <w:t>Implementar normas legais da atividade arqueológica nacional</w:t>
            </w:r>
          </w:p>
        </w:tc>
        <w:tc>
          <w:tcPr>
            <w:tcW w:w="1134" w:type="dxa"/>
            <w:vAlign w:val="center"/>
          </w:tcPr>
          <w:p w14:paraId="6097191F" w14:textId="08405923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9C3521" w:rsidRPr="006C0318" w14:paraId="140C31DB" w14:textId="77777777" w:rsidTr="006C136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426DD94" w14:textId="77777777" w:rsidR="009C3521" w:rsidRPr="006C0318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20F2B5E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0AFF7C42" w14:textId="6673D6E2" w:rsidR="009C3521" w:rsidRPr="006C1367" w:rsidRDefault="00025110" w:rsidP="009C3521">
            <w:pPr>
              <w:rPr>
                <w:rFonts w:ascii="Verdana Pro Light" w:hAnsi="Verdana Pro Light"/>
                <w:sz w:val="18"/>
                <w:szCs w:val="18"/>
              </w:rPr>
            </w:pPr>
            <w:r w:rsidRPr="006C1367">
              <w:rPr>
                <w:rFonts w:ascii="Verdana Pro Light" w:hAnsi="Verdana Pro Light"/>
                <w:sz w:val="18"/>
                <w:szCs w:val="18"/>
              </w:rPr>
              <w:t>Prestar informação sobre a atividade arqueológica</w:t>
            </w:r>
          </w:p>
        </w:tc>
        <w:tc>
          <w:tcPr>
            <w:tcW w:w="1134" w:type="dxa"/>
            <w:vAlign w:val="center"/>
          </w:tcPr>
          <w:p w14:paraId="064EB1EB" w14:textId="1AA92872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9C3521" w:rsidRPr="006C0318" w14:paraId="54381C75" w14:textId="77777777" w:rsidTr="00EF41D5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E15BDA" w14:textId="77777777" w:rsidR="009C3521" w:rsidRPr="006C0318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A8D8401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26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720DCA9D" w14:textId="73C2F14D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1622E857" w14:textId="6EFFB22A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7EDBA054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7A89FF4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B0D193F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8E7C45" w14:textId="18B01E25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54262F9" w14:textId="6262FA41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317BACAE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AA2A75B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CFB3D2D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66CF80" w14:textId="40F9B08C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C332768" w14:textId="46FF0899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6E3AAE6F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09C5843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8F3065D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47F9B8" w14:textId="0461BBDF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A44032E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70F8C760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C42D767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B4E66A9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50582" w14:textId="347116EE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6713B31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16CA8BAB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305A264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A339B30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D55782" w14:textId="718975C9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B8ACC3F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701553DB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35CDF7B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CF67302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A70159" w14:textId="77777777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2EB8335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4BE506C3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D3EDCF6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FAFB27D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5F5F9E" w14:textId="77777777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FE41420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35CDAC98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C413956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D41718E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AE4235" w14:textId="77777777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22EBB20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5637F30C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E630143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7342A1A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3FFB38" w14:textId="77777777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C9549AC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182018A0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B73E99A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8D59568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D1962A" w14:textId="77777777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77AABDD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43CA17C2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25D75B6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6799ACF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34F348" w14:textId="77777777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465E334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62C31B3C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AFE4D76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8EE757E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1E4381" w14:textId="77777777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71098CF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08578DCA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1F8A50F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AE12F9A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0A39" w14:textId="77777777" w:rsidR="009C3521" w:rsidRPr="006A2B60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951207A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3AD6215D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1E72AF8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C68227E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0010AC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78C423E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16F517A5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3CAB949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33310D1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18FFF5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F2058A1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66BCFB8B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398D1DB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8B7B240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3E061C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87D373E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0B08A697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B0B0245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0631E27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88BF92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A2A1231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3376AB20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5EB9897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A49B95E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58FCD4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5E814E8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4B583A60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A8FAFDB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55A5E78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E6E961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393E22A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5738440B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2C45BE8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2067D65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54251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ACDE0DC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37EEFFB4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49737F5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84A834D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9BFDE2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467A9EF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47A4B0B4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6D479F9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05840A5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49EBB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03A4CE5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3B78354B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41BB61F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62676BE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A60256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7B45044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6B22C928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DA14A01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FA0ADF9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3F30B4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D3C3DFC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0A9C4E67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08BF0DA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3A3B5A3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7BEAE8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EEFA511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22C76578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9787500" w14:textId="77777777" w:rsidR="009C3521" w:rsidRPr="000B6869" w:rsidRDefault="009C3521" w:rsidP="009C3521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D2D4197" w14:textId="77777777" w:rsidR="009C3521" w:rsidRPr="000B6869" w:rsidRDefault="009C3521" w:rsidP="009C3521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3A075D" w14:textId="77777777" w:rsidR="009C3521" w:rsidRPr="00234037" w:rsidRDefault="009C3521" w:rsidP="009C352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9393587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C3521" w:rsidRPr="00712C22" w14:paraId="3CB80D15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68C75F3" w14:textId="77777777" w:rsidR="009C3521" w:rsidRPr="00346D6E" w:rsidRDefault="009C3521" w:rsidP="009C3521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595BE72" w14:textId="77777777" w:rsidR="009C3521" w:rsidRPr="00234037" w:rsidRDefault="009C3521" w:rsidP="009C352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7BDAA728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06BE6E6E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0E4BA325" w14:textId="77777777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>Para obter a qualificação de ______________________________,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3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____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____.</w:t>
            </w:r>
          </w:p>
        </w:tc>
      </w:tr>
    </w:tbl>
    <w:p w14:paraId="529F16FA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3C414452" w14:textId="77777777" w:rsidR="00AC6E34" w:rsidRPr="00DA3EB2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612684" w:rsidRPr="00712C22" w14:paraId="4EBA886D" w14:textId="77777777" w:rsidTr="00EF41D5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2EE6CCEA" w14:textId="77777777" w:rsidR="00612684" w:rsidRPr="00712C22" w:rsidRDefault="00612684" w:rsidP="00EF41D5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6F0B80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6F0B80"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674FFFA7" w14:textId="77777777" w:rsidR="00E82A9D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030F90EC" w14:textId="77777777" w:rsidR="00612684" w:rsidRPr="00712C22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07376CC1" w14:textId="77777777" w:rsidR="00612684" w:rsidRPr="00712C22" w:rsidRDefault="00612684" w:rsidP="00EF41D5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 w:rsidR="006F0B80"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453D25F" w14:textId="77777777" w:rsidR="00612684" w:rsidRPr="00712C22" w:rsidRDefault="00612684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1852E6" w:rsidRPr="00712C22" w14:paraId="0543A8E3" w14:textId="77777777" w:rsidTr="00EF41D5">
        <w:trPr>
          <w:trHeight w:val="316"/>
          <w:jc w:val="center"/>
        </w:trPr>
        <w:tc>
          <w:tcPr>
            <w:tcW w:w="1186" w:type="dxa"/>
            <w:vAlign w:val="center"/>
          </w:tcPr>
          <w:p w14:paraId="6510AD50" w14:textId="77777777" w:rsidR="001852E6" w:rsidRPr="00234037" w:rsidRDefault="001852E6" w:rsidP="001852E6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D5CF99" w14:textId="77777777" w:rsidR="001852E6" w:rsidRPr="006A2B60" w:rsidRDefault="001852E6" w:rsidP="001852E6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Cs/>
                <w:color w:val="ED7D31" w:themeColor="accent2"/>
                <w:sz w:val="18"/>
              </w:rPr>
            </w:pPr>
            <w:r w:rsidRPr="006A2B60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6489EBE2" w14:textId="6ECE2EFD" w:rsidR="001852E6" w:rsidRPr="006A2B60" w:rsidRDefault="006A2B60" w:rsidP="001852E6">
            <w:pPr>
              <w:rPr>
                <w:rFonts w:ascii="Verdana Pro Light" w:hAnsi="Verdana Pro Light"/>
                <w:bCs/>
                <w:color w:val="ED7D31" w:themeColor="accent2"/>
                <w:sz w:val="18"/>
                <w:szCs w:val="18"/>
              </w:rPr>
            </w:pPr>
            <w:r w:rsidRPr="006A2B60">
              <w:rPr>
                <w:rFonts w:ascii="Verdana Pro Light" w:eastAsia="Arial Unicode MS" w:hAnsi="Verdana Pro Light" w:cs="Times New Roman"/>
                <w:bCs/>
                <w:color w:val="ED7D31" w:themeColor="accent2"/>
                <w:sz w:val="18"/>
                <w:szCs w:val="18"/>
              </w:rPr>
              <w:t>Fotografar objetos para documentação visual e efetuar o tratamento de imagem analógica</w:t>
            </w:r>
          </w:p>
        </w:tc>
        <w:tc>
          <w:tcPr>
            <w:tcW w:w="1134" w:type="dxa"/>
            <w:vAlign w:val="center"/>
          </w:tcPr>
          <w:p w14:paraId="1A2B2C00" w14:textId="54E7BA97" w:rsidR="001852E6" w:rsidRPr="00234037" w:rsidRDefault="00597AB8" w:rsidP="001852E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5236BE" w:rsidRPr="00712C22" w14:paraId="4DA8012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FB2B860" w14:textId="77777777" w:rsidR="005236BE" w:rsidRPr="00234037" w:rsidRDefault="005236BE" w:rsidP="005236B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657FF49" w14:textId="77777777" w:rsidR="005236BE" w:rsidRPr="00712C22" w:rsidRDefault="005236BE" w:rsidP="005236B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08E96725" w14:textId="166A4897" w:rsidR="005236BE" w:rsidRPr="00234037" w:rsidRDefault="005236BE" w:rsidP="005236BE">
            <w:pPr>
              <w:rPr>
                <w:rFonts w:ascii="Verdana Pro Light" w:hAnsi="Verdana Pro Light"/>
                <w:sz w:val="18"/>
                <w:szCs w:val="18"/>
              </w:rPr>
            </w:pPr>
            <w:r w:rsidRPr="008977F0">
              <w:rPr>
                <w:rFonts w:ascii="Verdana Pro Light" w:hAnsi="Verdana Pro Light"/>
                <w:sz w:val="18"/>
                <w:szCs w:val="18"/>
              </w:rPr>
              <w:t>Comunicar e interagir em língua estrangeira - Alemão</w:t>
            </w:r>
          </w:p>
        </w:tc>
        <w:tc>
          <w:tcPr>
            <w:tcW w:w="1134" w:type="dxa"/>
            <w:vAlign w:val="center"/>
          </w:tcPr>
          <w:p w14:paraId="7D269ED3" w14:textId="7EB39FA0" w:rsidR="005236BE" w:rsidRPr="00234037" w:rsidRDefault="00365F61" w:rsidP="005236BE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5236BE" w:rsidRPr="00712C22" w14:paraId="3F02281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1423DB8" w14:textId="77777777" w:rsidR="005236BE" w:rsidRPr="00234037" w:rsidRDefault="005236BE" w:rsidP="005236B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4686ED" w14:textId="77777777" w:rsidR="005236BE" w:rsidRPr="000B6869" w:rsidRDefault="005236BE" w:rsidP="005236B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1DB2E5BA" w14:textId="7FDEC514" w:rsidR="005236BE" w:rsidRPr="00234037" w:rsidRDefault="005236BE" w:rsidP="005236BE">
            <w:pPr>
              <w:rPr>
                <w:rFonts w:ascii="Verdana Pro Light" w:hAnsi="Verdana Pro Light"/>
                <w:sz w:val="18"/>
                <w:szCs w:val="18"/>
              </w:rPr>
            </w:pPr>
            <w:r w:rsidRPr="008977F0">
              <w:rPr>
                <w:rFonts w:ascii="Verdana Pro Light" w:hAnsi="Verdana Pro Light"/>
                <w:sz w:val="18"/>
                <w:szCs w:val="18"/>
              </w:rPr>
              <w:t>Comunicar e interagir em língua estrangeira - Francês</w:t>
            </w:r>
          </w:p>
        </w:tc>
        <w:tc>
          <w:tcPr>
            <w:tcW w:w="1134" w:type="dxa"/>
            <w:vAlign w:val="center"/>
          </w:tcPr>
          <w:p w14:paraId="7323C9D0" w14:textId="4D8739DE" w:rsidR="005236BE" w:rsidRPr="00234037" w:rsidRDefault="00365F61" w:rsidP="005236BE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5236BE" w:rsidRPr="00712C22" w14:paraId="6FB590AD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0C82FF3" w14:textId="77777777" w:rsidR="005236BE" w:rsidRPr="00234037" w:rsidRDefault="005236BE" w:rsidP="005236B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AE46F52" w14:textId="77777777" w:rsidR="005236BE" w:rsidRPr="000B6869" w:rsidRDefault="005236BE" w:rsidP="005236B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188F61CD" w14:textId="203B9677" w:rsidR="005236BE" w:rsidRPr="00234037" w:rsidRDefault="005236BE" w:rsidP="005236BE">
            <w:pPr>
              <w:rPr>
                <w:rFonts w:ascii="Verdana Pro Light" w:hAnsi="Verdana Pro Light"/>
                <w:sz w:val="18"/>
                <w:szCs w:val="18"/>
              </w:rPr>
            </w:pPr>
            <w:r w:rsidRPr="008977F0">
              <w:rPr>
                <w:rFonts w:ascii="Verdana Pro Light" w:hAnsi="Verdana Pro Light"/>
                <w:sz w:val="18"/>
                <w:szCs w:val="18"/>
              </w:rPr>
              <w:t>Comunicar e interagir em língua estrangeira - Espanhol</w:t>
            </w:r>
          </w:p>
        </w:tc>
        <w:tc>
          <w:tcPr>
            <w:tcW w:w="1134" w:type="dxa"/>
            <w:vAlign w:val="center"/>
          </w:tcPr>
          <w:p w14:paraId="4FA7B41D" w14:textId="5B3F917F" w:rsidR="005236BE" w:rsidRPr="00234037" w:rsidRDefault="00365F61" w:rsidP="005236BE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12684" w:rsidRPr="00712C22" w14:paraId="40692F2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7C3C61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250EB5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58B21BCE" w14:textId="516FCD8A" w:rsidR="00612684" w:rsidRPr="00234037" w:rsidRDefault="00025110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025110">
              <w:rPr>
                <w:rFonts w:ascii="Verdana Pro Light" w:hAnsi="Verdana Pro Light"/>
                <w:sz w:val="18"/>
                <w:szCs w:val="18"/>
              </w:rPr>
              <w:t>Acompanhar atividades culturais integradas nos sítios arqueológicos para a comunidade escolar e o público em geral</w:t>
            </w:r>
          </w:p>
        </w:tc>
        <w:tc>
          <w:tcPr>
            <w:tcW w:w="1134" w:type="dxa"/>
            <w:vAlign w:val="center"/>
          </w:tcPr>
          <w:p w14:paraId="43E196F6" w14:textId="105A07B9" w:rsidR="00612684" w:rsidRPr="00234037" w:rsidRDefault="00597AB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12684" w:rsidRPr="00712C22" w14:paraId="7882D784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E422E67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FAF357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15564D37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DCED28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36E5538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E92E7CD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4D37F42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70C5F45F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3CC1D7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620E84C1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6C18C8D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A39CD66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3689832B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79DC8A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27A0B992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207CC28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03017E2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301134E2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269EA4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746C185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FBCE29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620D69B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14D5DEBD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CEB7BF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6ED410E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1EEA87B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C25FA8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1ADC9C4E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6521F2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6284892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89AA0BA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F14DBCF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1E415EAE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DA01D1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09B5D0FE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18DF83B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78B439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47A69871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33078F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27322C56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F1F6429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52421A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78BEA4AD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C07AC2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18D26886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ADB9A23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5B501B6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6C0F8A84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41DD45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10C08E7F" w14:textId="77777777" w:rsidTr="00EF41D5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00A8F5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35E9565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1E962E18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72FF80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7C6FC78E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6274C12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C9E2647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0A2F6689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7D493F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4799AF9A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7479256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FC5E1E8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25785401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3B7239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3C9D0C41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DF277F1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9F03FF5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60D24097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04CF99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39B2261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FEBF433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043985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1F1F79DC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92BEE5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37E52D65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26C2477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9BF901F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1508B328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CDD15A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367AD7DE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E0B46A8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A27DC9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22</w:t>
            </w:r>
          </w:p>
        </w:tc>
        <w:tc>
          <w:tcPr>
            <w:tcW w:w="6094" w:type="dxa"/>
            <w:vAlign w:val="center"/>
          </w:tcPr>
          <w:p w14:paraId="11C07172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CCEBB2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53A79875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1B82F13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1F2B40F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23</w:t>
            </w:r>
          </w:p>
        </w:tc>
        <w:tc>
          <w:tcPr>
            <w:tcW w:w="6094" w:type="dxa"/>
            <w:vAlign w:val="center"/>
          </w:tcPr>
          <w:p w14:paraId="46F27A37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4776DB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F510A3" w:rsidRPr="00712C22" w14:paraId="5E765A86" w14:textId="77777777" w:rsidTr="00D9424D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210792D0" w14:textId="77777777" w:rsidR="00F510A3" w:rsidRDefault="00F510A3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15B1039" w14:textId="77777777" w:rsidR="00E27014" w:rsidRDefault="00E2701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F755253" w14:textId="77777777" w:rsidR="00E27014" w:rsidRDefault="00E2701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4B453DD" w14:textId="77777777" w:rsidR="00E27014" w:rsidRDefault="00E2701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031209C" w14:textId="77777777" w:rsidR="00E27014" w:rsidRDefault="00E2701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6F478DA" w14:textId="77777777" w:rsidR="00E27014" w:rsidRDefault="00E2701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25F07CD" w14:textId="77777777" w:rsidR="00E27014" w:rsidRDefault="00E2701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FBF3377" w14:textId="77777777" w:rsidR="00E27014" w:rsidRDefault="00E2701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881A500" w14:textId="77777777" w:rsidR="00E27014" w:rsidRDefault="00E2701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78B1A21" w14:textId="77777777" w:rsidR="00E27014" w:rsidRPr="00234037" w:rsidRDefault="00E2701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F510A3" w:rsidRPr="00712C22" w14:paraId="63B20E66" w14:textId="77777777" w:rsidTr="00430953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7D7BAE27" w14:textId="77777777" w:rsidR="00F510A3" w:rsidRPr="00234037" w:rsidRDefault="006F276D" w:rsidP="006F276D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 xml:space="preserve">Total de pontos de crédito da </w:t>
            </w:r>
            <w:r w:rsidR="0087470B"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componente de formação t</w:t>
            </w: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ecnológica</w:t>
            </w:r>
          </w:p>
        </w:tc>
        <w:tc>
          <w:tcPr>
            <w:tcW w:w="1134" w:type="dxa"/>
            <w:vAlign w:val="center"/>
          </w:tcPr>
          <w:p w14:paraId="0CD50874" w14:textId="77777777" w:rsidR="00F510A3" w:rsidRPr="00234037" w:rsidRDefault="00F510A3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40DF4B1A" w14:textId="77777777" w:rsidR="00727CAB" w:rsidRPr="003D1065" w:rsidRDefault="00727CAB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2DD1093A" w14:textId="77777777" w:rsidR="00922CDB" w:rsidRDefault="00922CDB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p w14:paraId="5150FB70" w14:textId="5C57C297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27CAB" w:rsidRPr="00136AD8" w14:paraId="38425352" w14:textId="77777777" w:rsidTr="00EF41D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ACACD1B" w14:textId="41E6B8C5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7D3E1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12B6158" w14:textId="663B9182" w:rsidR="00727CAB" w:rsidRPr="009C256C" w:rsidRDefault="00325C1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25C1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Efetuar pesquisas bibliográficas</w:t>
            </w:r>
            <w:r w:rsidR="001A2F4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,</w:t>
            </w:r>
            <w:r w:rsidRPr="00325C1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documentais e cartográficas</w:t>
            </w:r>
          </w:p>
        </w:tc>
      </w:tr>
      <w:tr w:rsidR="00727CAB" w:rsidRPr="00136AD8" w14:paraId="6E2FA781" w14:textId="77777777" w:rsidTr="00EF41D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3834F46" w14:textId="09544186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</w:t>
            </w:r>
            <w:r w:rsidR="00C849F3">
              <w:rPr>
                <w:rFonts w:ascii="Verdana Pro Light" w:hAnsi="Verdana Pro Light" w:cs="Times New Roman"/>
                <w:smallCaps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E7E6E6" w:themeFill="background2"/>
          </w:tcPr>
          <w:p w14:paraId="3F850C24" w14:textId="1739C69F" w:rsidR="00727CAB" w:rsidRPr="00136AD8" w:rsidRDefault="007227D7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Pe</w:t>
            </w:r>
            <w:r w:rsidR="00325C18" w:rsidRPr="00325C18">
              <w:rPr>
                <w:rFonts w:ascii="Verdana Pro Light" w:eastAsia="Arial Unicode MS" w:hAnsi="Verdana Pro Light" w:cs="Times New Roman"/>
                <w:sz w:val="18"/>
                <w:szCs w:val="18"/>
              </w:rPr>
              <w:t>squisas bibliográficas, documentais e cartográficas</w:t>
            </w:r>
          </w:p>
        </w:tc>
      </w:tr>
    </w:tbl>
    <w:p w14:paraId="3539E551" w14:textId="77777777" w:rsidR="00727CAB" w:rsidRPr="00136AD8" w:rsidRDefault="00727CAB" w:rsidP="00727CA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BEE3C00" w14:textId="31447EDD" w:rsidR="00727CAB" w:rsidRPr="00135DCC" w:rsidRDefault="00727CAB" w:rsidP="00135DC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1" w:name="_bookmark5"/>
      <w:bookmarkEnd w:id="1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610FB9"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27CAB" w:rsidRPr="00136AD8" w14:paraId="55A17D40" w14:textId="77777777" w:rsidTr="2BF11BB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807F53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27CAB" w:rsidRPr="00136AD8" w14:paraId="212B293D" w14:textId="77777777" w:rsidTr="2BF11BB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5C7F0A" w14:textId="4A926BD3" w:rsidR="00334AF0" w:rsidRDefault="00727CAB" w:rsidP="004F1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1E5C4F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34AF0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o plano de ação e/ou as orientações do arqueólogo relativas à intervenção a realizar</w:t>
            </w:r>
          </w:p>
          <w:p w14:paraId="129B3C44" w14:textId="7DB994ED" w:rsidR="00922CDB" w:rsidRDefault="00334AF0" w:rsidP="004F1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="00F4408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922C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Pesquisar </w:t>
            </w:r>
            <w:r w:rsidR="00CB077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documental </w:t>
            </w:r>
            <w:r w:rsidR="00922CDB"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relativa ao local a investigar</w:t>
            </w:r>
            <w:r w:rsidR="00CB077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r w:rsidR="00C147C9">
              <w:rPr>
                <w:rFonts w:ascii="Verdana Pro Light" w:eastAsia="Arial Unicode MS" w:hAnsi="Verdana Pro Light" w:cs="Arial Unicode MS"/>
                <w:sz w:val="18"/>
                <w:szCs w:val="18"/>
              </w:rPr>
              <w:t>mapas, registos de propriedade</w:t>
            </w:r>
            <w:r w:rsidR="00B772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="00B40967">
              <w:rPr>
                <w:rFonts w:ascii="Verdana Pro Light" w:eastAsia="Arial Unicode MS" w:hAnsi="Verdana Pro Light" w:cs="Arial Unicode MS"/>
                <w:sz w:val="18"/>
                <w:szCs w:val="18"/>
              </w:rPr>
              <w:t>bibliografia,</w:t>
            </w:r>
            <w:r w:rsidR="009934C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bases de dados,</w:t>
            </w:r>
            <w:r w:rsidR="00B409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B772ED">
              <w:rPr>
                <w:rFonts w:ascii="Verdana Pro Light" w:eastAsia="Arial Unicode MS" w:hAnsi="Verdana Pro Light" w:cs="Arial Unicode MS"/>
                <w:sz w:val="18"/>
                <w:szCs w:val="18"/>
              </w:rPr>
              <w:t>documentos variados)</w:t>
            </w:r>
          </w:p>
          <w:p w14:paraId="12FC1A12" w14:textId="27C85BC7" w:rsidR="00F07150" w:rsidRPr="00F07150" w:rsidRDefault="00362AC0" w:rsidP="00F0715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715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B4807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F0715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F07150" w:rsidRPr="00F0715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Coletar informações de fontes locais, como moradores e comunidades</w:t>
            </w:r>
            <w:r w:rsidR="00867A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</w:t>
            </w:r>
            <w:r w:rsidR="007D0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F07150" w:rsidRPr="00F0715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através de </w:t>
            </w:r>
            <w:r w:rsidR="00F0715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entrevistas</w:t>
            </w:r>
          </w:p>
          <w:p w14:paraId="090F0B24" w14:textId="2EABD3EA" w:rsidR="001A7C6A" w:rsidRPr="00F45DD2" w:rsidRDefault="00727CAB" w:rsidP="00B666E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C00000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9438A7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A5AA0" w:rsidRPr="00EA5AA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F5636D">
              <w:rPr>
                <w:rFonts w:ascii="Verdana Pro Light" w:eastAsia="Arial Unicode MS" w:hAnsi="Verdana Pro Light" w:cs="Arial Unicode MS"/>
                <w:sz w:val="18"/>
                <w:szCs w:val="18"/>
              </w:rPr>
              <w:t>Redigir</w:t>
            </w:r>
            <w:r w:rsidR="00334AF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relatório de caracterização da intervenção arqueológica a realiz</w:t>
            </w:r>
            <w:r w:rsidR="00B666E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 </w:t>
            </w:r>
          </w:p>
        </w:tc>
      </w:tr>
      <w:tr w:rsidR="00727CAB" w:rsidRPr="00136AD8" w14:paraId="300336B6" w14:textId="77777777" w:rsidTr="2BF11BB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D9D5BD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E97F90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2CF913A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27CAB" w:rsidRPr="00136AD8" w14:paraId="5AA1A29E" w14:textId="77777777" w:rsidTr="00556FE7">
        <w:trPr>
          <w:trHeight w:val="126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327FF" w14:textId="5072EACB" w:rsidR="00B34419" w:rsidRDefault="00514C65" w:rsidP="00B344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C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Prospeção Arqueológica</w:t>
            </w:r>
            <w:r w:rsidR="00E622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</w:p>
          <w:p w14:paraId="7E0F2BE9" w14:textId="40AC82CC" w:rsidR="00E6222C" w:rsidRDefault="00E6222C" w:rsidP="00D351B5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Metodologias e técnicas</w:t>
            </w:r>
          </w:p>
          <w:p w14:paraId="3E64BA42" w14:textId="2DADA3EF" w:rsidR="00D351B5" w:rsidRDefault="00D351B5" w:rsidP="00D351B5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e fases da prospeção</w:t>
            </w:r>
          </w:p>
          <w:p w14:paraId="78758264" w14:textId="2F983EB2" w:rsidR="00334AF0" w:rsidRDefault="00334AF0" w:rsidP="00347BF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de informação em arqueologia: fontes primárias e secundárias</w:t>
            </w:r>
          </w:p>
          <w:p w14:paraId="08FAB8A4" w14:textId="78BBC7B1" w:rsidR="002605A1" w:rsidRDefault="002471CD" w:rsidP="00347BF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2605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 conceitos, aplicações em arqueologia e ferramentas</w:t>
            </w:r>
          </w:p>
          <w:p w14:paraId="43696C9A" w14:textId="77777777" w:rsidR="002471CD" w:rsidRDefault="002471CD" w:rsidP="00247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Topografia: conceitos, aplicações em arqueologia e ferramentas</w:t>
            </w:r>
          </w:p>
          <w:p w14:paraId="7BD8A655" w14:textId="77777777" w:rsidR="00D601EF" w:rsidRPr="00F76E5C" w:rsidRDefault="00D601EF" w:rsidP="00D601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76E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Cartas e inventários arqueológicos: processo de elaboração; tipos de cartas arqueológicas; esquemas e componentes de uma carta arqueológica</w:t>
            </w:r>
          </w:p>
          <w:p w14:paraId="0BEBA1BD" w14:textId="7F9C0321" w:rsidR="005556CF" w:rsidRDefault="00056D42" w:rsidP="0079017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representação de dados em mapas</w:t>
            </w:r>
          </w:p>
          <w:p w14:paraId="5BC88CE1" w14:textId="640133CA" w:rsidR="00334AF0" w:rsidRPr="002D68F3" w:rsidRDefault="002D68F3" w:rsidP="00F065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68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recolha de informação através da entrevista: preparação e condução; tratamento da informação recolhida</w:t>
            </w:r>
          </w:p>
          <w:p w14:paraId="7313C9F7" w14:textId="1B3B9795" w:rsidR="00664820" w:rsidRPr="004E7D00" w:rsidRDefault="00334AF0" w:rsidP="000E005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Relatórios técnicos da intervenção arqueológica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E5450" w14:textId="788EBDA4" w:rsidR="00CB0778" w:rsidRDefault="00851155" w:rsidP="00BC5D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511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planos de ação relativamente à intervenção a realizar</w:t>
            </w:r>
          </w:p>
          <w:p w14:paraId="062453A9" w14:textId="52CA5446" w:rsidR="00442E14" w:rsidRDefault="00AB1AA6" w:rsidP="00D819E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27D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caracterizar sítios e contextos arqueológicos, no seu quadro ambiental e natural</w:t>
            </w:r>
          </w:p>
          <w:p w14:paraId="5BCE0A33" w14:textId="26DF0D23" w:rsidR="00BA3961" w:rsidRPr="00AB1AA6" w:rsidRDefault="00BA3961" w:rsidP="00D819E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fontes de informação </w:t>
            </w:r>
            <w:r w:rsidR="005D23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primárias e secundárias</w:t>
            </w:r>
            <w:r w:rsidR="00844F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específicas da arqueologia </w:t>
            </w:r>
          </w:p>
          <w:p w14:paraId="5AA04058" w14:textId="77777777" w:rsidR="00844FA6" w:rsidRDefault="00844FA6" w:rsidP="00844F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pesquisa e seleção de bibliografia</w:t>
            </w:r>
          </w:p>
          <w:p w14:paraId="3BF16A14" w14:textId="77777777" w:rsidR="00844FA6" w:rsidRDefault="00844FA6" w:rsidP="00844F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C82B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origem dos nomes de lugares (toponímia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 w:rsidRPr="00C82B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arqueológicos</w:t>
            </w:r>
          </w:p>
          <w:p w14:paraId="5EC00B50" w14:textId="370D839F" w:rsidR="00AB1AA6" w:rsidRDefault="00DC6607" w:rsidP="00D819E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Recolher </w:t>
            </w:r>
            <w:r w:rsidR="00FC1F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interpretar</w:t>
            </w:r>
            <w:r w:rsidR="00D819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416E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cartas e dados</w:t>
            </w:r>
            <w:r w:rsidR="00FC1F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cartográficos.</w:t>
            </w:r>
            <w:r w:rsidR="00AB1AA6" w:rsidRPr="00927D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C141267" w14:textId="1DCDD1B5" w:rsidR="00FC1F47" w:rsidRDefault="00334AF0" w:rsidP="00FC1F4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condução de </w:t>
            </w:r>
            <w:r w:rsidR="00FC1F47" w:rsidRPr="00BB64F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entrevistas</w:t>
            </w:r>
            <w:r w:rsidR="0035445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EC806C0" w14:textId="7A506429" w:rsidR="00BC32AC" w:rsidRDefault="00BC32AC" w:rsidP="00FC1F4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e tratar a informação recolhida das entrevistas</w:t>
            </w:r>
          </w:p>
          <w:p w14:paraId="74C0D209" w14:textId="6B1961AD" w:rsidR="007227D7" w:rsidRDefault="003E192B" w:rsidP="00FC1F4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E19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Redigir relatórios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intervenção arqueológica</w:t>
            </w:r>
            <w:r w:rsidRPr="003E19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629A99A" w14:textId="7538D713" w:rsidR="004C382C" w:rsidRPr="004C382C" w:rsidRDefault="004C382C" w:rsidP="007227D7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0835D" w14:textId="77777777" w:rsidR="005B4FAE" w:rsidRDefault="005B4FAE" w:rsidP="005B4F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6F461BCE" w14:textId="20BF3755" w:rsidR="006A3019" w:rsidRPr="004F198C" w:rsidRDefault="006A3019" w:rsidP="005B4F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das suas funções</w:t>
            </w:r>
          </w:p>
          <w:p w14:paraId="619CF9A0" w14:textId="77777777" w:rsidR="004F198C" w:rsidRPr="004F198C" w:rsidRDefault="004F198C" w:rsidP="004F19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5E214AB0" w14:textId="77777777" w:rsidR="004F198C" w:rsidRPr="004F198C" w:rsidRDefault="004F198C" w:rsidP="004F19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3E3B1A6E" w14:textId="77777777" w:rsidR="004F198C" w:rsidRPr="004F198C" w:rsidRDefault="004F198C" w:rsidP="004F19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C71B54A" w14:textId="77777777" w:rsidR="004F198C" w:rsidRPr="004F198C" w:rsidRDefault="004F198C" w:rsidP="004F19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4C8D6F89" w14:textId="5654DC26" w:rsidR="00727CAB" w:rsidRDefault="007C6939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cultural</w:t>
            </w:r>
          </w:p>
          <w:p w14:paraId="01775918" w14:textId="77777777" w:rsidR="00727CAB" w:rsidRPr="00716B4D" w:rsidRDefault="00727CAB" w:rsidP="00716B4D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5E86A62" w14:textId="77777777" w:rsidR="00727CAB" w:rsidRDefault="00727CAB" w:rsidP="00727CA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5DC31A4" w14:textId="7A95B1AB" w:rsidR="00727CAB" w:rsidRPr="00F87025" w:rsidRDefault="00727CAB" w:rsidP="00135DCC">
      <w:pPr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smallCaps/>
        </w:rPr>
        <w:br w:type="page"/>
      </w: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B694BCC" w14:textId="77777777" w:rsidR="00727CAB" w:rsidRPr="00F20E6F" w:rsidRDefault="00727CAB" w:rsidP="00727CA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18DCE8B" w14:textId="09AFBA1F" w:rsidR="00727CAB" w:rsidRDefault="004F117D" w:rsidP="000F1F9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F1F97">
        <w:rPr>
          <w:rFonts w:ascii="Verdana Pro Light" w:eastAsia="Arial Unicode MS" w:hAnsi="Verdana Pro Light" w:cs="Arial Unicode MS"/>
          <w:sz w:val="18"/>
          <w:szCs w:val="18"/>
        </w:rPr>
        <w:t xml:space="preserve">Conjugando diversas técnicas e fontes de informação </w:t>
      </w:r>
    </w:p>
    <w:p w14:paraId="4FA775D5" w14:textId="12677C58" w:rsidR="005B58A7" w:rsidRPr="0064164C" w:rsidRDefault="005B58A7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 Aplicando as técnicas de pesquisa </w:t>
      </w:r>
      <w:r w:rsidR="000276F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específicas da arqueologia</w:t>
      </w:r>
      <w:r w:rsidR="00C64F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em fontes d</w:t>
      </w:r>
      <w:r w:rsidR="00F74A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 informação </w:t>
      </w:r>
      <w:r w:rsidR="00C64F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diversas (arquivos</w:t>
      </w:r>
      <w:r w:rsidR="003E2E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museus, centros de investigação, publicações, bases de dados, etc.) </w:t>
      </w:r>
    </w:p>
    <w:p w14:paraId="420BBB15" w14:textId="1DF182B3" w:rsidR="00D44073" w:rsidRDefault="004F117D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3E19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3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4407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</w:t>
      </w:r>
      <w:r w:rsidR="00145B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espeitando </w:t>
      </w:r>
      <w:r w:rsidR="00BA5C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 regras de condução de entrevistas individuais e de grupo</w:t>
      </w:r>
    </w:p>
    <w:p w14:paraId="67ACE0C3" w14:textId="254377AA" w:rsidR="00727CAB" w:rsidRPr="008A0037" w:rsidRDefault="004F117D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8A0037"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3E192B"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8A0037"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8A0037">
        <w:rPr>
          <w:rFonts w:ascii="Verdana Pro Light" w:eastAsia="Arial Unicode MS" w:hAnsi="Verdana Pro Light" w:cs="Arial Unicode MS"/>
          <w:sz w:val="18"/>
          <w:szCs w:val="18"/>
        </w:rPr>
        <w:tab/>
      </w:r>
      <w:r w:rsidR="00A10A3E">
        <w:rPr>
          <w:rFonts w:ascii="Verdana Pro Light" w:eastAsia="Arial Unicode MS" w:hAnsi="Verdana Pro Light" w:cs="Arial Unicode MS"/>
          <w:sz w:val="18"/>
          <w:szCs w:val="18"/>
        </w:rPr>
        <w:t xml:space="preserve">Demostrando sensibilidade </w:t>
      </w:r>
      <w:r w:rsidR="007C07D8">
        <w:rPr>
          <w:rFonts w:ascii="Verdana Pro Light" w:eastAsia="Arial Unicode MS" w:hAnsi="Verdana Pro Light" w:cs="Arial Unicode MS"/>
          <w:sz w:val="18"/>
          <w:szCs w:val="18"/>
        </w:rPr>
        <w:t xml:space="preserve">cultural e rigor na investigação  </w:t>
      </w:r>
    </w:p>
    <w:p w14:paraId="6E377F44" w14:textId="77777777" w:rsidR="00727CAB" w:rsidRPr="00136AD8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1A3927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D59F007" w14:textId="5E5A14A8" w:rsidR="002D041B" w:rsidRPr="002D041B" w:rsidRDefault="00F24A9A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</w:t>
      </w:r>
      <w:r w:rsidR="005F39F5">
        <w:rPr>
          <w:rFonts w:ascii="Verdana Pro Light" w:eastAsia="Arial Unicode MS" w:hAnsi="Verdana Pro Light" w:cs="Arial Unicode MS"/>
          <w:sz w:val="18"/>
          <w:szCs w:val="18"/>
        </w:rPr>
        <w:t>, universidades</w:t>
      </w:r>
      <w:r w:rsidR="00312720">
        <w:rPr>
          <w:rFonts w:ascii="Verdana Pro Light" w:eastAsia="Arial Unicode MS" w:hAnsi="Verdana Pro Light" w:cs="Arial Unicode MS"/>
          <w:sz w:val="18"/>
          <w:szCs w:val="18"/>
        </w:rPr>
        <w:t>,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154EA7">
        <w:rPr>
          <w:rFonts w:ascii="Verdana Pro Light" w:eastAsia="Arial Unicode MS" w:hAnsi="Verdana Pro Light" w:cs="Arial Unicode MS"/>
          <w:sz w:val="18"/>
          <w:szCs w:val="18"/>
        </w:rPr>
        <w:t xml:space="preserve">museus, </w:t>
      </w:r>
      <w:r>
        <w:rPr>
          <w:rFonts w:ascii="Verdana Pro Light" w:eastAsia="Arial Unicode MS" w:hAnsi="Verdana Pro Light" w:cs="Arial Unicode MS"/>
          <w:sz w:val="18"/>
          <w:szCs w:val="18"/>
        </w:rPr>
        <w:t>etc</w:t>
      </w:r>
      <w:r w:rsidR="000136FC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>);</w:t>
      </w:r>
      <w:r w:rsidRPr="00F24A9A">
        <w:t xml:space="preserve"> </w:t>
      </w:r>
    </w:p>
    <w:p w14:paraId="21E0F656" w14:textId="77777777" w:rsidR="002D041B" w:rsidRDefault="00DD6028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="00991FEA">
        <w:rPr>
          <w:rFonts w:ascii="Verdana Pro Light" w:eastAsia="Arial Unicode MS" w:hAnsi="Verdana Pro Light" w:cs="Arial Unicode MS"/>
          <w:sz w:val="18"/>
          <w:szCs w:val="18"/>
        </w:rPr>
        <w:t xml:space="preserve">mpresas privadas de recuperação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 </w:t>
      </w:r>
      <w:r w:rsidR="00991FEA">
        <w:rPr>
          <w:rFonts w:ascii="Verdana Pro Light" w:eastAsia="Arial Unicode MS" w:hAnsi="Verdana Pro Light" w:cs="Arial Unicode MS"/>
          <w:sz w:val="18"/>
          <w:szCs w:val="18"/>
        </w:rPr>
        <w:t>patrimóni</w:t>
      </w:r>
      <w:r w:rsidR="009D62F0">
        <w:rPr>
          <w:rFonts w:ascii="Verdana Pro Light" w:eastAsia="Arial Unicode MS" w:hAnsi="Verdana Pro Light" w:cs="Arial Unicode MS"/>
          <w:sz w:val="18"/>
          <w:szCs w:val="18"/>
        </w:rPr>
        <w:t>o</w:t>
      </w:r>
      <w:r>
        <w:rPr>
          <w:rFonts w:ascii="Verdana Pro Light" w:eastAsia="Arial Unicode MS" w:hAnsi="Verdana Pro Light" w:cs="Arial Unicode MS"/>
          <w:sz w:val="18"/>
          <w:szCs w:val="18"/>
        </w:rPr>
        <w:t>;</w:t>
      </w:r>
      <w:r w:rsidR="00F24A9A"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265ECACE" w14:textId="40D76240" w:rsidR="00727CAB" w:rsidRPr="00984B30" w:rsidRDefault="00F24A9A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 w:rsidR="004F1D7D"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 w:rsidR="004F1D7D"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 w:rsidR="004F1D7D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322CDE">
        <w:rPr>
          <w:rFonts w:ascii="Verdana Pro Light" w:eastAsia="Arial Unicode MS" w:hAnsi="Verdana Pro Light" w:cs="Arial Unicode MS"/>
          <w:sz w:val="18"/>
          <w:szCs w:val="18"/>
        </w:rPr>
        <w:t>(ONG)</w:t>
      </w:r>
    </w:p>
    <w:p w14:paraId="1D971A87" w14:textId="77777777" w:rsidR="00727CAB" w:rsidRPr="00984B30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8E170C7" w14:textId="77777777" w:rsidR="00727CAB" w:rsidRPr="00984B30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B063EE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F64894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5A55455" w14:textId="77777777" w:rsidR="00F835F5" w:rsidRPr="009A5236" w:rsidRDefault="00F835F5" w:rsidP="00F835F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Fontes de informação diversas (museus, arquivos, bibliotecas, jornais, centros de investigação, etc.)</w:t>
      </w:r>
    </w:p>
    <w:p w14:paraId="7A255942" w14:textId="7B0BDE47" w:rsidR="009309EB" w:rsidRDefault="008E3593" w:rsidP="0063354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 e regulamentos</w:t>
      </w:r>
    </w:p>
    <w:p w14:paraId="6B4B0232" w14:textId="07366FD3" w:rsidR="00727CAB" w:rsidRPr="00501DC8" w:rsidRDefault="008E3593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Normas e procedimentos internos</w:t>
      </w:r>
      <w:r w:rsidR="008A0037">
        <w:rPr>
          <w:rFonts w:ascii="Verdana Pro Light" w:eastAsia="Arial Unicode MS" w:hAnsi="Verdana Pro Light" w:cs="Arial Unicode MS"/>
          <w:sz w:val="18"/>
          <w:szCs w:val="18"/>
        </w:rPr>
        <w:t xml:space="preserve"> da organização </w:t>
      </w:r>
    </w:p>
    <w:p w14:paraId="16F8B2D6" w14:textId="57E7460E" w:rsidR="00727CAB" w:rsidRPr="00325C18" w:rsidRDefault="008A0037" w:rsidP="00325C1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Sistema informático e aplicações específicas de recolha e tratamento de informação </w:t>
      </w:r>
    </w:p>
    <w:p w14:paraId="5DF166C0" w14:textId="77777777" w:rsidR="00727CAB" w:rsidRPr="00501DC8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FFB7A2" w14:textId="77777777" w:rsidR="00727CAB" w:rsidRPr="00501DC8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D347A33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140C0C9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3092B8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79836B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B39343" w14:textId="77777777" w:rsidR="00727CAB" w:rsidRPr="00501DC8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22540B1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2F877C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4D1DE1D" w14:textId="77777777" w:rsidR="00727CAB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54056E" w14:textId="77777777" w:rsidR="00193DA2" w:rsidRDefault="00193DA2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5056FA" w14:textId="77777777" w:rsidR="0053794C" w:rsidRDefault="0053794C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B2E932" w14:textId="77777777" w:rsidR="00F835F5" w:rsidRDefault="00F835F5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438DF0" w14:textId="77777777" w:rsidR="00325C18" w:rsidRDefault="00325C18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62C6AE" w14:textId="77777777" w:rsidR="00325C18" w:rsidRPr="00051C79" w:rsidRDefault="00325C18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82B146" w14:textId="77777777" w:rsidR="00193DA2" w:rsidRDefault="00193DA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27014" w:rsidRPr="00136AD8" w14:paraId="14162044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2790439" w14:textId="6B2E73A4" w:rsidR="00E27014" w:rsidRPr="00136AD8" w:rsidRDefault="00E2701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311E8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7A3DB04" w14:textId="37F0229B" w:rsidR="00E27014" w:rsidRPr="009C256C" w:rsidRDefault="007725B8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Representar graficamente a localização do </w:t>
            </w:r>
            <w:r w:rsidR="006762C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sítio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arqueológico </w:t>
            </w:r>
            <w:r w:rsidR="0058349B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E27014" w:rsidRPr="00136AD8" w14:paraId="7B74302B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FE09530" w14:textId="482B30F8" w:rsidR="00E27014" w:rsidRPr="00136AD8" w:rsidRDefault="00E2701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</w:t>
            </w:r>
            <w:r w:rsidR="00311E8C">
              <w:rPr>
                <w:rFonts w:ascii="Verdana Pro Light" w:hAnsi="Verdana Pro Light" w:cs="Times New Roman"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E7E6E6" w:themeFill="background2"/>
          </w:tcPr>
          <w:p w14:paraId="55C82D06" w14:textId="3BD1B7E1" w:rsidR="00E27014" w:rsidRPr="00136AD8" w:rsidRDefault="006762C0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Representação gráfica dos sítios arqueológicos a intervencionar</w:t>
            </w:r>
          </w:p>
        </w:tc>
      </w:tr>
    </w:tbl>
    <w:p w14:paraId="3368DE87" w14:textId="77777777" w:rsidR="00E27014" w:rsidRPr="00136AD8" w:rsidRDefault="00E27014" w:rsidP="00E2701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92DB317" w14:textId="77777777" w:rsidR="00E27014" w:rsidRPr="003200F2" w:rsidRDefault="00E27014" w:rsidP="00E2701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27014" w:rsidRPr="00136AD8" w14:paraId="1757DCEE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B81DB1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27014" w:rsidRPr="00136AD8" w14:paraId="0A50AF60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350D5" w14:textId="5340C32F" w:rsidR="00E27014" w:rsidRDefault="00E27014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="00B52F5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Analisar a documentação gráfica e cartográfica existente </w:t>
            </w:r>
            <w:r w:rsidR="00E250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sobre o sítio arqueológico </w:t>
            </w:r>
          </w:p>
          <w:p w14:paraId="3CF78DEC" w14:textId="6E03F6A1" w:rsidR="00A9791E" w:rsidRDefault="00A9791E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Determinar as coordenadoras geográficas do sítio </w:t>
            </w:r>
            <w:r w:rsidR="006C323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arqueológico</w:t>
            </w:r>
          </w:p>
          <w:p w14:paraId="5B13D768" w14:textId="33D1DE95" w:rsidR="00763706" w:rsidRDefault="00BB7134" w:rsidP="00C16A8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AA3655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Realizar desenhos </w:t>
            </w:r>
            <w:r w:rsidR="00250F8C">
              <w:rPr>
                <w:rFonts w:ascii="Verdana Pro Light" w:eastAsia="Arial Unicode MS" w:hAnsi="Verdana Pro Light" w:cs="Arial Unicode MS"/>
                <w:sz w:val="18"/>
                <w:szCs w:val="18"/>
              </w:rPr>
              <w:t>da localização do sítio arqueológico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6BFDFFF1" w14:textId="77B47CDB" w:rsidR="00E27014" w:rsidRPr="001B353A" w:rsidRDefault="00E27014" w:rsidP="00B9369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7F7A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AA3655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7F7A5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7F7A5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95648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Registar a informação em mapas, cartas </w:t>
            </w:r>
            <w:r w:rsidR="00A112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forma de representação gráfica d</w:t>
            </w:r>
            <w:r w:rsidR="00C078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sítio arqueológico </w:t>
            </w:r>
          </w:p>
        </w:tc>
      </w:tr>
      <w:tr w:rsidR="00E27014" w:rsidRPr="00136AD8" w14:paraId="1BF875DD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649BDD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BC4AA6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C888237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27014" w:rsidRPr="00136AD8" w14:paraId="7104A80E" w14:textId="77777777" w:rsidTr="00794C5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FD5D8F" w14:textId="1C8A93CB" w:rsidR="00E27014" w:rsidRPr="007B3933" w:rsidRDefault="00B959C4" w:rsidP="007B39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59C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Cartografia</w:t>
            </w:r>
            <w:r w:rsidR="004121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="004121A4" w:rsidRPr="004121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Evolução da represent</w:t>
            </w:r>
            <w:r w:rsidR="004121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4121A4" w:rsidRPr="004121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gráfica cartográfica</w:t>
            </w:r>
            <w:r w:rsidR="007B39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</w:t>
            </w:r>
            <w:r w:rsidR="004121A4" w:rsidRPr="007B39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artografia moderna</w:t>
            </w:r>
          </w:p>
          <w:p w14:paraId="27C2D426" w14:textId="77777777" w:rsidR="00260E0E" w:rsidRDefault="00260E0E" w:rsidP="004121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Mapas e Cartas</w:t>
            </w:r>
            <w:r w:rsidR="004771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Cartografia de base; Cartografia temática; referenciação cartográfica segundo os diversos </w:t>
            </w:r>
            <w:r w:rsidR="001D36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coordenadas</w:t>
            </w:r>
          </w:p>
          <w:p w14:paraId="13AA9102" w14:textId="0823CBDE" w:rsidR="00985001" w:rsidRPr="00985001" w:rsidRDefault="00985001" w:rsidP="00CD6A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50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projeção e geometria</w:t>
            </w:r>
          </w:p>
          <w:p w14:paraId="1189A663" w14:textId="1C46DF8A" w:rsidR="00985001" w:rsidRPr="00985001" w:rsidRDefault="00985001" w:rsidP="00CD6A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50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da referência: meridianos e par</w:t>
            </w:r>
            <w:r w:rsidR="00CA0E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850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lelas</w:t>
            </w:r>
          </w:p>
          <w:p w14:paraId="68C0E154" w14:textId="7ECEE0DD" w:rsidR="00985001" w:rsidRPr="00985001" w:rsidRDefault="00985001" w:rsidP="00CD6A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50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projeção</w:t>
            </w:r>
          </w:p>
          <w:p w14:paraId="4A914AA7" w14:textId="2EC7EE40" w:rsidR="00985001" w:rsidRDefault="00985001" w:rsidP="00CD6A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50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Simbologia </w:t>
            </w:r>
            <w:r w:rsidR="009B33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850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artográfica e escalas de medida</w:t>
            </w:r>
          </w:p>
          <w:p w14:paraId="6CF7FDAF" w14:textId="252F72CA" w:rsidR="000408A5" w:rsidRDefault="00985001" w:rsidP="00CD6A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50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Cartográfico Arqueológico assistido por computador</w:t>
            </w:r>
            <w:r w:rsidR="00DA25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noções básicas de desenho e sistema CAD</w:t>
            </w:r>
          </w:p>
          <w:p w14:paraId="5BA85B2C" w14:textId="77777777" w:rsidR="00CD6A41" w:rsidRDefault="00AB3CEF" w:rsidP="000C6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Registo cartográfico - </w:t>
            </w:r>
            <w:r w:rsidR="000408A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CB6ED0" w:rsidRPr="000408A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istemas de coordenadas e equipamentos GPS</w:t>
            </w:r>
          </w:p>
          <w:p w14:paraId="25CE58C2" w14:textId="037F02DA" w:rsidR="00197793" w:rsidRPr="00CD6A41" w:rsidRDefault="00197793" w:rsidP="000C6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0A10C" w14:textId="77777777" w:rsidR="006B45B4" w:rsidRDefault="006B45B4" w:rsidP="004638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B45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cartográficas para identificar áreas de interesse arqueológico</w:t>
            </w:r>
          </w:p>
          <w:p w14:paraId="6FE54645" w14:textId="77777777" w:rsidR="006D3A5D" w:rsidRPr="006B45B4" w:rsidRDefault="006D3A5D" w:rsidP="006D3A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D6B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e analisar cartas topográficas</w:t>
            </w:r>
          </w:p>
          <w:p w14:paraId="7F6AE3D6" w14:textId="77777777" w:rsidR="00B93694" w:rsidRPr="00463862" w:rsidRDefault="00B93694" w:rsidP="00B936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6386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equipamentos GPS</w:t>
            </w:r>
          </w:p>
          <w:p w14:paraId="47F9C757" w14:textId="32BBBC1A" w:rsidR="00C67777" w:rsidRPr="008D5199" w:rsidRDefault="00287638" w:rsidP="004638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Mobilizar os </w:t>
            </w:r>
            <w:r w:rsidR="00C67777" w:rsidRPr="008D51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referência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(meridianos e paralelas)</w:t>
            </w:r>
          </w:p>
          <w:p w14:paraId="3BCC99A4" w14:textId="14F80BAB" w:rsidR="008D5199" w:rsidRPr="008D5199" w:rsidRDefault="008D5199" w:rsidP="004638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51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diferentes tipos de projeções</w:t>
            </w:r>
          </w:p>
          <w:p w14:paraId="03FABC7B" w14:textId="77777777" w:rsidR="00560142" w:rsidRDefault="00E807DE" w:rsidP="007C411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</w:t>
            </w:r>
            <w:r w:rsidR="003E12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comandos básicos </w:t>
            </w:r>
            <w:r w:rsidR="006523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sistema de coordenadas em desenho assistido por computador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B93A6F9" w14:textId="77777777" w:rsidR="004771E7" w:rsidRPr="004771E7" w:rsidRDefault="004771E7" w:rsidP="004771E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71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Comandos avançados de construção e edição</w:t>
            </w:r>
          </w:p>
          <w:p w14:paraId="641D99C4" w14:textId="77777777" w:rsidR="00197793" w:rsidRDefault="006531DB" w:rsidP="0019779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31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técnicas avançadas em 2D</w:t>
            </w:r>
            <w:r w:rsidR="001977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2DC069F" w14:textId="064D7211" w:rsidR="00197793" w:rsidRDefault="00197793" w:rsidP="0019779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311F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egistar as coordenadas geográficas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equipamento</w:t>
            </w:r>
            <w:r w:rsidRPr="00D873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GPS</w:t>
            </w:r>
            <w:r w:rsidRPr="00311F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 localização do sítio arqueológico</w:t>
            </w:r>
          </w:p>
          <w:p w14:paraId="782FCA2A" w14:textId="7DF6EE54" w:rsidR="00CC0679" w:rsidRPr="006531DB" w:rsidRDefault="00CC0679" w:rsidP="00CC067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8A70A" w14:textId="77777777" w:rsidR="00581D5C" w:rsidRPr="004F198C" w:rsidRDefault="00581D5C" w:rsidP="00581D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4E01E1AD" w14:textId="77777777" w:rsidR="001141D8" w:rsidRPr="004F198C" w:rsidRDefault="001141D8" w:rsidP="001141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das suas funções</w:t>
            </w:r>
          </w:p>
          <w:p w14:paraId="3C384822" w14:textId="77777777" w:rsidR="00AE1E12" w:rsidRPr="004F198C" w:rsidRDefault="00AE1E12" w:rsidP="00AE1E1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5634110C" w14:textId="77777777" w:rsidR="00AE1E12" w:rsidRPr="004F198C" w:rsidRDefault="00AE1E12" w:rsidP="00AE1E1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267EEB41" w14:textId="77777777" w:rsidR="00AE1E12" w:rsidRPr="004F198C" w:rsidRDefault="00AE1E12" w:rsidP="00AE1E1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6E13D3AF" w14:textId="77777777" w:rsidR="00AE1E12" w:rsidRPr="004F198C" w:rsidRDefault="00AE1E12" w:rsidP="00AE1E1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5C6B963B" w14:textId="463B76A0" w:rsidR="00E27014" w:rsidRDefault="00581D5C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Rigor e atenção a detalhe  </w:t>
            </w:r>
          </w:p>
          <w:p w14:paraId="1538824A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EB19F0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4EE9D9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6E059F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DA6BCC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0662C14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B5D33B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7561B7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3276CE" w14:textId="77777777" w:rsidR="00E27014" w:rsidRPr="00057283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AB01E97" w14:textId="77777777" w:rsidR="00E27014" w:rsidRDefault="00E27014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62D3B9A" w14:textId="77777777" w:rsidR="00325C18" w:rsidRDefault="00325C18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B00502A" w14:textId="77777777" w:rsidR="00325C18" w:rsidRDefault="00325C18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55662D2" w14:textId="77777777" w:rsidR="00325C18" w:rsidRDefault="00325C18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A3B7267" w14:textId="77777777" w:rsidR="00325C18" w:rsidRDefault="00325C18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AE56364" w14:textId="77777777" w:rsidR="00325C18" w:rsidRDefault="00325C18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9B5CCD8" w14:textId="77777777" w:rsidR="00325C18" w:rsidRDefault="00325C18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06DBB90" w14:textId="77777777" w:rsidR="00325C18" w:rsidRDefault="00325C18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E9E6FAF" w14:textId="77777777" w:rsidR="00325C18" w:rsidRDefault="00325C18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22D1CF0" w14:textId="77777777" w:rsidR="00C67777" w:rsidRDefault="00C67777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9044DC8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528D4A4" w14:textId="77777777" w:rsidR="00E27014" w:rsidRPr="00F20E6F" w:rsidRDefault="00E27014" w:rsidP="00E2701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8170123" w14:textId="2CFB7058" w:rsidR="00275ED4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6D3A5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D8611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275ED4" w:rsidRPr="00330AA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Regista</w:t>
      </w:r>
      <w:r w:rsidR="00275E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275ED4" w:rsidRPr="00330AA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D8611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 orientações dadas pelo arqueólogo ou responsável da intervenção</w:t>
      </w:r>
      <w:r w:rsidR="00275E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5A724908" w14:textId="41284228" w:rsidR="00E27014" w:rsidRPr="0064164C" w:rsidRDefault="00275ED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="006D3A5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651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Respeitando os procedimentos para a utilização do </w:t>
      </w:r>
      <w:r w:rsidR="001812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equipamento GPS</w:t>
      </w:r>
      <w:r w:rsidR="00C71B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5EFFA5D1" w14:textId="0147B588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3E647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3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E647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Respeitando </w:t>
      </w:r>
      <w:r w:rsidR="003E6476" w:rsidRPr="00DE18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</w:t>
      </w:r>
      <w:r w:rsidR="00275ED4" w:rsidRPr="00DE18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de representação</w:t>
      </w:r>
      <w:r w:rsidR="00275E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</w:t>
      </w:r>
      <w:r w:rsidR="00275ED4" w:rsidRPr="00C16A88">
        <w:rPr>
          <w:rFonts w:ascii="Verdana Pro Light" w:eastAsia="Arial Unicode MS" w:hAnsi="Verdana Pro Light" w:cs="Arial Unicode MS"/>
          <w:sz w:val="18"/>
          <w:szCs w:val="18"/>
        </w:rPr>
        <w:t xml:space="preserve"> desenhos arqueológicos</w:t>
      </w:r>
    </w:p>
    <w:p w14:paraId="79A53FE7" w14:textId="475EA82C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3E647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E647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Utilizando as funcionalidades </w:t>
      </w:r>
      <w:r w:rsidR="00FD6CA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do software de desenho assistido por computador (CAD) </w:t>
      </w:r>
    </w:p>
    <w:p w14:paraId="53917E46" w14:textId="77777777" w:rsidR="00E27014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A618ED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5E3D9D8" w14:textId="77777777" w:rsidR="00CB250F" w:rsidRPr="00CB250F" w:rsidRDefault="00C405E8" w:rsidP="00C405E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</w:p>
    <w:p w14:paraId="7C2BD13F" w14:textId="77777777" w:rsidR="00CB250F" w:rsidRDefault="00C405E8" w:rsidP="00C405E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4129C214" w14:textId="6128FAD6" w:rsidR="00C405E8" w:rsidRPr="00984B30" w:rsidRDefault="00C405E8" w:rsidP="00C405E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7216F93D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6647B63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6B0B92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A7DB12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DBBE323" w14:textId="77777777" w:rsidR="00D96680" w:rsidRPr="00501DC8" w:rsidRDefault="00D96680" w:rsidP="00D966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Cartas e mapas</w:t>
      </w:r>
    </w:p>
    <w:p w14:paraId="6A8C2544" w14:textId="45D804AA" w:rsidR="00E27014" w:rsidRPr="009A5236" w:rsidRDefault="0044567F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Equipamento </w:t>
      </w:r>
      <w:r w:rsidRPr="00D87395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GPS</w:t>
      </w:r>
    </w:p>
    <w:p w14:paraId="76D50974" w14:textId="089140DA" w:rsidR="00E27014" w:rsidRPr="00501DC8" w:rsidRDefault="000F2061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Software CAD - </w:t>
      </w:r>
      <w:r w:rsidR="00C10046">
        <w:rPr>
          <w:rFonts w:ascii="Verdana Pro Light" w:eastAsia="Arial Unicode MS" w:hAnsi="Verdana Pro Light" w:cs="Arial Unicode MS"/>
          <w:sz w:val="18"/>
          <w:szCs w:val="18"/>
        </w:rPr>
        <w:t xml:space="preserve">Desenho técnico assistido por computador </w:t>
      </w:r>
    </w:p>
    <w:p w14:paraId="7940B511" w14:textId="17892A99" w:rsidR="00672A5C" w:rsidRDefault="00D96680" w:rsidP="00CA2B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</w:t>
      </w:r>
      <w:r w:rsidR="00CA2BAF" w:rsidRPr="00754EE7">
        <w:rPr>
          <w:rFonts w:ascii="Verdana Pro Light" w:eastAsia="Arial Unicode MS" w:hAnsi="Verdana Pro Light" w:cs="Arial Unicode MS"/>
          <w:sz w:val="18"/>
          <w:szCs w:val="18"/>
        </w:rPr>
        <w:t xml:space="preserve"> informático: computadores e software </w:t>
      </w:r>
    </w:p>
    <w:p w14:paraId="4176854A" w14:textId="77777777" w:rsidR="00E27014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075CDB5" w14:textId="77777777" w:rsidR="00E27014" w:rsidRPr="00501DC8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261907E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F0EF4B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D18C898" w14:textId="77777777" w:rsidR="00E27014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D43979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ADB106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6CF365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32C236B8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5FBA0031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7DA63F59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717C4713" w14:textId="77777777" w:rsidR="002F63EE" w:rsidRDefault="002F63EE" w:rsidP="00E27014">
      <w:pPr>
        <w:rPr>
          <w:rFonts w:ascii="Verdana Pro Light" w:hAnsi="Verdana Pro Light"/>
          <w:smallCaps/>
        </w:rPr>
      </w:pPr>
    </w:p>
    <w:p w14:paraId="6DD93A95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5280CE59" w14:textId="77777777" w:rsidR="00E27014" w:rsidRDefault="00E27014">
      <w:pPr>
        <w:rPr>
          <w:rFonts w:ascii="Verdana Pro Light" w:hAnsi="Verdana Pro Light"/>
          <w:smallCaps/>
        </w:rPr>
      </w:pPr>
    </w:p>
    <w:p w14:paraId="1A368D36" w14:textId="77777777" w:rsidR="00612CAF" w:rsidRDefault="00612CAF">
      <w:pPr>
        <w:rPr>
          <w:rFonts w:ascii="Verdana Pro Light" w:hAnsi="Verdana Pro Light"/>
          <w:smallCaps/>
        </w:rPr>
      </w:pPr>
    </w:p>
    <w:p w14:paraId="195CB3F9" w14:textId="77777777" w:rsidR="00612CAF" w:rsidRDefault="00612CAF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74496" w:rsidRPr="00136AD8" w14:paraId="2899FA0C" w14:textId="77777777" w:rsidTr="008774E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B0A8502" w14:textId="102EC4B6" w:rsidR="00D74496" w:rsidRPr="00136AD8" w:rsidRDefault="00D74496" w:rsidP="008774E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F8647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9D5A31" w14:textId="0A1249DC" w:rsidR="00D74496" w:rsidRPr="009C256C" w:rsidRDefault="00E0429B" w:rsidP="008774E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Utilizar o</w:t>
            </w:r>
            <w:r w:rsidR="00590A2C" w:rsidRPr="00ED587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r w:rsidR="00A25735" w:rsidRPr="00A2573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Sistemas de Informação Geográfica (</w:t>
            </w:r>
            <w:r w:rsidR="00590A2C" w:rsidRPr="00ED587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SIG</w:t>
            </w:r>
            <w:r w:rsidR="00A2573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)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em investigação arqueológica </w:t>
            </w:r>
          </w:p>
        </w:tc>
      </w:tr>
      <w:tr w:rsidR="00D74496" w:rsidRPr="00136AD8" w14:paraId="05547A6F" w14:textId="77777777" w:rsidTr="008774E1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61A5595" w14:textId="5230846E" w:rsidR="00D74496" w:rsidRPr="00136AD8" w:rsidRDefault="00D74496" w:rsidP="008774E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</w:t>
            </w:r>
            <w:r w:rsidR="00F8647C">
              <w:rPr>
                <w:rFonts w:ascii="Verdana Pro Light" w:hAnsi="Verdana Pro Light" w:cs="Times New Roman"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E7E6E6" w:themeFill="background2"/>
          </w:tcPr>
          <w:p w14:paraId="2B5209F3" w14:textId="4E7BD09B" w:rsidR="00D74496" w:rsidRPr="00136AD8" w:rsidRDefault="00E0429B" w:rsidP="008774E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2573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Sistemas de Informação Geográfica (</w:t>
            </w:r>
            <w:r w:rsidRPr="00ED587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SIG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)</w:t>
            </w:r>
          </w:p>
        </w:tc>
      </w:tr>
    </w:tbl>
    <w:p w14:paraId="14E9AEEC" w14:textId="77777777" w:rsidR="00D74496" w:rsidRPr="00136AD8" w:rsidRDefault="00D74496" w:rsidP="00D7449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3E848DB" w14:textId="77777777" w:rsidR="00D74496" w:rsidRPr="003200F2" w:rsidRDefault="00D74496" w:rsidP="00D7449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74496" w:rsidRPr="00136AD8" w14:paraId="6D1E6DDD" w14:textId="77777777" w:rsidTr="008774E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3FF171" w14:textId="77777777" w:rsidR="00D74496" w:rsidRPr="001B353A" w:rsidRDefault="00D74496" w:rsidP="008774E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74496" w:rsidRPr="00136AD8" w14:paraId="74E92B8C" w14:textId="77777777" w:rsidTr="008774E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5E3005" w14:textId="77777777" w:rsidR="00C75A71" w:rsidRPr="001B353A" w:rsidRDefault="00C75A71" w:rsidP="00C75A7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B2F2F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análises simples 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SIG</w:t>
            </w:r>
          </w:p>
          <w:p w14:paraId="1A934F4F" w14:textId="77777777" w:rsidR="00A65B10" w:rsidRDefault="00D74496" w:rsidP="008774E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D5E56" w:rsidRPr="00A65B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Incorporar dados topográficos e estratigráficos para criar modelos digitais do terreno</w:t>
            </w:r>
            <w:r w:rsidR="001D5E56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404EF535" w14:textId="2A6147C0" w:rsidR="00724AC5" w:rsidRPr="00724AC5" w:rsidRDefault="00724AC5" w:rsidP="00724AC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R3. </w:t>
            </w:r>
            <w:r w:rsidRPr="00724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a vectorização de entidades pontuais, lineares e áreas</w:t>
            </w:r>
          </w:p>
          <w:p w14:paraId="1EC133B3" w14:textId="703F94E8" w:rsidR="00D74496" w:rsidRPr="001B353A" w:rsidRDefault="00D74496" w:rsidP="00A5095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24AC5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408E7" w:rsidRPr="00A4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8B0C0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Construir mapas temáticos de análise espacial</w:t>
            </w:r>
          </w:p>
        </w:tc>
      </w:tr>
      <w:tr w:rsidR="00D74496" w:rsidRPr="00136AD8" w14:paraId="2FDF00E0" w14:textId="77777777" w:rsidTr="008774E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388BAD" w14:textId="77777777" w:rsidR="00D74496" w:rsidRPr="001B353A" w:rsidRDefault="00D74496" w:rsidP="008774E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534265" w14:textId="77777777" w:rsidR="00D74496" w:rsidRPr="001B353A" w:rsidRDefault="00D74496" w:rsidP="008774E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926C84E" w14:textId="77777777" w:rsidR="00D74496" w:rsidRPr="001B353A" w:rsidRDefault="00D74496" w:rsidP="008774E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74496" w:rsidRPr="00136AD8" w14:paraId="3647B2CA" w14:textId="77777777" w:rsidTr="008774E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FFBD4" w14:textId="77777777" w:rsidR="00D74496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0E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ao Sistemas de Informação Geográfica (SIG)</w:t>
            </w:r>
          </w:p>
          <w:p w14:paraId="77CD48CF" w14:textId="3BA6BEB5" w:rsidR="00C72687" w:rsidRPr="00860331" w:rsidRDefault="00442CD4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</w:pPr>
            <w:proofErr w:type="spellStart"/>
            <w:r w:rsidRPr="00860331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Software</w:t>
            </w:r>
            <w:r w:rsidR="00860331" w:rsidRPr="00860331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s</w:t>
            </w:r>
            <w:proofErr w:type="spellEnd"/>
            <w:r w:rsidRPr="00860331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 xml:space="preserve"> de SIG</w:t>
            </w:r>
            <w:r w:rsidR="00860331" w:rsidRPr="00860331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 xml:space="preserve">: </w:t>
            </w:r>
            <w:r w:rsidR="00860331" w:rsidRPr="00F8647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val="en-GB" w:eastAsia="pt-PT"/>
              </w:rPr>
              <w:t>open-source</w:t>
            </w:r>
            <w:r w:rsidR="00860331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 xml:space="preserve"> e </w:t>
            </w:r>
            <w:proofErr w:type="spellStart"/>
            <w:r w:rsidR="00860331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licenciados</w:t>
            </w:r>
            <w:proofErr w:type="spellEnd"/>
          </w:p>
          <w:p w14:paraId="265EA567" w14:textId="1262CC98" w:rsidR="00C72687" w:rsidRDefault="00442CD4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Sistema de Informação Geográfica aplicada à arqueologia </w:t>
            </w:r>
          </w:p>
          <w:p w14:paraId="1356813F" w14:textId="77777777" w:rsidR="000B3A24" w:rsidRDefault="00F6343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Tratamento de base de dados aplicad</w:t>
            </w:r>
            <w:r w:rsidR="000B3A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à arqueologia</w:t>
            </w:r>
          </w:p>
          <w:p w14:paraId="539C1B17" w14:textId="69D18061" w:rsidR="000B3A24" w:rsidRDefault="000B3A24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Vectorização de entidades pontuais, lineares e áreas</w:t>
            </w:r>
          </w:p>
          <w:p w14:paraId="424953CB" w14:textId="361B4DB1" w:rsidR="00F63436" w:rsidRDefault="00F6343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F872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integrada de dados alfanuméricos e geográficos no trabalho arqueológico</w:t>
            </w:r>
          </w:p>
          <w:p w14:paraId="50C020ED" w14:textId="77777777" w:rsidR="0051237F" w:rsidRDefault="00F872BF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Construção de mapas temáticos</w:t>
            </w:r>
          </w:p>
          <w:p w14:paraId="0F8CD041" w14:textId="48D9E877" w:rsidR="00D74496" w:rsidRPr="0051237F" w:rsidRDefault="0051237F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D848B2" w:rsidRPr="005123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para análise espacial, modelagem tridimensional e representação cartográfica</w:t>
            </w:r>
          </w:p>
          <w:p w14:paraId="281E1818" w14:textId="77777777" w:rsidR="00D74496" w:rsidRPr="00700E96" w:rsidRDefault="00D74496" w:rsidP="008774E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AF1A0" w14:textId="7BE66F98" w:rsidR="00D74496" w:rsidRDefault="00BA424B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="009F077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</w:t>
            </w:r>
            <w:r w:rsidR="00D74496" w:rsidRPr="00700E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879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conceitos </w:t>
            </w:r>
            <w:r w:rsidR="00544A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</w:t>
            </w:r>
            <w:r w:rsidR="00D74496" w:rsidRPr="00700E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Sistemas de Informação Geográfica (SIG)</w:t>
            </w:r>
          </w:p>
          <w:p w14:paraId="40AC59B5" w14:textId="5B0A3A06" w:rsidR="00AA3F08" w:rsidRDefault="00B879F8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79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Operar programas informáticos de </w:t>
            </w:r>
            <w:r w:rsidR="00AA3F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 SIG</w:t>
            </w:r>
          </w:p>
          <w:p w14:paraId="35DBB2B8" w14:textId="6F32E538" w:rsidR="004D75B6" w:rsidRDefault="00A277C2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</w:t>
            </w:r>
            <w:r w:rsidR="004D75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bases de dados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informação espacial </w:t>
            </w:r>
            <w:r w:rsidR="004D75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aplicadas à arqueologia</w:t>
            </w:r>
          </w:p>
          <w:p w14:paraId="26C18BDB" w14:textId="5F0882A6" w:rsidR="00692E34" w:rsidRDefault="003B1047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 </w:t>
            </w:r>
            <w:r w:rsidRPr="003B10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vectorização de entidades pontuais, lineares e de áreas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análise espacial</w:t>
            </w:r>
          </w:p>
          <w:p w14:paraId="4FDCAFCD" w14:textId="71DE6033" w:rsidR="009F0774" w:rsidRDefault="009F0774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Manipular dados alfanuméricos </w:t>
            </w:r>
            <w:r w:rsidR="00AA3F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geográficos </w:t>
            </w:r>
          </w:p>
          <w:p w14:paraId="26D3F7A6" w14:textId="7C18FF6C" w:rsidR="00157827" w:rsidRDefault="00157827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578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Classifi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</w:t>
            </w:r>
            <w:r w:rsidRPr="001578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dados em categorias</w:t>
            </w:r>
            <w:r w:rsidR="0097027B">
              <w:t xml:space="preserve"> </w:t>
            </w:r>
            <w:r w:rsidR="009702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 criar</w:t>
            </w:r>
            <w:r w:rsidR="0097027B" w:rsidRPr="009702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classes para representar diferentes faixas de valores</w:t>
            </w:r>
          </w:p>
          <w:p w14:paraId="6E9287D6" w14:textId="4F12DEA5" w:rsidR="00A733A0" w:rsidRDefault="00A733A0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e utilizar as funcionalidades do software de SIG</w:t>
            </w:r>
          </w:p>
          <w:p w14:paraId="64C28CAB" w14:textId="4D2DA577" w:rsidR="009F0774" w:rsidRPr="00700E96" w:rsidRDefault="009F0774" w:rsidP="000F2823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B76EE" w14:textId="77777777" w:rsidR="00D74496" w:rsidRPr="004F198C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17E52E4C" w14:textId="77777777" w:rsidR="003B551E" w:rsidRPr="004F198C" w:rsidRDefault="003B551E" w:rsidP="003B551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652E5722" w14:textId="77777777" w:rsidR="00D74496" w:rsidRPr="004F198C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3DD1A8EA" w14:textId="77777777" w:rsidR="00D74496" w:rsidRPr="004F198C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2F49F2A0" w14:textId="77777777" w:rsidR="00D74496" w:rsidRPr="004F198C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31423095" w14:textId="232D1A24" w:rsidR="00D74496" w:rsidRDefault="008B0C04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Rigor </w:t>
            </w:r>
            <w:r w:rsidR="003B55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 execução </w:t>
            </w:r>
          </w:p>
          <w:p w14:paraId="79049354" w14:textId="77777777" w:rsidR="003B1047" w:rsidRPr="004F198C" w:rsidRDefault="003B1047" w:rsidP="003B104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das suas funções</w:t>
            </w:r>
          </w:p>
          <w:p w14:paraId="534E913B" w14:textId="77777777" w:rsidR="00D74496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265AC1" w14:textId="77777777" w:rsidR="00D74496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745B2E" w14:textId="77777777" w:rsidR="00D74496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DACEFA" w14:textId="77777777" w:rsidR="00D74496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430970" w14:textId="77777777" w:rsidR="00D74496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CDE580" w14:textId="77777777" w:rsidR="00D74496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4FA3A1" w14:textId="77777777" w:rsidR="00D74496" w:rsidRPr="003B1047" w:rsidRDefault="00D74496" w:rsidP="003B104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4557D8" w14:textId="77777777" w:rsidR="00D74496" w:rsidRPr="00057283" w:rsidRDefault="00D74496" w:rsidP="008774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7A2C77F" w14:textId="77777777" w:rsidR="00D74496" w:rsidRDefault="00D74496" w:rsidP="00D7449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ACC445B" w14:textId="77777777" w:rsidR="00D74496" w:rsidRDefault="00D74496" w:rsidP="00D7449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9671C38" w14:textId="77777777" w:rsidR="00D74496" w:rsidRPr="00F87025" w:rsidRDefault="00D74496" w:rsidP="00D7449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3B25CEC" w14:textId="77777777" w:rsidR="00D74496" w:rsidRPr="00F20E6F" w:rsidRDefault="00D74496" w:rsidP="00D74496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CA395A3" w14:textId="19675BD6" w:rsidR="00D74496" w:rsidRPr="0064164C" w:rsidRDefault="00D74496" w:rsidP="00D7449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945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Mobilizando</w:t>
      </w:r>
      <w:r w:rsidR="003440B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6F47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as funcionalidades do </w:t>
      </w:r>
      <w:r w:rsidR="009C7A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software SIG</w:t>
      </w:r>
      <w:r w:rsidR="008829A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B945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 o tipo de representações a realizar</w:t>
      </w:r>
    </w:p>
    <w:p w14:paraId="6AB06820" w14:textId="2F937BFC" w:rsidR="00D74496" w:rsidRPr="0064164C" w:rsidRDefault="00D74496" w:rsidP="00D7449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E098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 níveis de análise a diferentes escalas</w:t>
      </w:r>
    </w:p>
    <w:p w14:paraId="0C9792A2" w14:textId="3B7112EF" w:rsidR="00D74496" w:rsidRPr="0064164C" w:rsidRDefault="00D74496" w:rsidP="00D7449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C7A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Integrando e manipulando dados arqueológicos em SIG</w:t>
      </w:r>
    </w:p>
    <w:p w14:paraId="2DE0FFC2" w14:textId="53F9E1AA" w:rsidR="00D74496" w:rsidRPr="0064164C" w:rsidRDefault="00D74496" w:rsidP="00D7449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BC08414" w14:textId="77777777" w:rsidR="00D74496" w:rsidRPr="0064164C" w:rsidRDefault="00D74496" w:rsidP="00D7449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397BB80" w14:textId="77777777" w:rsidR="00D74496" w:rsidRPr="00136AD8" w:rsidRDefault="00D74496" w:rsidP="00D7449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00D4DF" w14:textId="77777777" w:rsidR="00D74496" w:rsidRPr="00F87025" w:rsidRDefault="00D74496" w:rsidP="00D7449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DF351C5" w14:textId="77777777" w:rsidR="00D74496" w:rsidRPr="00984B30" w:rsidRDefault="00D74496" w:rsidP="00D7449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1A94B57B" w14:textId="77777777" w:rsidR="00D74496" w:rsidRPr="00984B30" w:rsidRDefault="00D74496" w:rsidP="00D7449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602EB07" w14:textId="77777777" w:rsidR="00D74496" w:rsidRPr="00984B30" w:rsidRDefault="00D74496" w:rsidP="00D7449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8FF3FFD" w14:textId="77777777" w:rsidR="00D74496" w:rsidRPr="00984B30" w:rsidRDefault="00D74496" w:rsidP="00D7449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469B97" w14:textId="77777777" w:rsidR="00D74496" w:rsidRPr="00051C79" w:rsidRDefault="00D74496" w:rsidP="00D7449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CB98B1" w14:textId="77777777" w:rsidR="00D74496" w:rsidRPr="00F87025" w:rsidRDefault="00D74496" w:rsidP="00D7449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BAD97EC" w14:textId="5790C869" w:rsidR="00D74496" w:rsidRPr="009A5236" w:rsidRDefault="00B67FA5" w:rsidP="00D7449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SIG</w:t>
      </w:r>
      <w:r w:rsidR="00F514CD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1DA9E625" w14:textId="5ED427D7" w:rsidR="00D74496" w:rsidRPr="00501DC8" w:rsidRDefault="00B67FA5" w:rsidP="00D7449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Manuais</w:t>
      </w:r>
      <w:r w:rsidR="00B9458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técnicos</w:t>
      </w:r>
    </w:p>
    <w:p w14:paraId="79A56020" w14:textId="77777777" w:rsidR="00D74496" w:rsidRDefault="00D74496" w:rsidP="00D7449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65A83B" w14:textId="77777777" w:rsidR="00D74496" w:rsidRDefault="00D74496" w:rsidP="00D7449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F3BBF8" w14:textId="77777777" w:rsidR="00D74496" w:rsidRDefault="00D74496" w:rsidP="00D7449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7EFF71" w14:textId="77777777" w:rsidR="00D74496" w:rsidRPr="00501DC8" w:rsidRDefault="00D74496" w:rsidP="00D7449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1A96E6" w14:textId="77777777" w:rsidR="00D74496" w:rsidRPr="00051C79" w:rsidRDefault="00D74496" w:rsidP="00D7449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1BD158" w14:textId="77777777" w:rsidR="00D74496" w:rsidRPr="00F87025" w:rsidRDefault="00D74496" w:rsidP="00D7449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F3AE400" w14:textId="77777777" w:rsidR="00D74496" w:rsidRDefault="00D74496" w:rsidP="00D7449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B856F8" w14:textId="77777777" w:rsidR="00D74496" w:rsidRDefault="00D74496" w:rsidP="00D74496">
      <w:pPr>
        <w:rPr>
          <w:rFonts w:ascii="Verdana Pro Light" w:hAnsi="Verdana Pro Light"/>
          <w:smallCaps/>
        </w:rPr>
      </w:pPr>
    </w:p>
    <w:p w14:paraId="2956ABF8" w14:textId="77777777" w:rsidR="00D1127B" w:rsidRDefault="00D1127B" w:rsidP="00D74496">
      <w:pPr>
        <w:rPr>
          <w:rFonts w:ascii="Verdana Pro Light" w:hAnsi="Verdana Pro Light"/>
          <w:smallCaps/>
        </w:rPr>
      </w:pPr>
    </w:p>
    <w:p w14:paraId="6DFC694C" w14:textId="77777777" w:rsidR="00D1127B" w:rsidRDefault="00D1127B" w:rsidP="00D74496">
      <w:pPr>
        <w:rPr>
          <w:rFonts w:ascii="Verdana Pro Light" w:hAnsi="Verdana Pro Light"/>
          <w:smallCaps/>
        </w:rPr>
      </w:pPr>
    </w:p>
    <w:p w14:paraId="7AED2D66" w14:textId="77777777" w:rsidR="00D74496" w:rsidRDefault="00D74496" w:rsidP="00D74496">
      <w:pPr>
        <w:rPr>
          <w:rFonts w:ascii="Verdana Pro Light" w:hAnsi="Verdana Pro Light"/>
          <w:smallCaps/>
        </w:rPr>
      </w:pPr>
    </w:p>
    <w:p w14:paraId="77F3A2EE" w14:textId="77777777" w:rsidR="00D74496" w:rsidRDefault="00D74496" w:rsidP="00D74496">
      <w:pPr>
        <w:rPr>
          <w:rFonts w:ascii="Verdana Pro Light" w:hAnsi="Verdana Pro Light"/>
          <w:smallCaps/>
        </w:rPr>
      </w:pPr>
    </w:p>
    <w:p w14:paraId="58BE6E7C" w14:textId="77777777" w:rsidR="00D74496" w:rsidRDefault="00D74496" w:rsidP="00D74496">
      <w:pPr>
        <w:rPr>
          <w:rFonts w:ascii="Verdana Pro Light" w:hAnsi="Verdana Pro Light"/>
          <w:smallCaps/>
        </w:rPr>
      </w:pPr>
    </w:p>
    <w:p w14:paraId="1CA165CA" w14:textId="77777777" w:rsidR="00D74496" w:rsidRDefault="00D74496" w:rsidP="00D74496">
      <w:pPr>
        <w:rPr>
          <w:rFonts w:ascii="Verdana Pro Light" w:hAnsi="Verdana Pro Light"/>
          <w:smallCaps/>
        </w:rPr>
      </w:pPr>
    </w:p>
    <w:p w14:paraId="2947BB6E" w14:textId="77777777" w:rsidR="00A07C06" w:rsidRDefault="00A07C06" w:rsidP="00D74496">
      <w:pPr>
        <w:rPr>
          <w:rFonts w:ascii="Verdana Pro Light" w:hAnsi="Verdana Pro Light"/>
          <w:smallCaps/>
        </w:rPr>
      </w:pPr>
    </w:p>
    <w:p w14:paraId="76CAA895" w14:textId="77777777" w:rsidR="00D74496" w:rsidRDefault="00D74496" w:rsidP="00D74496">
      <w:pPr>
        <w:rPr>
          <w:rFonts w:ascii="Verdana Pro Light" w:hAnsi="Verdana Pro Light"/>
          <w:smallCaps/>
        </w:rPr>
      </w:pPr>
    </w:p>
    <w:p w14:paraId="48E59824" w14:textId="77777777" w:rsidR="00D74496" w:rsidRDefault="00D74496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27014" w:rsidRPr="00136AD8" w14:paraId="7959A4B3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959A518" w14:textId="58D78570" w:rsidR="00E27014" w:rsidRPr="00A07C06" w:rsidRDefault="00E2701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07C0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0000/000</w:t>
            </w:r>
            <w:r w:rsidR="00700E96" w:rsidRPr="00A07C0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F1F930F" w14:textId="28F90C5C" w:rsidR="00E27014" w:rsidRPr="00A07C06" w:rsidRDefault="00B96A3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A07C0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Recolher, registar e organizar artefactos arqueológicos</w:t>
            </w:r>
          </w:p>
        </w:tc>
      </w:tr>
      <w:tr w:rsidR="00E27014" w:rsidRPr="00136AD8" w14:paraId="074E196E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F1069C6" w14:textId="77777777" w:rsidR="00E27014" w:rsidRPr="00A07C06" w:rsidRDefault="00E2701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07C06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3B6CFC9" w14:textId="3C877D3D" w:rsidR="00E27014" w:rsidRPr="00A07C06" w:rsidRDefault="00BD1A26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07C06">
              <w:rPr>
                <w:rFonts w:ascii="Verdana Pro Light" w:eastAsia="Arial Unicode MS" w:hAnsi="Verdana Pro Light" w:cs="Times New Roman"/>
                <w:sz w:val="18"/>
                <w:szCs w:val="18"/>
              </w:rPr>
              <w:t>Recolha e organização de artefactos arqueológicos</w:t>
            </w:r>
          </w:p>
        </w:tc>
      </w:tr>
    </w:tbl>
    <w:p w14:paraId="5A324868" w14:textId="77777777" w:rsidR="00E27014" w:rsidRPr="00136AD8" w:rsidRDefault="00E27014" w:rsidP="00E2701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610A781" w14:textId="77777777" w:rsidR="00E27014" w:rsidRPr="003200F2" w:rsidRDefault="00E27014" w:rsidP="00E2701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27014" w:rsidRPr="00136AD8" w14:paraId="2233D4B2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BCAC89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27014" w:rsidRPr="00136AD8" w14:paraId="329D9490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1D5A9A" w14:textId="328947EB" w:rsidR="00173CD2" w:rsidRDefault="00E27014" w:rsidP="005F54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bookmarkStart w:id="2" w:name="_Hlk151652072"/>
            <w:r w:rsidR="00CD267D" w:rsidRPr="00CD267D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Recolh</w:t>
            </w:r>
            <w:r w:rsidR="00CD267D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CD267D" w:rsidRPr="00CD26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bookmarkEnd w:id="2"/>
            <w:r w:rsidR="00173CD2" w:rsidRPr="00F659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amostras do solo para análise laboratorial</w:t>
            </w:r>
          </w:p>
          <w:p w14:paraId="1BD27F5F" w14:textId="1AFFF39E" w:rsidR="00E27014" w:rsidRPr="001B353A" w:rsidRDefault="00E27014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bookmarkStart w:id="3" w:name="_Hlk151652113"/>
            <w:r w:rsidR="0093038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Registar</w:t>
            </w:r>
            <w:r w:rsidR="0093038C" w:rsidRPr="00CD26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localização e informação relevante sobre </w:t>
            </w:r>
            <w:r w:rsidR="00CE0B60">
              <w:rPr>
                <w:rFonts w:ascii="Verdana Pro Light" w:eastAsia="Arial Unicode MS" w:hAnsi="Verdana Pro Light" w:cs="Arial Unicode MS"/>
                <w:sz w:val="18"/>
                <w:szCs w:val="18"/>
              </w:rPr>
              <w:t>o artefacto arqueológico</w:t>
            </w:r>
            <w:bookmarkEnd w:id="3"/>
          </w:p>
          <w:p w14:paraId="756D2784" w14:textId="03821DFB" w:rsidR="00E27014" w:rsidRPr="001B353A" w:rsidRDefault="00E27014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E0B60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Organizar e d</w:t>
            </w:r>
            <w:r w:rsidR="0093038C" w:rsidRPr="00886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ocumentar evidências arqueológicas</w:t>
            </w:r>
          </w:p>
          <w:p w14:paraId="7791E225" w14:textId="5099ACDC" w:rsidR="00E27014" w:rsidRPr="001B353A" w:rsidRDefault="00E27014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B47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relatório contendo os achados, as </w:t>
            </w:r>
            <w:r w:rsidR="008B4971" w:rsidRPr="008B497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análises e interpretações </w:t>
            </w:r>
          </w:p>
        </w:tc>
      </w:tr>
      <w:tr w:rsidR="00E27014" w:rsidRPr="00136AD8" w14:paraId="7BDA6D79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2591A2C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4DFD3A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DF85B7C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27014" w:rsidRPr="00136AD8" w14:paraId="3E02385B" w14:textId="77777777" w:rsidTr="00B5098F">
        <w:trPr>
          <w:trHeight w:val="60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4D892" w14:textId="606E1ECB" w:rsidR="001B3AB1" w:rsidRDefault="001B3AB1" w:rsidP="006E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A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Prospeção de campo</w:t>
            </w:r>
            <w:r w:rsidR="006A46B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(intensiva/extensiva; individual/equipa; seletiva/sistemática</w:t>
            </w:r>
            <w:r w:rsidR="00BD06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recolhas de superfície)</w:t>
            </w:r>
            <w:r w:rsidRPr="001B3A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8D7B2DC" w14:textId="77777777" w:rsidR="00AA3B33" w:rsidRDefault="00AA3B33" w:rsidP="00AA3B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Metodologias de prospeção geofísica: diferentes métodos (elétricos; magnéticos;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eletro-magnéticos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sísmicos; gravimétricos)</w:t>
            </w:r>
          </w:p>
          <w:p w14:paraId="761BB01D" w14:textId="39DFF3A8" w:rsidR="00BD0623" w:rsidRDefault="00BD0623" w:rsidP="006E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Indicadores de presença de vestígios arqueológicos</w:t>
            </w:r>
          </w:p>
          <w:p w14:paraId="4760F1C1" w14:textId="4841959B" w:rsidR="00CF33C1" w:rsidRPr="00634780" w:rsidRDefault="00CF33C1" w:rsidP="006E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Condicionantes da eficácia </w:t>
            </w:r>
            <w:r w:rsidR="0099012E" w:rsidRPr="006347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prospeção arqueológica</w:t>
            </w:r>
          </w:p>
          <w:p w14:paraId="4766B3BE" w14:textId="26BD88DD" w:rsidR="00AD2265" w:rsidRDefault="003C1D49" w:rsidP="006E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Material </w:t>
            </w:r>
            <w:r w:rsidR="005C1F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indispensáveis às ações de prospeção </w:t>
            </w:r>
            <w:r w:rsidR="00AC61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="005C1F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campo</w:t>
            </w:r>
          </w:p>
          <w:p w14:paraId="7D94ABF7" w14:textId="57E133B0" w:rsidR="005C1FA3" w:rsidRDefault="005C1FA3" w:rsidP="006E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Informação a recolher na prospeção de campo</w:t>
            </w:r>
          </w:p>
          <w:p w14:paraId="6DDC0851" w14:textId="132D2502" w:rsidR="00CE6E22" w:rsidRDefault="00CE6E22" w:rsidP="006E33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Exemplos d</w:t>
            </w:r>
            <w:r w:rsidR="00A972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fichas de registo para ações de prospeção arqueológica</w:t>
            </w:r>
          </w:p>
          <w:p w14:paraId="3C1648B4" w14:textId="25B33D2A" w:rsidR="00535F16" w:rsidRDefault="00535F16" w:rsidP="007366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Prospeção em meio subaquático: uma primeira abordagem</w:t>
            </w:r>
          </w:p>
          <w:p w14:paraId="346D1EA0" w14:textId="5F51C45C" w:rsidR="00535F16" w:rsidRDefault="00367351" w:rsidP="007366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Prospeção no âmbito de Estudos de Impacte Ambiental (</w:t>
            </w:r>
            <w:r w:rsidR="00826B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situação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referência</w:t>
            </w:r>
            <w:r w:rsidR="00826B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análise de impactes; medidas de minimização; normalização de critérios</w:t>
            </w:r>
          </w:p>
          <w:p w14:paraId="2D731F47" w14:textId="29B12E2C" w:rsidR="007366AB" w:rsidRPr="00B5098F" w:rsidRDefault="00A16C50" w:rsidP="007366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dos resultados da prospeção arqueológica</w:t>
            </w:r>
          </w:p>
          <w:p w14:paraId="05A6BB77" w14:textId="115896D8" w:rsidR="007366AB" w:rsidRPr="007366AB" w:rsidRDefault="007366AB" w:rsidP="007366A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B04F6" w14:textId="03980F39" w:rsidR="002C1E6F" w:rsidRDefault="008D0ADF" w:rsidP="006129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</w:t>
            </w:r>
            <w:r w:rsidR="002C1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diferentes técnicas e metodologias </w:t>
            </w:r>
            <w:r w:rsidR="00CF33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prospeção de campo</w:t>
            </w:r>
          </w:p>
          <w:p w14:paraId="0C56E7FA" w14:textId="032CE9B5" w:rsidR="00354450" w:rsidRPr="00354450" w:rsidRDefault="00E64457" w:rsidP="003544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E644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scolh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E644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</w:t>
            </w:r>
            <w:r w:rsidR="00B509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E644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metodologi</w:t>
            </w:r>
            <w:r w:rsidR="00654A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  <w:r w:rsidRPr="00E644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5098F" w:rsidRPr="00B509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mais eficaz</w:t>
            </w:r>
            <w:r w:rsidR="00B509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="00B5098F" w:rsidRPr="00B509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</w:t>
            </w:r>
            <w:r w:rsidR="00B965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="00B5098F" w:rsidRPr="00B509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subsolo arqueológico</w:t>
            </w:r>
            <w:r w:rsidR="006528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73A97721" w14:textId="77777777" w:rsidR="00354450" w:rsidRDefault="00354450" w:rsidP="003544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445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Observar e descrever as características geológicas, topográficas do sítio arqueológico</w:t>
            </w:r>
          </w:p>
          <w:p w14:paraId="3D3EAF92" w14:textId="77777777" w:rsidR="00354450" w:rsidRPr="00354450" w:rsidRDefault="00354450" w:rsidP="00354450">
            <w:pPr>
              <w:pStyle w:val="PargrafodaLista"/>
              <w:spacing w:before="120" w:after="0" w:line="276" w:lineRule="auto"/>
              <w:ind w:left="28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C231EB" w14:textId="5F823463" w:rsidR="00354450" w:rsidRPr="00354450" w:rsidRDefault="00354450" w:rsidP="003544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445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bens de proveniência arqueológica, e interpretá-los nos seus contextos local e temporal</w:t>
            </w:r>
          </w:p>
          <w:p w14:paraId="60537FC9" w14:textId="48C861DC" w:rsidR="008D0ADF" w:rsidRDefault="00B13F63" w:rsidP="006129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Garantir </w:t>
            </w:r>
            <w:r w:rsidR="005D27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uso dos indicadores de presença </w:t>
            </w:r>
            <w:r w:rsidR="0035445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vestígios </w:t>
            </w:r>
            <w:r w:rsidR="005D27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arqueológic</w:t>
            </w:r>
            <w:r w:rsidR="0035445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</w:t>
            </w:r>
          </w:p>
          <w:p w14:paraId="79926A74" w14:textId="369F0756" w:rsidR="005727A2" w:rsidRDefault="005727A2" w:rsidP="006129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utilizar </w:t>
            </w:r>
            <w:r w:rsidR="00A12B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materiais indispensáveis na prospeção de campo</w:t>
            </w:r>
          </w:p>
          <w:p w14:paraId="2D7DC9C7" w14:textId="7B8CB6F3" w:rsidR="00F3382F" w:rsidRDefault="00F659F2" w:rsidP="006129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Coletar</w:t>
            </w:r>
            <w:r w:rsidRPr="00F659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amostras do solo para análise laboratorial, buscando vestígios arqueológicos</w:t>
            </w:r>
          </w:p>
          <w:p w14:paraId="68F89F61" w14:textId="68555A80" w:rsidR="00EA4F81" w:rsidRDefault="00F3382F" w:rsidP="006129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Apoiar</w:t>
            </w:r>
            <w:r w:rsidR="00EA4F81" w:rsidRPr="00EA4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avaliação do potencial arqueológico dos locais identificados</w:t>
            </w:r>
          </w:p>
          <w:p w14:paraId="12115560" w14:textId="1BF4A9F5" w:rsidR="00260F02" w:rsidRDefault="00E1617E" w:rsidP="006129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aplicar os materiais indispensáveis </w:t>
            </w:r>
            <w:r w:rsidR="009778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às ações de prospeção</w:t>
            </w:r>
          </w:p>
          <w:p w14:paraId="1C715301" w14:textId="049438AF" w:rsidR="00337DD2" w:rsidRDefault="00337DD2" w:rsidP="006129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Preencher fichas de registo para aç</w:t>
            </w:r>
            <w:r w:rsidR="00CB27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ões de prospeção arqueológica</w:t>
            </w:r>
          </w:p>
          <w:p w14:paraId="45744DDC" w14:textId="77777777" w:rsidR="00901041" w:rsidRDefault="00901041" w:rsidP="00A12BD4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72651F" w14:textId="01E0B40C" w:rsidR="00A12BD4" w:rsidRPr="00A12BD4" w:rsidRDefault="00A12BD4" w:rsidP="00A12BD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7B9F9" w14:textId="77777777" w:rsidR="00A12BD4" w:rsidRPr="004F198C" w:rsidRDefault="00A12BD4" w:rsidP="00A12B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61567C5E" w14:textId="77777777" w:rsidR="00A12BD4" w:rsidRPr="004F198C" w:rsidRDefault="00A12BD4" w:rsidP="00A12B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4DEE062D" w14:textId="77777777" w:rsidR="00A12BD4" w:rsidRPr="004F198C" w:rsidRDefault="00A12BD4" w:rsidP="00A12B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177BBF2C" w14:textId="77777777" w:rsidR="006D3D6D" w:rsidRPr="004F198C" w:rsidRDefault="006D3D6D" w:rsidP="006D3D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1D20D9A9" w14:textId="77777777" w:rsidR="006D3D6D" w:rsidRPr="004F198C" w:rsidRDefault="006D3D6D" w:rsidP="006D3D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2511DB14" w14:textId="77777777" w:rsidR="005C45B1" w:rsidRPr="004F198C" w:rsidRDefault="005C45B1" w:rsidP="005C45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das suas funções</w:t>
            </w:r>
          </w:p>
          <w:p w14:paraId="079E4C81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E9961A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3047D9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4138F5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A278D4" w14:textId="77777777" w:rsidR="00E27014" w:rsidRPr="005C45B1" w:rsidRDefault="00E27014" w:rsidP="005C45B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E38A662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D48A77" w14:textId="77777777" w:rsidR="00A12BD4" w:rsidRPr="00F87025" w:rsidRDefault="00A12BD4" w:rsidP="00A12BD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8D0F5F0" w14:textId="77777777" w:rsidR="00A12BD4" w:rsidRPr="00F20E6F" w:rsidRDefault="00A12BD4" w:rsidP="00A12BD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377B1A9" w14:textId="77777777" w:rsidR="00A12BD4" w:rsidRPr="0064164C" w:rsidRDefault="00A12BD4" w:rsidP="00A12BD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Recolhe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artefactos encontrados</w:t>
      </w:r>
      <w:r>
        <w:rPr>
          <w:rFonts w:ascii="Verdana Pro Light" w:eastAsia="Arial Unicode MS" w:hAnsi="Verdana Pro Light" w:cs="Arial Unicode MS"/>
          <w:sz w:val="18"/>
          <w:szCs w:val="18"/>
        </w:rPr>
        <w:t>, sob orientação de um/a Arqueólogo/a</w:t>
      </w:r>
    </w:p>
    <w:p w14:paraId="41E76015" w14:textId="77777777" w:rsidR="00A12BD4" w:rsidRPr="0064164C" w:rsidRDefault="00A12BD4" w:rsidP="00A12BD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Regista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localização e qualquer informação relevante sobre o artefacto arqueológico</w:t>
      </w:r>
    </w:p>
    <w:p w14:paraId="645DEE9A" w14:textId="77777777" w:rsidR="00A12BD4" w:rsidRPr="0064164C" w:rsidRDefault="00A12BD4" w:rsidP="00A12BD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Organiza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document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evidências arqueológicas</w:t>
      </w:r>
    </w:p>
    <w:p w14:paraId="02977625" w14:textId="77777777" w:rsidR="00A12BD4" w:rsidRPr="0064164C" w:rsidRDefault="00A12BD4" w:rsidP="00A12BD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Compila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todas as descobertas, análises e interpretações em um relatório que seja acessível à equipa</w:t>
      </w:r>
    </w:p>
    <w:p w14:paraId="079C2803" w14:textId="77777777" w:rsidR="00A12BD4" w:rsidRPr="0064164C" w:rsidRDefault="00A12BD4" w:rsidP="00A12BD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Auxilia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509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na redação de relatórios que descrevam as descobertas, interpretações preliminares e recomendações para futuras escavações ou estudos</w:t>
      </w:r>
    </w:p>
    <w:p w14:paraId="0CB7A1E9" w14:textId="77777777" w:rsidR="00A12BD4" w:rsidRPr="00136AD8" w:rsidRDefault="00A12BD4" w:rsidP="00A12BD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CB0F32" w14:textId="77777777" w:rsidR="00A12BD4" w:rsidRPr="00F87025" w:rsidRDefault="00A12BD4" w:rsidP="00A12BD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812DE83" w14:textId="77777777" w:rsidR="00A12BD4" w:rsidRPr="00984B30" w:rsidRDefault="00A12BD4" w:rsidP="00A12B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4" w:name="_Hlk151722583"/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bookmarkEnd w:id="4"/>
    <w:p w14:paraId="46EF295F" w14:textId="77777777" w:rsidR="00A12BD4" w:rsidRPr="00984B30" w:rsidRDefault="00A12BD4" w:rsidP="00A12B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012FCEC" w14:textId="77777777" w:rsidR="00A12BD4" w:rsidRPr="00984B30" w:rsidRDefault="00A12BD4" w:rsidP="00A12B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37DDAA7" w14:textId="77777777" w:rsidR="00A12BD4" w:rsidRPr="00984B30" w:rsidRDefault="00A12BD4" w:rsidP="00A12B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E3A083F" w14:textId="77777777" w:rsidR="00A12BD4" w:rsidRPr="00051C79" w:rsidRDefault="00A12BD4" w:rsidP="00A12BD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5B089E" w14:textId="77777777" w:rsidR="00A12BD4" w:rsidRPr="00F87025" w:rsidRDefault="00A12BD4" w:rsidP="00A12BD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66663EC" w14:textId="77777777" w:rsidR="00A12BD4" w:rsidRPr="00501DC8" w:rsidRDefault="00A12BD4" w:rsidP="00A12B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Manuais</w:t>
      </w:r>
    </w:p>
    <w:p w14:paraId="61143C5C" w14:textId="77777777" w:rsidR="00A12BD4" w:rsidRPr="00501DC8" w:rsidRDefault="00A12BD4" w:rsidP="00A12B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</w:t>
      </w:r>
      <w:r w:rsidRPr="009B5182">
        <w:rPr>
          <w:rFonts w:ascii="Verdana Pro Light" w:eastAsia="Arial Unicode MS" w:hAnsi="Verdana Pro Light" w:cs="Arial Unicode MS"/>
          <w:sz w:val="18"/>
          <w:szCs w:val="18"/>
        </w:rPr>
        <w:t>ichas de registo</w:t>
      </w:r>
    </w:p>
    <w:p w14:paraId="605C7747" w14:textId="1C30DA32" w:rsidR="00A12BD4" w:rsidRPr="00501DC8" w:rsidRDefault="00B02D49" w:rsidP="00A12B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02D49">
        <w:rPr>
          <w:rFonts w:ascii="Verdana Pro Light" w:eastAsia="Arial Unicode MS" w:hAnsi="Verdana Pro Light" w:cs="Arial Unicode MS"/>
          <w:sz w:val="18"/>
          <w:szCs w:val="18"/>
        </w:rPr>
        <w:t>Ferramentas de Escavação</w:t>
      </w:r>
    </w:p>
    <w:p w14:paraId="5658C12C" w14:textId="5C59D5B0" w:rsidR="00A12BD4" w:rsidRDefault="00BC40B0" w:rsidP="004E59D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667EC5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Material de Medição</w:t>
      </w:r>
      <w:r w:rsidR="00667EC5" w:rsidRPr="00667EC5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:</w:t>
      </w:r>
      <w:r w:rsidR="00667EC5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 w:rsidRPr="00667EC5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Fitas métricas e réguas são usadas para medir dimensões de escavações e artefactos</w:t>
      </w:r>
    </w:p>
    <w:p w14:paraId="22303616" w14:textId="76215D35" w:rsidR="001253E4" w:rsidRPr="001253E4" w:rsidRDefault="001253E4" w:rsidP="00A06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1253E4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Mapas topográficos e cartas geológicas </w:t>
      </w:r>
    </w:p>
    <w:p w14:paraId="15E948CD" w14:textId="17A4E762" w:rsidR="001253E4" w:rsidRPr="00667EC5" w:rsidRDefault="001253E4" w:rsidP="001253E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1253E4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Dispositivos de GPS </w:t>
      </w:r>
    </w:p>
    <w:p w14:paraId="25F7A1C8" w14:textId="77777777" w:rsidR="00A12BD4" w:rsidRPr="00E42716" w:rsidRDefault="00A12BD4" w:rsidP="00A12BD4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06459B" w14:textId="77777777" w:rsidR="00A12BD4" w:rsidRPr="00051C79" w:rsidRDefault="00A12BD4" w:rsidP="00A12BD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A91DE2" w14:textId="77777777" w:rsidR="00A12BD4" w:rsidRPr="00F87025" w:rsidRDefault="00A12BD4" w:rsidP="00A12BD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E53E275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2368DD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407AAF44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50D0E7CE" w14:textId="77777777" w:rsidR="00E27014" w:rsidRDefault="00E27014">
      <w:pPr>
        <w:rPr>
          <w:rFonts w:ascii="Verdana Pro Light" w:hAnsi="Verdana Pro Light"/>
          <w:smallCaps/>
        </w:rPr>
      </w:pPr>
    </w:p>
    <w:p w14:paraId="319C1C09" w14:textId="77777777" w:rsidR="00C67777" w:rsidRDefault="00C67777">
      <w:pPr>
        <w:rPr>
          <w:rFonts w:ascii="Verdana Pro Light" w:hAnsi="Verdana Pro Light"/>
          <w:smallCaps/>
        </w:rPr>
      </w:pPr>
    </w:p>
    <w:p w14:paraId="1702FB89" w14:textId="77777777" w:rsidR="00FA5A75" w:rsidRDefault="00FA5A75">
      <w:pPr>
        <w:rPr>
          <w:rFonts w:ascii="Verdana Pro Light" w:hAnsi="Verdana Pro Light"/>
          <w:smallCaps/>
        </w:rPr>
      </w:pPr>
    </w:p>
    <w:p w14:paraId="6DFE2B27" w14:textId="77777777" w:rsidR="00FA5A75" w:rsidRDefault="00FA5A75">
      <w:pPr>
        <w:rPr>
          <w:rFonts w:ascii="Verdana Pro Light" w:hAnsi="Verdana Pro Light"/>
          <w:smallCaps/>
        </w:rPr>
      </w:pPr>
    </w:p>
    <w:p w14:paraId="05F01598" w14:textId="77777777" w:rsidR="00A12BD4" w:rsidRDefault="00A12BD4">
      <w:pPr>
        <w:rPr>
          <w:rFonts w:ascii="Verdana Pro Light" w:hAnsi="Verdana Pro Light"/>
          <w:smallCaps/>
        </w:rPr>
      </w:pPr>
    </w:p>
    <w:p w14:paraId="21B6561B" w14:textId="77777777" w:rsidR="00C67777" w:rsidRDefault="00C67777">
      <w:pPr>
        <w:rPr>
          <w:rFonts w:ascii="Verdana Pro Light" w:hAnsi="Verdana Pro Light"/>
          <w:smallCaps/>
        </w:rPr>
      </w:pPr>
    </w:p>
    <w:p w14:paraId="2FFFFF39" w14:textId="77777777" w:rsidR="00C67777" w:rsidRDefault="00C67777">
      <w:pPr>
        <w:rPr>
          <w:rFonts w:ascii="Verdana Pro Light" w:hAnsi="Verdana Pro Light"/>
          <w:smallCaps/>
        </w:rPr>
      </w:pPr>
    </w:p>
    <w:p w14:paraId="4CA29639" w14:textId="77777777" w:rsidR="00FE47FB" w:rsidRDefault="00FE47FB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27014" w:rsidRPr="00136AD8" w14:paraId="556B4071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752A85C" w14:textId="741176F2" w:rsidR="00E27014" w:rsidRPr="00CD1A31" w:rsidRDefault="00E2701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D1A3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0000/000</w:t>
            </w:r>
            <w:r w:rsidR="00700E96" w:rsidRPr="00CD1A3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911A81E" w14:textId="49BAA933" w:rsidR="00E27014" w:rsidRPr="009C256C" w:rsidRDefault="00B74FA0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74FA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Realizar trabalhos de escavação </w:t>
            </w:r>
          </w:p>
        </w:tc>
      </w:tr>
      <w:tr w:rsidR="00E27014" w:rsidRPr="00136AD8" w14:paraId="6F25BFE6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E941C13" w14:textId="77777777" w:rsidR="00E27014" w:rsidRPr="00CD1A31" w:rsidRDefault="00E2701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D1A31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305C364" w14:textId="6ACBEDA8" w:rsidR="00E27014" w:rsidRPr="00136AD8" w:rsidRDefault="001B1071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Trabalhos de escavação</w:t>
            </w:r>
            <w:r w:rsidR="001440B7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em arqueologia </w:t>
            </w:r>
          </w:p>
        </w:tc>
      </w:tr>
    </w:tbl>
    <w:p w14:paraId="163FBBF7" w14:textId="77777777" w:rsidR="00E27014" w:rsidRPr="00136AD8" w:rsidRDefault="00E27014" w:rsidP="00E2701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61AAB4E" w14:textId="77777777" w:rsidR="00E27014" w:rsidRPr="003200F2" w:rsidRDefault="00E27014" w:rsidP="00E2701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82A8821" w14:textId="77777777" w:rsidR="00E27014" w:rsidRPr="00136AD8" w:rsidRDefault="00E27014" w:rsidP="00E2701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27014" w:rsidRPr="00136AD8" w14:paraId="4080306C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B54E0D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27014" w:rsidRPr="00136AD8" w14:paraId="0D240E03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CE8810" w14:textId="7E4A4CFB" w:rsidR="00E27014" w:rsidRPr="001B353A" w:rsidRDefault="00E27014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bookmarkStart w:id="5" w:name="_Hlk153201123"/>
            <w:r w:rsidR="00E700EC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o plano de trabalho e/ou as orientações dadas pelo arqueólogo ou responsável da intervenção</w:t>
            </w:r>
            <w:bookmarkEnd w:id="5"/>
          </w:p>
          <w:p w14:paraId="760AFBB5" w14:textId="660552CF" w:rsidR="00D4337E" w:rsidRPr="00D4337E" w:rsidRDefault="00E27014" w:rsidP="00D4337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9767C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o trabalho de escavação a realizar (</w:t>
            </w:r>
            <w:r w:rsidR="00FB6A8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os equipamentos e recursos necessários, selecionar as metodologias e as estratégias de intervenção) </w:t>
            </w:r>
          </w:p>
          <w:p w14:paraId="52845DEC" w14:textId="7EB13652" w:rsidR="00E27014" w:rsidRDefault="0061022F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E27014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3.</w:t>
            </w:r>
            <w:r w:rsidR="00E27014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D6B5D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as metodologias de intervenção arqueológica no campo ao nível dos processos e estratégias</w:t>
            </w:r>
          </w:p>
          <w:p w14:paraId="7361BC5E" w14:textId="423C29AC" w:rsidR="00A57BAD" w:rsidRDefault="00A57BAD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87AC6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Executar o trabalho de escavação (medir e marcar quadrículas</w:t>
            </w:r>
            <w:r w:rsidR="00BD4AB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recolher </w:t>
            </w:r>
            <w:r w:rsidR="00892C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acondicionar </w:t>
            </w:r>
            <w:r w:rsidR="00BD4AB1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artefactos</w:t>
            </w:r>
            <w:r w:rsidR="00892CF6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3B141986" w14:textId="1A3E63AC" w:rsidR="004316E5" w:rsidRPr="0061022F" w:rsidRDefault="00E27014" w:rsidP="007263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87AC6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87AC6" w:rsidRPr="00B87AC6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B87AC6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B87AC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B87AC6" w:rsidRPr="00B87A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Documentar as camadas estratigráficas encontradas</w:t>
            </w:r>
            <w:r w:rsidR="00B87A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registar as intervenções realizadas</w:t>
            </w:r>
          </w:p>
        </w:tc>
      </w:tr>
      <w:tr w:rsidR="00E27014" w:rsidRPr="00136AD8" w14:paraId="233B78F1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3A44E2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7169FE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AFC1196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27014" w:rsidRPr="00136AD8" w14:paraId="575AF433" w14:textId="77777777" w:rsidTr="00794C5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92B41" w14:textId="77777777" w:rsidR="009C7F45" w:rsidRDefault="00A05CD0" w:rsidP="00A9600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05C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Arqueologia</w:t>
            </w:r>
            <w:r w:rsidR="00AF444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="00AF4444" w:rsidRPr="00AF444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Disciplina e ciência</w:t>
            </w:r>
          </w:p>
          <w:p w14:paraId="2A38748F" w14:textId="77777777" w:rsidR="001F408E" w:rsidRDefault="009C7F45" w:rsidP="009846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3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Escavação arqueológica</w:t>
            </w:r>
            <w:r w:rsidR="007A547B" w:rsidRPr="00173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="003E1BA1" w:rsidRPr="00173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7A547B" w:rsidRPr="00173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ítios e vestígios arqueológicos</w:t>
            </w:r>
            <w:r w:rsidR="003E1BA1" w:rsidRPr="00173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níveis de escavação</w:t>
            </w:r>
          </w:p>
          <w:p w14:paraId="15F7439C" w14:textId="05714BBD" w:rsidR="00173A75" w:rsidRPr="00173A75" w:rsidRDefault="00173A75" w:rsidP="009846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3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da intervenção arqueológica</w:t>
            </w:r>
            <w:r w:rsidR="001F40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organização e </w:t>
            </w:r>
            <w:r w:rsidR="004A3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logística</w:t>
            </w:r>
          </w:p>
          <w:p w14:paraId="5E5AB606" w14:textId="77777777" w:rsidR="007E6222" w:rsidRDefault="00A9600E" w:rsidP="00A9600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638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Metodologia da escavação arqueológica </w:t>
            </w:r>
            <w:r w:rsidR="007E62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- </w:t>
            </w:r>
            <w:r w:rsidRPr="009638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Reconhecimento do sítio arqueológico; </w:t>
            </w:r>
          </w:p>
          <w:p w14:paraId="525C8964" w14:textId="5F370131" w:rsidR="007E6222" w:rsidRPr="001D6C18" w:rsidRDefault="00A9600E" w:rsidP="001D6C1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6C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e estratégias de escavação</w:t>
            </w:r>
            <w:r w:rsidR="007E6222" w:rsidRPr="001D6C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Montagem de quadrículas</w:t>
            </w:r>
            <w:r w:rsidR="001D6C18" w:rsidRPr="001D6C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="007E6222" w:rsidRPr="001D6C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Escavação</w:t>
            </w:r>
            <w:r w:rsidR="001D6C18" w:rsidRPr="001D6C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="007E6222" w:rsidRPr="001D6C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estruturas arqueológicas e sequências estratigráficas</w:t>
            </w:r>
            <w:r w:rsidR="001D6C18" w:rsidRPr="001D6C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="007E6222" w:rsidRPr="001D6C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Recolha de espólio arqueológico</w:t>
            </w:r>
          </w:p>
          <w:p w14:paraId="3B9B7A09" w14:textId="13F4837A" w:rsidR="0062505B" w:rsidRPr="001B353A" w:rsidRDefault="00A9600E" w:rsidP="00763C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529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Registo de intervenção arqueológica no campo</w:t>
            </w:r>
            <w:r w:rsidR="0015292D" w:rsidRPr="001529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Estratigrafias, </w:t>
            </w:r>
            <w:r w:rsidR="001529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15292D" w:rsidRPr="001529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struturas e </w:t>
            </w:r>
            <w:r w:rsidR="001529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15292D" w:rsidRPr="001529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spólio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76BDD" w14:textId="3ECF5BA6" w:rsidR="00A7579C" w:rsidRDefault="00A7579C" w:rsidP="00A9600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 contexto da intervençã</w:t>
            </w:r>
            <w:r w:rsidR="00E068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</w:p>
          <w:p w14:paraId="444F9000" w14:textId="74F9592E" w:rsidR="004A39DE" w:rsidRDefault="00455494" w:rsidP="00A9600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</w:t>
            </w:r>
            <w:r w:rsidR="007852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sítios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vestígios </w:t>
            </w:r>
            <w:r w:rsidR="007852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escavação</w:t>
            </w:r>
          </w:p>
          <w:p w14:paraId="7789F1F6" w14:textId="649E8099" w:rsidR="004A39DE" w:rsidRPr="003A3030" w:rsidRDefault="00980D3F" w:rsidP="003A303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r</w:t>
            </w:r>
            <w:r w:rsidR="00A44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egistar</w:t>
            </w:r>
            <w:r w:rsidR="007142E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níveis de escavação</w:t>
            </w:r>
          </w:p>
          <w:p w14:paraId="07CE5C27" w14:textId="647F0259" w:rsidR="00A9600E" w:rsidRDefault="00A9600E" w:rsidP="00A9600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diferentes técnicas e metodologias de trabalho de escavação </w:t>
            </w:r>
          </w:p>
          <w:p w14:paraId="12B1FBEB" w14:textId="77777777" w:rsidR="00A9600E" w:rsidRDefault="00A9600E" w:rsidP="00A9600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vantagens e desvantagens no uso dessas técnicas</w:t>
            </w:r>
          </w:p>
          <w:p w14:paraId="65D2AE5F" w14:textId="65009CE0" w:rsidR="00084F77" w:rsidRDefault="00B87AC6" w:rsidP="00A9600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técnicas de </w:t>
            </w:r>
            <w:r w:rsidR="00084F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medir e montar quadrículas</w:t>
            </w:r>
          </w:p>
          <w:p w14:paraId="0C9C2FD2" w14:textId="0188FE06" w:rsidR="00B87AC6" w:rsidRDefault="00084F77" w:rsidP="00A9600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técnicas de </w:t>
            </w:r>
            <w:r w:rsidR="00B87A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escavação</w:t>
            </w:r>
            <w:r w:rsidR="00763C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recolha e acondicionamento dos artefactos</w:t>
            </w:r>
          </w:p>
          <w:p w14:paraId="56A585DB" w14:textId="07B67D11" w:rsidR="00A07B41" w:rsidRPr="00057283" w:rsidRDefault="00B87AC6" w:rsidP="00B87A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técnicas de registo da intervenção arqueológica </w:t>
            </w:r>
            <w:r w:rsidR="00FF77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campo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436A5" w14:textId="600E66D9" w:rsidR="00F80AD7" w:rsidRDefault="00F80AD7" w:rsidP="00F80A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Rigor no cumprimento das normas </w:t>
            </w:r>
            <w:r w:rsidR="00AF2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procedimentos</w:t>
            </w:r>
          </w:p>
          <w:p w14:paraId="19C071E9" w14:textId="77777777" w:rsidR="00763C21" w:rsidRPr="004F198C" w:rsidRDefault="00763C21" w:rsidP="00763C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3F80298C" w14:textId="77777777" w:rsidR="00F24EA3" w:rsidRPr="004F198C" w:rsidRDefault="00F24EA3" w:rsidP="00F24E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0B6A69BD" w14:textId="77777777" w:rsidR="00F24EA3" w:rsidRPr="004F198C" w:rsidRDefault="00F24EA3" w:rsidP="00F24E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270D138D" w14:textId="38C57CF8" w:rsidR="00E27014" w:rsidRDefault="00F24EA3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BB3DEC4" w14:textId="1F340A74" w:rsidR="00E27014" w:rsidRDefault="00AF26F8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4FA72077" w14:textId="7FF47D06" w:rsidR="00AF26F8" w:rsidRDefault="00763C21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na execução</w:t>
            </w:r>
          </w:p>
          <w:p w14:paraId="56953E2E" w14:textId="77777777" w:rsidR="005C45B1" w:rsidRPr="004F198C" w:rsidRDefault="005C45B1" w:rsidP="005C45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das suas funções</w:t>
            </w:r>
          </w:p>
          <w:p w14:paraId="7E75D72C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CCA840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5F5D12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822965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7AE7D2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1C6537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B7A5A8" w14:textId="77777777" w:rsidR="00E27014" w:rsidRPr="00057283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7571E05" w14:textId="77777777" w:rsidR="00E27014" w:rsidRDefault="00E27014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4278952" w14:textId="77777777" w:rsidR="00E27014" w:rsidRDefault="00E27014" w:rsidP="00E2701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BCBF105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9EA2BAE" w14:textId="77777777" w:rsidR="00E27014" w:rsidRPr="00F20E6F" w:rsidRDefault="00E27014" w:rsidP="00E2701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6DAC4DB" w14:textId="4603B795" w:rsidR="00C61E5E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80D3F" w:rsidRPr="00980D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Analisa</w:t>
      </w:r>
      <w:r w:rsidR="00C61E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980D3F" w:rsidRPr="00980D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plano de trabalho e/ou as orientações dadas pelo arqueólogo ou responsável da intervenção </w:t>
      </w:r>
    </w:p>
    <w:p w14:paraId="590F0137" w14:textId="77777777" w:rsidR="00C61E5E" w:rsidRPr="0064164C" w:rsidRDefault="00E27014" w:rsidP="00C61E5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61E5E">
        <w:rPr>
          <w:rFonts w:ascii="Verdana Pro Light" w:eastAsia="Arial Unicode MS" w:hAnsi="Verdana Pro Light" w:cs="Arial Unicode MS"/>
          <w:sz w:val="18"/>
          <w:szCs w:val="18"/>
        </w:rPr>
        <w:t>Considerando a caracterização física do local da intervenção e o tipo de intervenção a realizar</w:t>
      </w:r>
    </w:p>
    <w:p w14:paraId="5F643A77" w14:textId="412C8F74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C51D6" w:rsidRPr="00FD6B5D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C61E5E">
        <w:rPr>
          <w:rFonts w:ascii="Verdana Pro Light" w:eastAsia="Arial Unicode MS" w:hAnsi="Verdana Pro Light" w:cs="Arial Unicode MS"/>
          <w:sz w:val="18"/>
          <w:szCs w:val="18"/>
        </w:rPr>
        <w:t xml:space="preserve">Cumprindo as etapas e os requisitos de preparação da intervenção </w:t>
      </w:r>
      <w:r w:rsidR="00C61E5E" w:rsidRPr="00D4337E">
        <w:rPr>
          <w:rFonts w:ascii="Verdana Pro Light" w:eastAsia="Arial Unicode MS" w:hAnsi="Verdana Pro Light" w:cs="Arial Unicode MS"/>
          <w:sz w:val="18"/>
          <w:szCs w:val="18"/>
        </w:rPr>
        <w:t>arqueológica</w:t>
      </w:r>
    </w:p>
    <w:p w14:paraId="2323D394" w14:textId="39609B74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61E5E">
        <w:rPr>
          <w:rFonts w:ascii="Verdana Pro Light" w:eastAsia="Arial Unicode MS" w:hAnsi="Verdana Pro Light" w:cs="Arial Unicode MS"/>
          <w:sz w:val="18"/>
          <w:szCs w:val="18"/>
        </w:rPr>
        <w:t>Utilizando as técnicas e instrumentos específicos para escavação</w:t>
      </w:r>
      <w:r w:rsidR="00C61E5E" w:rsidRPr="00FD6B5D">
        <w:rPr>
          <w:rFonts w:ascii="Verdana Pro Light" w:eastAsia="Arial Unicode MS" w:hAnsi="Verdana Pro Light" w:cs="Arial Unicode MS"/>
          <w:sz w:val="18"/>
          <w:szCs w:val="18"/>
        </w:rPr>
        <w:t xml:space="preserve"> arqueológica</w:t>
      </w:r>
    </w:p>
    <w:p w14:paraId="3078A145" w14:textId="290DD7E0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61E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Cumprindo com os procedimentos definidos para o registo das </w:t>
      </w:r>
      <w:r w:rsidR="00C61E5E">
        <w:rPr>
          <w:rFonts w:ascii="Verdana Pro Light" w:eastAsia="Arial Unicode MS" w:hAnsi="Verdana Pro Light" w:cs="Arial Unicode MS"/>
          <w:sz w:val="18"/>
          <w:szCs w:val="18"/>
        </w:rPr>
        <w:t>intervenções arqueológicas</w:t>
      </w:r>
    </w:p>
    <w:p w14:paraId="1ECF9901" w14:textId="2C74CB45" w:rsidR="00E27014" w:rsidRPr="00136AD8" w:rsidRDefault="00E27014" w:rsidP="00DC51D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2D730A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2DD4E5E" w14:textId="77777777" w:rsidR="00C405E8" w:rsidRPr="00984B30" w:rsidRDefault="00C405E8" w:rsidP="00C405E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73A2F888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25788F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8EE93C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9649C3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7B4B5B" w14:textId="16A984CC" w:rsidR="00B15A16" w:rsidRPr="007A721E" w:rsidRDefault="00E27014" w:rsidP="007A721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FBB73A5" w14:textId="77777777" w:rsidR="00436EE7" w:rsidRDefault="00436EE7" w:rsidP="001B56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Máquina fotográfica</w:t>
      </w:r>
    </w:p>
    <w:p w14:paraId="48DAE418" w14:textId="4C1C0ED4" w:rsidR="00E27014" w:rsidRPr="00B15A16" w:rsidRDefault="00436EE7" w:rsidP="001B56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</w:t>
      </w:r>
      <w:r w:rsidR="00B15A16" w:rsidRPr="00B15A16">
        <w:rPr>
          <w:rFonts w:ascii="Verdana Pro Light" w:eastAsia="Arial Unicode MS" w:hAnsi="Verdana Pro Light" w:cs="Arial Unicode MS"/>
          <w:sz w:val="18"/>
          <w:szCs w:val="18"/>
        </w:rPr>
        <w:t xml:space="preserve"> topográfico</w:t>
      </w:r>
      <w:r w:rsidR="00D770EB">
        <w:rPr>
          <w:rFonts w:ascii="Verdana Pro Light" w:eastAsia="Arial Unicode MS" w:hAnsi="Verdana Pro Light" w:cs="Arial Unicode MS"/>
          <w:sz w:val="18"/>
          <w:szCs w:val="18"/>
        </w:rPr>
        <w:t>: e</w:t>
      </w:r>
      <w:r w:rsidR="00D770EB" w:rsidRPr="00D770EB">
        <w:rPr>
          <w:rFonts w:ascii="Verdana Pro Light" w:eastAsia="Arial Unicode MS" w:hAnsi="Verdana Pro Light" w:cs="Arial Unicode MS"/>
          <w:sz w:val="18"/>
          <w:szCs w:val="18"/>
        </w:rPr>
        <w:t xml:space="preserve">stação </w:t>
      </w:r>
      <w:r w:rsidR="003C3F21">
        <w:rPr>
          <w:rFonts w:ascii="Verdana Pro Light" w:eastAsia="Arial Unicode MS" w:hAnsi="Verdana Pro Light" w:cs="Arial Unicode MS"/>
          <w:sz w:val="18"/>
          <w:szCs w:val="18"/>
        </w:rPr>
        <w:t>t</w:t>
      </w:r>
      <w:r w:rsidR="00D770EB" w:rsidRPr="00D770EB">
        <w:rPr>
          <w:rFonts w:ascii="Verdana Pro Light" w:eastAsia="Arial Unicode MS" w:hAnsi="Verdana Pro Light" w:cs="Arial Unicode MS"/>
          <w:sz w:val="18"/>
          <w:szCs w:val="18"/>
        </w:rPr>
        <w:t>otal</w:t>
      </w:r>
      <w:r w:rsidR="00D770E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 w:rsidR="003C3F21">
        <w:rPr>
          <w:rFonts w:ascii="Verdana Pro Light" w:eastAsia="Arial Unicode MS" w:hAnsi="Verdana Pro Light" w:cs="Arial Unicode MS"/>
          <w:sz w:val="18"/>
          <w:szCs w:val="18"/>
        </w:rPr>
        <w:t>n</w:t>
      </w:r>
      <w:r w:rsidR="00826DE9" w:rsidRPr="00826DE9">
        <w:rPr>
          <w:rFonts w:ascii="Verdana Pro Light" w:eastAsia="Arial Unicode MS" w:hAnsi="Verdana Pro Light" w:cs="Arial Unicode MS"/>
          <w:sz w:val="18"/>
          <w:szCs w:val="18"/>
        </w:rPr>
        <w:t xml:space="preserve">ível de </w:t>
      </w:r>
      <w:r w:rsidR="003C3F21">
        <w:rPr>
          <w:rFonts w:ascii="Verdana Pro Light" w:eastAsia="Arial Unicode MS" w:hAnsi="Verdana Pro Light" w:cs="Arial Unicode MS"/>
          <w:sz w:val="18"/>
          <w:szCs w:val="18"/>
        </w:rPr>
        <w:t>e</w:t>
      </w:r>
      <w:r w:rsidR="00826DE9" w:rsidRPr="00826DE9">
        <w:rPr>
          <w:rFonts w:ascii="Verdana Pro Light" w:eastAsia="Arial Unicode MS" w:hAnsi="Verdana Pro Light" w:cs="Arial Unicode MS"/>
          <w:sz w:val="18"/>
          <w:szCs w:val="18"/>
        </w:rPr>
        <w:t>ngenheiro</w:t>
      </w:r>
      <w:r w:rsidR="00826DE9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 w:rsidR="005C161E" w:rsidRPr="005C161E">
        <w:rPr>
          <w:rFonts w:ascii="Verdana Pro Light" w:eastAsia="Arial Unicode MS" w:hAnsi="Verdana Pro Light" w:cs="Arial Unicode MS"/>
          <w:sz w:val="18"/>
          <w:szCs w:val="18"/>
        </w:rPr>
        <w:t>GPS</w:t>
      </w:r>
      <w:r w:rsidR="005C161E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 w:rsidR="003C3F21">
        <w:rPr>
          <w:rFonts w:ascii="Verdana Pro Light" w:eastAsia="Arial Unicode MS" w:hAnsi="Verdana Pro Light" w:cs="Arial Unicode MS"/>
          <w:sz w:val="18"/>
          <w:szCs w:val="18"/>
        </w:rPr>
        <w:t>f</w:t>
      </w:r>
      <w:r w:rsidR="009A5A77" w:rsidRPr="009A5A77">
        <w:rPr>
          <w:rFonts w:ascii="Verdana Pro Light" w:eastAsia="Arial Unicode MS" w:hAnsi="Verdana Pro Light" w:cs="Arial Unicode MS"/>
          <w:sz w:val="18"/>
          <w:szCs w:val="18"/>
        </w:rPr>
        <w:t xml:space="preserve">ita Métrica e </w:t>
      </w:r>
      <w:r w:rsidR="003C3F21">
        <w:rPr>
          <w:rFonts w:ascii="Verdana Pro Light" w:eastAsia="Arial Unicode MS" w:hAnsi="Verdana Pro Light" w:cs="Arial Unicode MS"/>
          <w:sz w:val="18"/>
          <w:szCs w:val="18"/>
        </w:rPr>
        <w:t>c</w:t>
      </w:r>
      <w:r w:rsidR="009A5A77" w:rsidRPr="009A5A77">
        <w:rPr>
          <w:rFonts w:ascii="Verdana Pro Light" w:eastAsia="Arial Unicode MS" w:hAnsi="Verdana Pro Light" w:cs="Arial Unicode MS"/>
          <w:sz w:val="18"/>
          <w:szCs w:val="18"/>
        </w:rPr>
        <w:t xml:space="preserve">ordel de </w:t>
      </w:r>
      <w:r w:rsidR="003C3F21">
        <w:rPr>
          <w:rFonts w:ascii="Verdana Pro Light" w:eastAsia="Arial Unicode MS" w:hAnsi="Verdana Pro Light" w:cs="Arial Unicode MS"/>
          <w:sz w:val="18"/>
          <w:szCs w:val="18"/>
        </w:rPr>
        <w:t>n</w:t>
      </w:r>
      <w:r w:rsidR="009A5A77" w:rsidRPr="009A5A77">
        <w:rPr>
          <w:rFonts w:ascii="Verdana Pro Light" w:eastAsia="Arial Unicode MS" w:hAnsi="Verdana Pro Light" w:cs="Arial Unicode MS"/>
          <w:sz w:val="18"/>
          <w:szCs w:val="18"/>
        </w:rPr>
        <w:t>avegação</w:t>
      </w:r>
      <w:r w:rsidR="003C3F21">
        <w:rPr>
          <w:rFonts w:ascii="Verdana Pro Light" w:eastAsia="Arial Unicode MS" w:hAnsi="Verdana Pro Light" w:cs="Arial Unicode MS"/>
          <w:sz w:val="18"/>
          <w:szCs w:val="18"/>
        </w:rPr>
        <w:t xml:space="preserve">, prumo de centro, bússola, </w:t>
      </w:r>
      <w:proofErr w:type="spellStart"/>
      <w:r w:rsidR="003C3F21">
        <w:rPr>
          <w:rFonts w:ascii="Verdana Pro Light" w:eastAsia="Arial Unicode MS" w:hAnsi="Verdana Pro Light" w:cs="Arial Unicode MS"/>
          <w:sz w:val="18"/>
          <w:szCs w:val="18"/>
        </w:rPr>
        <w:t>etc</w:t>
      </w:r>
      <w:proofErr w:type="spellEnd"/>
    </w:p>
    <w:p w14:paraId="106D4942" w14:textId="3E714A88" w:rsidR="00E27014" w:rsidRPr="00501DC8" w:rsidRDefault="001B5659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B5659">
        <w:rPr>
          <w:rFonts w:ascii="Verdana Pro Light" w:eastAsia="Arial Unicode MS" w:hAnsi="Verdana Pro Light" w:cs="Arial Unicode MS"/>
          <w:sz w:val="18"/>
          <w:szCs w:val="18"/>
        </w:rPr>
        <w:t>Ferramentas Manuais</w:t>
      </w:r>
    </w:p>
    <w:p w14:paraId="4BA028F7" w14:textId="44E5A6EF" w:rsidR="00E27014" w:rsidRPr="00501DC8" w:rsidRDefault="00F71FF8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Peneiras manuais</w:t>
      </w:r>
    </w:p>
    <w:p w14:paraId="5A506A37" w14:textId="00CD9180" w:rsidR="00E27014" w:rsidRPr="00501DC8" w:rsidRDefault="0094692C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4692C">
        <w:rPr>
          <w:rFonts w:ascii="Verdana Pro Light" w:eastAsia="Arial Unicode MS" w:hAnsi="Verdana Pro Light" w:cs="Arial Unicode MS"/>
          <w:sz w:val="18"/>
          <w:szCs w:val="18"/>
        </w:rPr>
        <w:t xml:space="preserve">Escovas e </w:t>
      </w:r>
      <w:r w:rsidR="009E50AF">
        <w:rPr>
          <w:rFonts w:ascii="Verdana Pro Light" w:eastAsia="Arial Unicode MS" w:hAnsi="Verdana Pro Light" w:cs="Arial Unicode MS"/>
          <w:sz w:val="18"/>
          <w:szCs w:val="18"/>
        </w:rPr>
        <w:t>p</w:t>
      </w:r>
      <w:r w:rsidRPr="0094692C">
        <w:rPr>
          <w:rFonts w:ascii="Verdana Pro Light" w:eastAsia="Arial Unicode MS" w:hAnsi="Verdana Pro Light" w:cs="Arial Unicode MS"/>
          <w:sz w:val="18"/>
          <w:szCs w:val="18"/>
        </w:rPr>
        <w:t>incéis</w:t>
      </w:r>
    </w:p>
    <w:p w14:paraId="5A079BB1" w14:textId="5E38E924" w:rsidR="00E27014" w:rsidRPr="00501DC8" w:rsidRDefault="009E50AF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E50AF">
        <w:rPr>
          <w:rFonts w:ascii="Verdana Pro Light" w:eastAsia="Arial Unicode MS" w:hAnsi="Verdana Pro Light" w:cs="Arial Unicode MS"/>
          <w:sz w:val="18"/>
          <w:szCs w:val="18"/>
        </w:rPr>
        <w:t xml:space="preserve">Tendas ou </w:t>
      </w:r>
      <w:r>
        <w:rPr>
          <w:rFonts w:ascii="Verdana Pro Light" w:eastAsia="Arial Unicode MS" w:hAnsi="Verdana Pro Light" w:cs="Arial Unicode MS"/>
          <w:sz w:val="18"/>
          <w:szCs w:val="18"/>
        </w:rPr>
        <w:t>c</w:t>
      </w:r>
      <w:r w:rsidRPr="009E50AF">
        <w:rPr>
          <w:rFonts w:ascii="Verdana Pro Light" w:eastAsia="Arial Unicode MS" w:hAnsi="Verdana Pro Light" w:cs="Arial Unicode MS"/>
          <w:sz w:val="18"/>
          <w:szCs w:val="18"/>
        </w:rPr>
        <w:t>oberturas</w:t>
      </w:r>
    </w:p>
    <w:p w14:paraId="70ECBBBA" w14:textId="6129C0F5" w:rsidR="00E27014" w:rsidRPr="00501DC8" w:rsidRDefault="002F4DD6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F4DD6">
        <w:rPr>
          <w:rFonts w:ascii="Verdana Pro Light" w:eastAsia="Arial Unicode MS" w:hAnsi="Verdana Pro Light" w:cs="Arial Unicode MS"/>
          <w:sz w:val="18"/>
          <w:szCs w:val="18"/>
        </w:rPr>
        <w:t xml:space="preserve">Caixas e </w:t>
      </w:r>
      <w:r>
        <w:rPr>
          <w:rFonts w:ascii="Verdana Pro Light" w:eastAsia="Arial Unicode MS" w:hAnsi="Verdana Pro Light" w:cs="Arial Unicode MS"/>
          <w:sz w:val="18"/>
          <w:szCs w:val="18"/>
        </w:rPr>
        <w:t>r</w:t>
      </w:r>
      <w:r w:rsidRPr="002F4DD6">
        <w:rPr>
          <w:rFonts w:ascii="Verdana Pro Light" w:eastAsia="Arial Unicode MS" w:hAnsi="Verdana Pro Light" w:cs="Arial Unicode MS"/>
          <w:sz w:val="18"/>
          <w:szCs w:val="18"/>
        </w:rPr>
        <w:t xml:space="preserve">ecipientes para </w:t>
      </w: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2F4DD6">
        <w:rPr>
          <w:rFonts w:ascii="Verdana Pro Light" w:eastAsia="Arial Unicode MS" w:hAnsi="Verdana Pro Light" w:cs="Arial Unicode MS"/>
          <w:sz w:val="18"/>
          <w:szCs w:val="18"/>
        </w:rPr>
        <w:t>mostras</w:t>
      </w:r>
    </w:p>
    <w:p w14:paraId="44EAB406" w14:textId="5638D0A7" w:rsidR="00E27014" w:rsidRDefault="00C93447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93447">
        <w:rPr>
          <w:rFonts w:ascii="Verdana Pro Light" w:eastAsia="Arial Unicode MS" w:hAnsi="Verdana Pro Light" w:cs="Arial Unicode MS"/>
          <w:sz w:val="18"/>
          <w:szCs w:val="18"/>
        </w:rPr>
        <w:t>Etiquetas e Material de Marcação</w:t>
      </w:r>
    </w:p>
    <w:p w14:paraId="7B0921EB" w14:textId="33FFA1C8" w:rsidR="00E27014" w:rsidRDefault="00C93447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Diário de campo</w:t>
      </w:r>
      <w:r w:rsidR="007A721E">
        <w:rPr>
          <w:rFonts w:ascii="Verdana Pro Light" w:eastAsia="Arial Unicode MS" w:hAnsi="Verdana Pro Light" w:cs="Arial Unicode MS"/>
          <w:sz w:val="18"/>
          <w:szCs w:val="18"/>
        </w:rPr>
        <w:t xml:space="preserve"> e material de escrita</w:t>
      </w:r>
    </w:p>
    <w:p w14:paraId="2867291C" w14:textId="1D3179E2" w:rsidR="00E27014" w:rsidRDefault="007A721E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Tablet ou computador portátil</w:t>
      </w:r>
    </w:p>
    <w:p w14:paraId="18A0F103" w14:textId="77777777" w:rsidR="00E27014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14AD1C2" w14:textId="77777777" w:rsidR="00E27014" w:rsidRPr="00501DC8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5DFF3A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1548BC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6942704" w14:textId="77777777" w:rsidR="00E27014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A9B2AC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3851BD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A4B706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260E224B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72595EC2" w14:textId="77777777" w:rsidR="0048283F" w:rsidRDefault="0048283F" w:rsidP="00E27014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27014" w:rsidRPr="00136AD8" w14:paraId="16C6E170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00428C3" w14:textId="5A02A02B" w:rsidR="00E27014" w:rsidRPr="00CD1A31" w:rsidRDefault="00E2701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D1A3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0000/000</w:t>
            </w:r>
            <w:r w:rsidR="00700E96" w:rsidRPr="00CD1A3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A9CA731" w14:textId="367FD513" w:rsidR="00E27014" w:rsidRPr="009C256C" w:rsidRDefault="00B74FA0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74FA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Efetuar </w:t>
            </w:r>
            <w:r w:rsidR="0048283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o </w:t>
            </w:r>
            <w:r w:rsidRPr="00B74FA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levantamento topográfico das áreas intervencionadas e estruturas descobertas</w:t>
            </w:r>
          </w:p>
        </w:tc>
      </w:tr>
      <w:tr w:rsidR="00E27014" w:rsidRPr="00136AD8" w14:paraId="02AFB7C9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6C348F9" w14:textId="77777777" w:rsidR="00E27014" w:rsidRPr="00CD1A31" w:rsidRDefault="00E2701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D1A31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CD356A4" w14:textId="6886C527" w:rsidR="00E27014" w:rsidRPr="00136AD8" w:rsidRDefault="0048283F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Le</w:t>
            </w:r>
            <w:r w:rsidRPr="00B74FA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vantamento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r w:rsidRPr="00B74FA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topográfico das áreas intervencionadas e estruturas descobertas</w:t>
            </w:r>
          </w:p>
        </w:tc>
      </w:tr>
    </w:tbl>
    <w:p w14:paraId="2A2A4435" w14:textId="77777777" w:rsidR="00E27014" w:rsidRPr="00136AD8" w:rsidRDefault="00E27014" w:rsidP="00E2701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28762D9" w14:textId="77777777" w:rsidR="00E27014" w:rsidRPr="003200F2" w:rsidRDefault="00E27014" w:rsidP="00E2701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EE7F527" w14:textId="77777777" w:rsidR="00E27014" w:rsidRPr="00136AD8" w:rsidRDefault="00E27014" w:rsidP="00E2701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27014" w:rsidRPr="00136AD8" w14:paraId="71F4570F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B4963B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27014" w:rsidRPr="00136AD8" w14:paraId="5367A6D0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F630DE" w14:textId="74B2DC69" w:rsidR="008B69C1" w:rsidRPr="00FB2A27" w:rsidRDefault="00E27014" w:rsidP="00550B4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bookmarkStart w:id="6" w:name="_Hlk151941071"/>
            <w:r w:rsidR="00E66E70"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 plano de trabalho e/ou as orientações do </w:t>
            </w:r>
            <w:r w:rsidR="00B64FB6"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arqueólogo</w:t>
            </w:r>
            <w:r w:rsidR="008B69C1"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bookmarkEnd w:id="6"/>
          </w:p>
          <w:p w14:paraId="42311DBD" w14:textId="4E5CE784" w:rsidR="008B69C1" w:rsidRPr="00FB2A27" w:rsidRDefault="00F365B9" w:rsidP="00F365B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8B69C1"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2. </w:t>
            </w:r>
            <w:bookmarkStart w:id="7" w:name="_Hlk151941102"/>
            <w:r w:rsidR="00550B4C"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Proceder</w:t>
            </w:r>
            <w:r w:rsidR="008067B7"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à</w:t>
            </w:r>
            <w:r w:rsidR="008B69C1"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recolha de informação </w:t>
            </w:r>
            <w:r w:rsidR="00B64FB6"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 os equipamentos levantamento topográfico</w:t>
            </w:r>
          </w:p>
          <w:bookmarkEnd w:id="7"/>
          <w:p w14:paraId="45BCBD94" w14:textId="53699A7F" w:rsidR="00E27014" w:rsidRPr="001B353A" w:rsidRDefault="00F365B9" w:rsidP="008B69C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8B69C1" w:rsidRPr="00FB2A2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3. Representar graficamente a informação recolhida </w:t>
            </w:r>
            <w:r w:rsidR="00E70C14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vários formatos (mapa</w:t>
            </w:r>
            <w:r w:rsidR="00BB7DE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topográficos, mapa de distribuição de artefactos ou outros produtos topográficos)</w:t>
            </w:r>
          </w:p>
          <w:p w14:paraId="37F1D43B" w14:textId="038C09EF" w:rsidR="00E27014" w:rsidRPr="00F365B9" w:rsidRDefault="00E27014" w:rsidP="0061593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27014" w:rsidRPr="00136AD8" w14:paraId="4E6C18A1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774910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3AB9EF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0FBFED6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27014" w:rsidRPr="00136AD8" w14:paraId="2679802C" w14:textId="77777777" w:rsidTr="00794C5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D0F6F" w14:textId="77777777" w:rsidR="00E021A1" w:rsidRDefault="00A50ABB" w:rsidP="00257D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do levantamento topográfico</w:t>
            </w:r>
            <w:r w:rsidR="00E837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="00E021A1" w:rsidRPr="00E021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de limites, identificação de pontos de referência e </w:t>
            </w:r>
          </w:p>
          <w:p w14:paraId="35DD76A0" w14:textId="0A09F5AF" w:rsidR="00470609" w:rsidRDefault="00E021A1" w:rsidP="00A81F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E021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écnicas de levantamento </w:t>
            </w:r>
            <w:r w:rsidR="001F6B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topográfico</w:t>
            </w:r>
            <w:r w:rsidR="000A26D1" w:rsidRPr="007225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por perpendiculares</w:t>
            </w:r>
            <w:r w:rsidR="000A26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="000A26D1" w:rsidRPr="000A26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Triangulação à fita</w:t>
            </w:r>
            <w:r w:rsidR="000A26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="000A26D1" w:rsidRPr="00257D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fita métrica e bandeirolas</w:t>
            </w:r>
            <w:r w:rsidR="00A81F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="00A81FA6" w:rsidRPr="00587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geométrico com recurso ao nível ótico</w:t>
            </w:r>
            <w:r w:rsidR="00A81F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</w:p>
          <w:p w14:paraId="5B4518B9" w14:textId="40E784CE" w:rsidR="00D97735" w:rsidRPr="00A81FA6" w:rsidRDefault="00470609" w:rsidP="00A81F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="00A81F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ivelamento </w:t>
            </w:r>
            <w:r w:rsidR="00A81FA6" w:rsidRPr="00587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fechado</w:t>
            </w:r>
            <w:r w:rsidR="00B155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="00A81F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EC2F4D" w:rsidRPr="007225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pormenor</w:t>
            </w:r>
          </w:p>
          <w:p w14:paraId="2B590E4E" w14:textId="2B37BE29" w:rsidR="00A50ABB" w:rsidRDefault="00A50ABB" w:rsidP="00257D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Equipamentos utilizados no levantamento topográfico: </w:t>
            </w:r>
            <w:r w:rsidR="00471D9A" w:rsidRPr="00DF7B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taqueómetro</w:t>
            </w:r>
            <w:r w:rsidR="00471D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estação</w:t>
            </w:r>
            <w:r w:rsidR="00471D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total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="002276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níveis, GPS, </w:t>
            </w:r>
            <w:proofErr w:type="spellStart"/>
            <w:r w:rsidR="002276E2" w:rsidRPr="00471D9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drones</w:t>
            </w:r>
            <w:proofErr w:type="spellEnd"/>
            <w:r w:rsidR="002276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outros</w:t>
            </w:r>
          </w:p>
          <w:p w14:paraId="2904C4A8" w14:textId="70E9FABD" w:rsidR="00532D72" w:rsidRDefault="006850E6" w:rsidP="00257D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50E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Grandezas e equipamentos de observaçã</w:t>
            </w:r>
            <w:r w:rsidR="00DB5B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o: ângulos, distâncias e medidas</w:t>
            </w:r>
          </w:p>
          <w:p w14:paraId="23F9BDDE" w14:textId="2B9FE476" w:rsidR="00E27014" w:rsidRPr="001B353A" w:rsidRDefault="00E27014" w:rsidP="006D438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DDE5B" w14:textId="0CA2E429" w:rsidR="00AD62B8" w:rsidRDefault="00E837BC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o </w:t>
            </w:r>
            <w:r w:rsidR="00AD62B8" w:rsidRPr="00AD62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trabalho</w:t>
            </w:r>
            <w:r w:rsidR="00AD62B8" w:rsidRPr="00AD62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 área a ser estudada </w:t>
            </w:r>
          </w:p>
          <w:p w14:paraId="2D856090" w14:textId="6CF2FB97" w:rsidR="00AC706B" w:rsidRDefault="00E021A1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</w:t>
            </w:r>
            <w:r w:rsidR="00CF03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técnicas de </w:t>
            </w:r>
            <w:r w:rsidR="00AC706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levantamento</w:t>
            </w:r>
          </w:p>
          <w:p w14:paraId="6186B32B" w14:textId="324E1321" w:rsidR="00CF03BA" w:rsidRPr="00CF03BA" w:rsidRDefault="00AC7E88" w:rsidP="00CF0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Escolher </w:t>
            </w:r>
            <w:r w:rsidR="00120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equipamentos de observação</w:t>
            </w:r>
          </w:p>
          <w:p w14:paraId="2F520FE0" w14:textId="10B46C82" w:rsidR="00007380" w:rsidRPr="00387D3D" w:rsidRDefault="00891262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os procedimentos </w:t>
            </w:r>
            <w:r w:rsidR="001707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</w:t>
            </w:r>
            <w:r w:rsidR="00007380" w:rsidRPr="00387D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nivelamento </w:t>
            </w:r>
          </w:p>
          <w:p w14:paraId="15B7D1D8" w14:textId="1E399777" w:rsidR="002325A5" w:rsidRDefault="002325A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="00587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equipamentos </w:t>
            </w:r>
            <w:r w:rsidR="00926D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levantamento topográfico</w:t>
            </w:r>
            <w:r w:rsidR="00587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="00EC0A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fitas métricas e bandeirolas</w:t>
            </w:r>
            <w:r w:rsidR="00A81F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="00A81F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etc</w:t>
            </w:r>
            <w:proofErr w:type="spellEnd"/>
          </w:p>
          <w:p w14:paraId="5F93415D" w14:textId="77777777" w:rsidR="006328F2" w:rsidRDefault="00FC0D0B" w:rsidP="00A81F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vantagens e desvantagens das diferentes </w:t>
            </w:r>
            <w:r w:rsidRPr="00FC0D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redes de apoio topográfico</w:t>
            </w:r>
          </w:p>
          <w:p w14:paraId="3EF5BE46" w14:textId="4D3CBEEC" w:rsidR="004F729B" w:rsidRPr="00057283" w:rsidRDefault="004F729B" w:rsidP="00A81F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2D1C4" w14:textId="77777777" w:rsidR="00CE2E05" w:rsidRPr="004F198C" w:rsidRDefault="00CE2E05" w:rsidP="00CE2E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60A87540" w14:textId="77777777" w:rsidR="00283477" w:rsidRPr="004F198C" w:rsidRDefault="00283477" w:rsidP="002834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49B32C17" w14:textId="77777777" w:rsidR="0033078C" w:rsidRDefault="0033078C" w:rsidP="003307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79AF3BD4" w14:textId="77777777" w:rsidR="0033078C" w:rsidRPr="004F198C" w:rsidRDefault="0033078C" w:rsidP="003307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0CACE640" w14:textId="77777777" w:rsidR="0033078C" w:rsidRPr="004F198C" w:rsidRDefault="0033078C" w:rsidP="003307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49147FC" w14:textId="2AC055D4" w:rsidR="00E27014" w:rsidRDefault="00283477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na execução</w:t>
            </w:r>
          </w:p>
          <w:p w14:paraId="04839679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8618FE" w14:textId="77777777" w:rsidR="00E27014" w:rsidRPr="00FD6D11" w:rsidRDefault="00E27014" w:rsidP="00FD6D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E36DECB" w14:textId="77777777" w:rsidR="00E27014" w:rsidRDefault="00E27014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F3C6088" w14:textId="77777777" w:rsidR="00A81FA6" w:rsidRDefault="00A81FA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A411EF4" w14:textId="77777777" w:rsidR="00A81FA6" w:rsidRDefault="00A81FA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25204A8" w14:textId="77777777" w:rsidR="00A81FA6" w:rsidRDefault="00A81FA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D23B62A" w14:textId="77777777" w:rsidR="00A81FA6" w:rsidRDefault="00A81FA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6ECC2B7" w14:textId="77777777" w:rsidR="00A81FA6" w:rsidRDefault="00A81FA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8210D53" w14:textId="77777777" w:rsidR="00011906" w:rsidRDefault="0001190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0AD7179" w14:textId="77777777" w:rsidR="00011906" w:rsidRDefault="0001190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5223704" w14:textId="77777777" w:rsidR="009214D6" w:rsidRDefault="009214D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4D21EE6" w14:textId="77777777" w:rsidR="009214D6" w:rsidRDefault="009214D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301AFB" w14:textId="77777777" w:rsidR="00011906" w:rsidRDefault="0001190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B8D835A" w14:textId="77777777" w:rsidR="00A81FA6" w:rsidRDefault="00A81FA6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1112250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95E3938" w14:textId="77777777" w:rsidR="00E27014" w:rsidRPr="00F20E6F" w:rsidRDefault="00E27014" w:rsidP="00E2701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EC5F13C" w14:textId="19C7B412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365B9" w:rsidRPr="00F36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Implementa</w:t>
      </w:r>
      <w:r w:rsidR="00F36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F365B9" w:rsidRPr="00F36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diferentes métodos de observação topográfica</w:t>
      </w:r>
      <w:r w:rsidR="00125D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acordo com as necessidades da intervenção</w:t>
      </w:r>
    </w:p>
    <w:p w14:paraId="4AC4671C" w14:textId="007CD724" w:rsidR="00E27014" w:rsidRPr="0064164C" w:rsidRDefault="00E27014" w:rsidP="00550B4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90E1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Respeitando as normas e instruções para a utilização dos</w:t>
      </w:r>
      <w:r w:rsidR="00550B4C" w:rsidRPr="00550B4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equipamentos de medição</w:t>
      </w:r>
      <w:r w:rsidR="00490E1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6BB46E9E" w14:textId="78945DB2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365B9" w:rsidRPr="00F36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Procede</w:t>
      </w:r>
      <w:r w:rsidR="00F36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F365B9" w:rsidRPr="00F36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à recolha de </w:t>
      </w:r>
      <w:r w:rsidR="00A036F5" w:rsidRPr="00F36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dados utilizando</w:t>
      </w:r>
      <w:r w:rsidR="00A036F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A036F5" w:rsidRPr="00F36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diferentes tipos de equipamento</w:t>
      </w:r>
    </w:p>
    <w:p w14:paraId="04048E40" w14:textId="1730337A" w:rsidR="00E27014" w:rsidRPr="0064164C" w:rsidRDefault="00E27014" w:rsidP="00F365B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F1F5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Respeitando os procedimentos definidos para a realização de</w:t>
      </w:r>
      <w:r w:rsidR="00A036F5" w:rsidRPr="00A036F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levantamentos topográfico</w:t>
      </w:r>
      <w:r w:rsidR="00532D7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</w:p>
    <w:p w14:paraId="3DD1E1A0" w14:textId="77777777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7C98FB1" w14:textId="77777777" w:rsidR="00E27014" w:rsidRPr="00136AD8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9A479A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D374E40" w14:textId="77777777" w:rsidR="00C405E8" w:rsidRPr="00984B30" w:rsidRDefault="00C405E8" w:rsidP="00C405E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1BB9B1AB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DE1B4FA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E8BC14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9841C43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3D1DBD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1A1968C" w14:textId="77777777" w:rsidR="00062767" w:rsidRPr="00062767" w:rsidRDefault="00062767" w:rsidP="0028347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62767">
        <w:rPr>
          <w:rFonts w:ascii="Verdana Pro Light" w:eastAsia="Arial Unicode MS" w:hAnsi="Verdana Pro Light" w:cs="Arial Unicode MS"/>
          <w:sz w:val="18"/>
          <w:szCs w:val="18"/>
        </w:rPr>
        <w:t xml:space="preserve">Equipamento topográfico: estação total, nível de engenheiro, GPS, fita Métrica e cordel de navegação, prumo de centro, bússola, </w:t>
      </w:r>
      <w:proofErr w:type="spellStart"/>
      <w:r w:rsidRPr="00062767">
        <w:rPr>
          <w:rFonts w:ascii="Verdana Pro Light" w:eastAsia="Arial Unicode MS" w:hAnsi="Verdana Pro Light" w:cs="Arial Unicode MS"/>
          <w:sz w:val="18"/>
          <w:szCs w:val="18"/>
        </w:rPr>
        <w:t>etc</w:t>
      </w:r>
      <w:proofErr w:type="spellEnd"/>
    </w:p>
    <w:p w14:paraId="2FAACEFA" w14:textId="4D03DC39" w:rsidR="00E27014" w:rsidRPr="009A5236" w:rsidRDefault="00283477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46D31533" w14:textId="77777777" w:rsidR="00E27014" w:rsidRPr="00501DC8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E13133" w14:textId="77777777" w:rsidR="00E27014" w:rsidRPr="00501DC8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294C0B" w14:textId="77777777" w:rsidR="00E27014" w:rsidRPr="00501DC8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5705A7" w14:textId="77777777" w:rsidR="00E27014" w:rsidRPr="00501DC8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080D8B1" w14:textId="77777777" w:rsidR="00E27014" w:rsidRPr="00501DC8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A05F669" w14:textId="77777777" w:rsidR="00E27014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1CAFA80" w14:textId="77777777" w:rsidR="00E27014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2F8F0F8" w14:textId="77777777" w:rsidR="00E27014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412638" w14:textId="77777777" w:rsidR="00E27014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5642129" w14:textId="77777777" w:rsidR="00E27014" w:rsidRPr="00501DC8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D591488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75A229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4DAE95F" w14:textId="77777777" w:rsidR="00E27014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379942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FF5836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E7E449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792DA819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6796B047" w14:textId="77777777" w:rsidR="00E27014" w:rsidRDefault="00E27014" w:rsidP="00E27014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27014" w:rsidRPr="00136AD8" w14:paraId="3281AE01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47D350" w14:textId="4A080453" w:rsidR="00E27014" w:rsidRPr="00357A3E" w:rsidRDefault="00E2701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57A3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0000/000</w:t>
            </w:r>
            <w:r w:rsidR="00700E96" w:rsidRPr="00357A3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6825EF4" w14:textId="007F97BF" w:rsidR="00E27014" w:rsidRPr="00357A3E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57A3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Efetuar </w:t>
            </w:r>
            <w:r w:rsidR="00357A3E" w:rsidRPr="00357A3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o</w:t>
            </w:r>
            <w:r w:rsidR="00B47DF9" w:rsidRPr="00357A3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r w:rsidR="00357A3E" w:rsidRPr="00357A3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desenho</w:t>
            </w:r>
            <w:r w:rsidRPr="00357A3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de campo de estruturas, níveis arqueológicos e perfis estratigráficos</w:t>
            </w:r>
            <w:r w:rsidR="001C3D0A" w:rsidRPr="00357A3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arqueológicos</w:t>
            </w:r>
          </w:p>
        </w:tc>
      </w:tr>
      <w:tr w:rsidR="00E27014" w:rsidRPr="00136AD8" w14:paraId="786995E4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3FD1D67" w14:textId="77777777" w:rsidR="00E27014" w:rsidRPr="00136AD8" w:rsidRDefault="00E2701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D1A31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05DC55F" w14:textId="664EC6CA" w:rsidR="00E27014" w:rsidRPr="00125D12" w:rsidRDefault="00125D12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  <w:highlight w:val="yellow"/>
              </w:rPr>
            </w:pPr>
            <w:r w:rsidRPr="00357A3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Desenho de campo de estruturas, níveis arqueológicos e perfis estratigráficos arqueológicos</w:t>
            </w:r>
          </w:p>
        </w:tc>
      </w:tr>
    </w:tbl>
    <w:p w14:paraId="05A83781" w14:textId="77777777" w:rsidR="00E27014" w:rsidRPr="00136AD8" w:rsidRDefault="00E27014" w:rsidP="00E2701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1660417" w14:textId="009A9ACD" w:rsidR="00E27014" w:rsidRPr="003200F2" w:rsidRDefault="00E27014" w:rsidP="00E2701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7A1914"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61B7B0FB" w14:textId="77777777" w:rsidR="00E27014" w:rsidRPr="00136AD8" w:rsidRDefault="00E27014" w:rsidP="00E2701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27014" w:rsidRPr="00136AD8" w14:paraId="25776654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0D8A16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27014" w:rsidRPr="00136AD8" w14:paraId="27E4401F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30A83D" w14:textId="4DA1BCE3" w:rsidR="00136887" w:rsidRDefault="00E27014" w:rsidP="009D1DF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136887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1.</w:t>
            </w:r>
            <w:r w:rsidR="00136887" w:rsidRPr="004D671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76739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</w:t>
            </w:r>
            <w:r w:rsidR="002E797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desenho e </w:t>
            </w:r>
            <w:r w:rsidR="00A2763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campo de estruturas, níveis arqueológicos e </w:t>
            </w:r>
            <w:r w:rsidR="004D6719" w:rsidRPr="004D6719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estratigráfic</w:t>
            </w:r>
            <w:r w:rsidR="00A27633">
              <w:rPr>
                <w:rFonts w:ascii="Verdana Pro Light" w:eastAsia="Arial Unicode MS" w:hAnsi="Verdana Pro Light" w:cs="Arial Unicode MS"/>
                <w:sz w:val="18"/>
                <w:szCs w:val="18"/>
              </w:rPr>
              <w:t>os</w:t>
            </w:r>
            <w:r w:rsidR="004D6719" w:rsidRPr="004D671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2A74C0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</w:t>
            </w:r>
            <w:r w:rsidR="002A74C0">
              <w:t xml:space="preserve"> </w:t>
            </w:r>
            <w:r w:rsidR="002A74C0" w:rsidRPr="002A74C0">
              <w:rPr>
                <w:rFonts w:ascii="Verdana Pro Light" w:eastAsia="Arial Unicode MS" w:hAnsi="Verdana Pro Light" w:cs="Arial Unicode MS"/>
                <w:sz w:val="18"/>
                <w:szCs w:val="18"/>
              </w:rPr>
              <w:t>as orientações do arqueólogo</w:t>
            </w:r>
          </w:p>
          <w:p w14:paraId="28C4082D" w14:textId="3E1F4EB7" w:rsidR="00A929D1" w:rsidRDefault="00381643" w:rsidP="0053718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9D1DF7" w:rsidRPr="009D1DF7">
              <w:rPr>
                <w:rFonts w:ascii="Verdana Pro Light" w:eastAsia="Arial Unicode MS" w:hAnsi="Verdana Pro Light" w:cs="Arial Unicode MS"/>
                <w:sz w:val="18"/>
                <w:szCs w:val="18"/>
              </w:rPr>
              <w:t>2.</w:t>
            </w:r>
            <w:r w:rsidR="0048405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094A5E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Desenhar</w:t>
            </w:r>
            <w:r w:rsidR="00D251E4" w:rsidRPr="0048405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</w:t>
            </w:r>
            <w:r w:rsidR="00D251E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perfis </w:t>
            </w:r>
            <w:r w:rsidR="00D251E4" w:rsidRPr="0048405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estratigráfico</w:t>
            </w:r>
            <w:r w:rsidR="00A27633"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="00D251E4" w:rsidRPr="0048405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2CEA1016" w14:textId="481474AD" w:rsidR="00537187" w:rsidRPr="0048405C" w:rsidRDefault="00E27014" w:rsidP="0053718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="0053718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75516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Registar e documentar </w:t>
            </w:r>
            <w:r w:rsidR="008E7C1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campo de estruturas e </w:t>
            </w:r>
            <w:r w:rsidR="00537187" w:rsidRPr="0048405C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processos de formação da estratigrafia arqueológica</w:t>
            </w:r>
          </w:p>
          <w:p w14:paraId="1B730DC7" w14:textId="2765AA6B" w:rsidR="00E27014" w:rsidRPr="001B353A" w:rsidRDefault="00E27014" w:rsidP="0018140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E27014" w:rsidRPr="00136AD8" w14:paraId="315ED50B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7C9AE8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4FB896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269012D" w14:textId="77777777" w:rsidR="00E27014" w:rsidRPr="001B353A" w:rsidRDefault="00E27014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27014" w:rsidRPr="00136AD8" w14:paraId="6C1EA37B" w14:textId="77777777" w:rsidTr="00794C5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E1BD" w14:textId="661193AF" w:rsidR="00136887" w:rsidRDefault="005169D0" w:rsidP="00EC7F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69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 de Estratigrafia: origens e evolução</w:t>
            </w:r>
          </w:p>
          <w:p w14:paraId="2D7AD694" w14:textId="1A39E7B2" w:rsidR="00FA41D2" w:rsidRPr="00FA41D2" w:rsidRDefault="00FA41D2" w:rsidP="00FA41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A41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Estratigrafia geológica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arqueológica:</w:t>
            </w:r>
            <w:r w:rsidRPr="00FA41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princípios básicos</w:t>
            </w:r>
          </w:p>
          <w:p w14:paraId="352E81EF" w14:textId="77777777" w:rsidR="001C08F1" w:rsidRDefault="000A0ED2" w:rsidP="001C08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0E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processo de estratificação arqueológica</w:t>
            </w:r>
          </w:p>
          <w:p w14:paraId="649795F6" w14:textId="77777777" w:rsidR="001C08F1" w:rsidRDefault="00B107D4" w:rsidP="001C08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C08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estratigrafia no registo arqueológico</w:t>
            </w:r>
          </w:p>
          <w:p w14:paraId="53FCF8C2" w14:textId="796CF8F4" w:rsidR="00872DD7" w:rsidRDefault="00872DD7" w:rsidP="001C08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C08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Terminologia estratigráfica</w:t>
            </w:r>
          </w:p>
          <w:p w14:paraId="6C6A39E4" w14:textId="1D37959D" w:rsidR="001C08F1" w:rsidRPr="001C08F1" w:rsidRDefault="001C08F1" w:rsidP="001C08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C08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 e uso de unidades estratigráficas na investigação arqueológic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</w:p>
          <w:p w14:paraId="4C5ED419" w14:textId="44FB7240" w:rsidR="00EC7F19" w:rsidRDefault="00EC7F19" w:rsidP="00EC7F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C7F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Registo de estratigrafia vertical</w:t>
            </w:r>
          </w:p>
          <w:p w14:paraId="5F43D803" w14:textId="77777777" w:rsidR="0022567C" w:rsidRDefault="00EC7F19" w:rsidP="0022567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C7F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Registo de estratigrafia horizontal</w:t>
            </w:r>
          </w:p>
          <w:p w14:paraId="6DF1C1BF" w14:textId="77777777" w:rsidR="0022567C" w:rsidRDefault="00EC7F19" w:rsidP="0022567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256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Tintagem</w:t>
            </w:r>
            <w:proofErr w:type="spellEnd"/>
            <w:r w:rsidRPr="002256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2256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vetorização</w:t>
            </w:r>
            <w:proofErr w:type="spellEnd"/>
            <w:r w:rsidRPr="002256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como meios de finalização gráfica</w:t>
            </w:r>
          </w:p>
          <w:p w14:paraId="1E1FDB98" w14:textId="0296CAE1" w:rsidR="00514006" w:rsidRPr="0022567C" w:rsidRDefault="00EC7F19" w:rsidP="0022567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256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Articulação com as oficinas tipográficas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4D076" w14:textId="3CAF5724" w:rsidR="00136887" w:rsidRDefault="000F20D1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 diferentes tipos de estratigrafia</w:t>
            </w:r>
            <w:r w:rsidR="001F71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="001F71C2" w:rsidRPr="001F71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geológica e arqueológica</w:t>
            </w:r>
          </w:p>
          <w:p w14:paraId="7D94D64A" w14:textId="57884839" w:rsidR="00BA0BC4" w:rsidRDefault="00D559E9" w:rsidP="00BA0B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</w:t>
            </w:r>
            <w:r w:rsidR="00BA0BC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ilizar a t</w:t>
            </w:r>
            <w:r w:rsidR="00BA0BC4" w:rsidRPr="001C08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erminologia</w:t>
            </w:r>
            <w:r w:rsidR="00AB7D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A0BC4" w:rsidRPr="001C08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estratigráfica</w:t>
            </w:r>
          </w:p>
          <w:p w14:paraId="6ECFF713" w14:textId="3879EDC3" w:rsidR="00136887" w:rsidRDefault="004014BA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diferentes unidades estratigráficas </w:t>
            </w:r>
          </w:p>
          <w:p w14:paraId="7A82EF8E" w14:textId="3B469095" w:rsidR="00E27014" w:rsidRDefault="00312E6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</w:t>
            </w:r>
            <w:r w:rsidRPr="00CC2A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gistar</w:t>
            </w:r>
            <w:r w:rsidR="00CC2A31" w:rsidRPr="00CC2A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interpretar as diferentes camadas ou estratos de um sítio arqueológico</w:t>
            </w:r>
          </w:p>
          <w:p w14:paraId="203CF306" w14:textId="5D71571B" w:rsidR="00804C22" w:rsidRDefault="00804C22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Pr="00804C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sistemas de </w:t>
            </w:r>
            <w:proofErr w:type="spellStart"/>
            <w:r w:rsidRPr="00804C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geo-referenciação</w:t>
            </w:r>
            <w:proofErr w:type="spellEnd"/>
            <w:r w:rsidRPr="00804C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auxiliares ao desenho de estratigrafia arqueológica</w:t>
            </w:r>
          </w:p>
          <w:p w14:paraId="14A139C6" w14:textId="77777777" w:rsidR="00312E64" w:rsidRDefault="00CF7210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Documentar de forma</w:t>
            </w:r>
            <w:r w:rsidR="00585726" w:rsidRPr="005857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detalhada quaisquer características especiais.</w:t>
            </w:r>
          </w:p>
          <w:p w14:paraId="438D6344" w14:textId="77777777" w:rsidR="00876E53" w:rsidRDefault="00B9291F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diferentes técnicas de </w:t>
            </w:r>
            <w:r w:rsidR="000037A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representação gráfica no registo vertical ou horizontal</w:t>
            </w:r>
          </w:p>
          <w:p w14:paraId="431797FC" w14:textId="77777777" w:rsidR="004818C6" w:rsidRDefault="004818C6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B13B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13B68" w:rsidRPr="00B13B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técnica de </w:t>
            </w:r>
            <w:proofErr w:type="spellStart"/>
            <w:r w:rsidR="00B13B68" w:rsidRPr="00B13B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tintagem</w:t>
            </w:r>
            <w:proofErr w:type="spellEnd"/>
            <w:r w:rsidR="00B13B68" w:rsidRPr="00B13B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13B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vectorização </w:t>
            </w:r>
            <w:r w:rsidR="00B13B68" w:rsidRPr="00B13B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a finalização gráfica</w:t>
            </w:r>
          </w:p>
          <w:p w14:paraId="47380C77" w14:textId="1FC03DA9" w:rsidR="00B13B68" w:rsidRPr="00057283" w:rsidRDefault="00B13B68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Articular </w:t>
            </w:r>
            <w:r w:rsidR="008B7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oficinas tipográficas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B3773" w14:textId="77777777" w:rsidR="00181406" w:rsidRDefault="00181406" w:rsidP="001814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673B3FF8" w14:textId="77777777" w:rsidR="00181406" w:rsidRDefault="00181406" w:rsidP="001814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711FD69" w14:textId="77777777" w:rsidR="00181406" w:rsidRDefault="00181406" w:rsidP="001814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74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383389B3" w14:textId="77777777" w:rsidR="00181406" w:rsidRPr="00F057ED" w:rsidRDefault="00181406" w:rsidP="001814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</w:t>
            </w:r>
          </w:p>
          <w:p w14:paraId="4C431E8D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F7E196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961394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79F7AD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1F5255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A66058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0CAE52A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C643E3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274E2E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EF1825" w14:textId="77777777" w:rsidR="00E27014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7E30B1" w14:textId="77777777" w:rsidR="00E27014" w:rsidRPr="00057283" w:rsidRDefault="00E2701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E7293D3" w14:textId="77777777" w:rsidR="00E27014" w:rsidRDefault="00E27014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68D9A1C" w14:textId="77777777" w:rsidR="00537187" w:rsidRDefault="00537187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20B3B0A" w14:textId="77777777" w:rsidR="00537187" w:rsidRDefault="00537187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CEE247A" w14:textId="77777777" w:rsidR="00537187" w:rsidRDefault="00537187" w:rsidP="00E270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56A7346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FD503D2" w14:textId="77777777" w:rsidR="00E27014" w:rsidRPr="00F20E6F" w:rsidRDefault="00E27014" w:rsidP="00E2701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A005C65" w14:textId="384B9E1E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D4F41" w:rsidRPr="00FD4F4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Caracteriza</w:t>
      </w:r>
      <w:r w:rsidR="00FD4F4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FD4F41" w:rsidRPr="00FD4F4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distingui</w:t>
      </w:r>
      <w:r w:rsidR="00FD4F4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FD4F41" w:rsidRPr="00FD4F4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diferentes tipos de análise e de registo estratigráfico</w:t>
      </w:r>
    </w:p>
    <w:p w14:paraId="1AE53EA6" w14:textId="6B6DF8F5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563EF">
        <w:rPr>
          <w:rFonts w:ascii="Verdana Pro Light" w:eastAsia="Arial Unicode MS" w:hAnsi="Verdana Pro Light" w:cs="Arial Unicode MS"/>
          <w:sz w:val="18"/>
          <w:szCs w:val="18"/>
        </w:rPr>
        <w:t>U</w:t>
      </w:r>
      <w:r w:rsidR="004563EF" w:rsidRPr="009D1DF7">
        <w:rPr>
          <w:rFonts w:ascii="Verdana Pro Light" w:eastAsia="Arial Unicode MS" w:hAnsi="Verdana Pro Light" w:cs="Arial Unicode MS"/>
          <w:sz w:val="18"/>
          <w:szCs w:val="18"/>
        </w:rPr>
        <w:t>tilizando o</w:t>
      </w:r>
      <w:r w:rsidR="004563E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4563EF" w:rsidRPr="009D1DF7">
        <w:rPr>
          <w:rFonts w:ascii="Verdana Pro Light" w:eastAsia="Arial Unicode MS" w:hAnsi="Verdana Pro Light" w:cs="Arial Unicode MS"/>
          <w:sz w:val="18"/>
          <w:szCs w:val="18"/>
        </w:rPr>
        <w:t>material necessário à execução do registo estratigráfico</w:t>
      </w:r>
    </w:p>
    <w:p w14:paraId="67A1235F" w14:textId="08ECEB14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37187" w:rsidRPr="002256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Cumpri</w:t>
      </w:r>
      <w:r w:rsidR="005371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537187" w:rsidRPr="002256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regras internacionais de representação gráfica e</w:t>
      </w:r>
      <w:r w:rsidR="005371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</w:t>
      </w:r>
      <w:r w:rsidR="00537187" w:rsidRPr="002256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registo estratigráfico com rigor métrico e científico</w:t>
      </w:r>
    </w:p>
    <w:p w14:paraId="2BD6CEC7" w14:textId="57881F5F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37187">
        <w:rPr>
          <w:rFonts w:ascii="Verdana Pro Light" w:eastAsia="Arial Unicode MS" w:hAnsi="Verdana Pro Light" w:cs="Arial Unicode MS"/>
          <w:sz w:val="18"/>
          <w:szCs w:val="18"/>
        </w:rPr>
        <w:t>Implementando</w:t>
      </w:r>
      <w:r w:rsidR="00537187" w:rsidRPr="00E722CD">
        <w:rPr>
          <w:rFonts w:ascii="Verdana Pro Light" w:eastAsia="Arial Unicode MS" w:hAnsi="Verdana Pro Light" w:cs="Arial Unicode MS"/>
          <w:sz w:val="18"/>
          <w:szCs w:val="18"/>
        </w:rPr>
        <w:t xml:space="preserve"> no terreno sistemas de </w:t>
      </w:r>
      <w:proofErr w:type="spellStart"/>
      <w:r w:rsidR="00537187" w:rsidRPr="00E722CD">
        <w:rPr>
          <w:rFonts w:ascii="Verdana Pro Light" w:eastAsia="Arial Unicode MS" w:hAnsi="Verdana Pro Light" w:cs="Arial Unicode MS"/>
          <w:sz w:val="18"/>
          <w:szCs w:val="18"/>
        </w:rPr>
        <w:t>geo-referenciação</w:t>
      </w:r>
      <w:proofErr w:type="spellEnd"/>
      <w:r w:rsidR="00537187" w:rsidRPr="00E722CD">
        <w:rPr>
          <w:rFonts w:ascii="Verdana Pro Light" w:eastAsia="Arial Unicode MS" w:hAnsi="Verdana Pro Light" w:cs="Arial Unicode MS"/>
          <w:sz w:val="18"/>
          <w:szCs w:val="18"/>
        </w:rPr>
        <w:t xml:space="preserve"> auxiliares ao desenho de</w:t>
      </w:r>
      <w:r w:rsidR="00537187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537187" w:rsidRPr="00E722CD">
        <w:rPr>
          <w:rFonts w:ascii="Verdana Pro Light" w:eastAsia="Arial Unicode MS" w:hAnsi="Verdana Pro Light" w:cs="Arial Unicode MS"/>
          <w:sz w:val="18"/>
          <w:szCs w:val="18"/>
        </w:rPr>
        <w:t>estratigrafia arqueológica</w:t>
      </w:r>
      <w:r w:rsidR="00537187" w:rsidRPr="005371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AC764E8" w14:textId="4BA6C2B3" w:rsidR="00E27014" w:rsidRPr="0064164C" w:rsidRDefault="00E27014" w:rsidP="00E270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E771675" w14:textId="77777777" w:rsidR="00E27014" w:rsidRPr="00136AD8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A58236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FA03930" w14:textId="77777777" w:rsidR="006F6321" w:rsidRPr="00984B30" w:rsidRDefault="006F6321" w:rsidP="006F632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1D812743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CC006A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38E2DB" w14:textId="77777777" w:rsidR="00E27014" w:rsidRPr="00984B30" w:rsidRDefault="00E27014" w:rsidP="00E270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863F19A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389F7F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9AF7EEC" w14:textId="77777777" w:rsidR="00181406" w:rsidRPr="00181406" w:rsidRDefault="00181406" w:rsidP="0018140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81406">
        <w:rPr>
          <w:rFonts w:ascii="Verdana Pro Light" w:eastAsia="Arial Unicode MS" w:hAnsi="Verdana Pro Light" w:cs="Arial Unicode MS"/>
          <w:sz w:val="18"/>
          <w:szCs w:val="18"/>
        </w:rPr>
        <w:t>Manuais</w:t>
      </w:r>
    </w:p>
    <w:p w14:paraId="5CA513AD" w14:textId="77777777" w:rsidR="00181406" w:rsidRPr="00181406" w:rsidRDefault="00181406" w:rsidP="0018140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81406">
        <w:rPr>
          <w:rFonts w:ascii="Verdana Pro Light" w:eastAsia="Arial Unicode MS" w:hAnsi="Verdana Pro Light" w:cs="Arial Unicode MS"/>
          <w:sz w:val="18"/>
          <w:szCs w:val="18"/>
        </w:rPr>
        <w:t xml:space="preserve">Hardware e software adequados (Adobe </w:t>
      </w:r>
      <w:proofErr w:type="spellStart"/>
      <w:r w:rsidRPr="00181406">
        <w:rPr>
          <w:rFonts w:ascii="Verdana Pro Light" w:eastAsia="Arial Unicode MS" w:hAnsi="Verdana Pro Light" w:cs="Arial Unicode MS"/>
          <w:sz w:val="18"/>
          <w:szCs w:val="18"/>
        </w:rPr>
        <w:t>Illustrator</w:t>
      </w:r>
      <w:proofErr w:type="spellEnd"/>
      <w:r w:rsidRPr="00181406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proofErr w:type="spellStart"/>
      <w:r w:rsidRPr="00181406">
        <w:rPr>
          <w:rFonts w:ascii="Verdana Pro Light" w:eastAsia="Arial Unicode MS" w:hAnsi="Verdana Pro Light" w:cs="Arial Unicode MS"/>
          <w:sz w:val="18"/>
          <w:szCs w:val="18"/>
        </w:rPr>
        <w:t>CorelDRAW</w:t>
      </w:r>
      <w:proofErr w:type="spellEnd"/>
      <w:r w:rsidRPr="00181406">
        <w:rPr>
          <w:rFonts w:ascii="Verdana Pro Light" w:eastAsia="Arial Unicode MS" w:hAnsi="Verdana Pro Light" w:cs="Arial Unicode MS"/>
          <w:sz w:val="18"/>
          <w:szCs w:val="18"/>
        </w:rPr>
        <w:t xml:space="preserve">, Clip </w:t>
      </w:r>
      <w:proofErr w:type="spellStart"/>
      <w:r w:rsidRPr="00181406">
        <w:rPr>
          <w:rFonts w:ascii="Verdana Pro Light" w:eastAsia="Arial Unicode MS" w:hAnsi="Verdana Pro Light" w:cs="Arial Unicode MS"/>
          <w:sz w:val="18"/>
          <w:szCs w:val="18"/>
        </w:rPr>
        <w:t>Studio</w:t>
      </w:r>
      <w:proofErr w:type="spellEnd"/>
      <w:r w:rsidRPr="0018140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 w:rsidRPr="00181406">
        <w:rPr>
          <w:rFonts w:ascii="Verdana Pro Light" w:eastAsia="Arial Unicode MS" w:hAnsi="Verdana Pro Light" w:cs="Arial Unicode MS"/>
          <w:sz w:val="18"/>
          <w:szCs w:val="18"/>
        </w:rPr>
        <w:t>Paint</w:t>
      </w:r>
      <w:proofErr w:type="spellEnd"/>
      <w:r w:rsidRPr="00181406">
        <w:rPr>
          <w:rFonts w:ascii="Verdana Pro Light" w:eastAsia="Arial Unicode MS" w:hAnsi="Verdana Pro Light" w:cs="Arial Unicode MS"/>
          <w:sz w:val="18"/>
          <w:szCs w:val="18"/>
        </w:rPr>
        <w:t>, entre outros) ao desenho arqueológico</w:t>
      </w:r>
    </w:p>
    <w:p w14:paraId="604BC352" w14:textId="726C47B5" w:rsidR="00E27014" w:rsidRPr="009A5236" w:rsidRDefault="00E27014" w:rsidP="00537187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A523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537187">
        <w:rPr>
          <w:rFonts w:ascii="Verdana Pro Light" w:eastAsia="Arial Unicode MS" w:hAnsi="Verdana Pro Light" w:cs="Arial Unicode MS"/>
          <w:sz w:val="18"/>
          <w:szCs w:val="18"/>
        </w:rPr>
        <w:t>S</w:t>
      </w:r>
      <w:r w:rsidR="00537187" w:rsidRPr="00804C22">
        <w:rPr>
          <w:rFonts w:ascii="Verdana Pro Light" w:eastAsia="Arial Unicode MS" w:hAnsi="Verdana Pro Light" w:cs="Arial Unicode MS"/>
          <w:sz w:val="18"/>
          <w:szCs w:val="18"/>
        </w:rPr>
        <w:t xml:space="preserve">istemas de </w:t>
      </w:r>
      <w:proofErr w:type="spellStart"/>
      <w:r w:rsidR="00537187" w:rsidRPr="00804C22">
        <w:rPr>
          <w:rFonts w:ascii="Verdana Pro Light" w:eastAsia="Arial Unicode MS" w:hAnsi="Verdana Pro Light" w:cs="Arial Unicode MS"/>
          <w:sz w:val="18"/>
          <w:szCs w:val="18"/>
        </w:rPr>
        <w:t>geo-referenciação</w:t>
      </w:r>
      <w:proofErr w:type="spellEnd"/>
      <w:r w:rsidR="00537187" w:rsidRPr="00804C22">
        <w:rPr>
          <w:rFonts w:ascii="Verdana Pro Light" w:eastAsia="Arial Unicode MS" w:hAnsi="Verdana Pro Light" w:cs="Arial Unicode MS"/>
          <w:sz w:val="18"/>
          <w:szCs w:val="18"/>
        </w:rPr>
        <w:t xml:space="preserve"> auxiliares ao desenho de estratigrafia arqueológica</w:t>
      </w:r>
    </w:p>
    <w:p w14:paraId="09B65EDA" w14:textId="77777777" w:rsidR="00E27014" w:rsidRDefault="00E27014" w:rsidP="006F632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F0D067" w14:textId="77777777" w:rsidR="006F6321" w:rsidRDefault="006F6321" w:rsidP="006F632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DAEFA7F" w14:textId="77777777" w:rsidR="006F6321" w:rsidRDefault="006F6321" w:rsidP="006F632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5A1EF1" w14:textId="77777777" w:rsidR="006F6321" w:rsidRDefault="006F6321" w:rsidP="006F632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35FD228" w14:textId="77777777" w:rsidR="006F6321" w:rsidRDefault="006F6321" w:rsidP="006F632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D5DDE4D" w14:textId="77777777" w:rsidR="006F6321" w:rsidRDefault="006F6321" w:rsidP="006F632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BA18CC7" w14:textId="77777777" w:rsidR="006F6321" w:rsidRPr="006F6321" w:rsidRDefault="006F6321" w:rsidP="006F632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61869F" w14:textId="77777777" w:rsidR="00E27014" w:rsidRPr="00F87025" w:rsidRDefault="00E27014" w:rsidP="00E270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C7648CC" w14:textId="77777777" w:rsidR="00E27014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D37515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3F583B" w14:textId="77777777" w:rsidR="00E27014" w:rsidRPr="00051C79" w:rsidRDefault="00E27014" w:rsidP="00E270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28B2B7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2C5CEF46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04540D47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278DFCCA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0D279A5E" w14:textId="77777777" w:rsidR="00E27014" w:rsidRDefault="00E27014" w:rsidP="00E27014">
      <w:pPr>
        <w:rPr>
          <w:rFonts w:ascii="Verdana Pro Light" w:hAnsi="Verdana Pro Light"/>
          <w:smallCaps/>
        </w:rPr>
      </w:pPr>
    </w:p>
    <w:p w14:paraId="4F591A03" w14:textId="77777777" w:rsidR="00E27014" w:rsidRDefault="00E27014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83A05" w:rsidRPr="00136AD8" w14:paraId="0853FAAD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18D9A36" w14:textId="3B40ED67" w:rsidR="00283A05" w:rsidRPr="00136AD8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2125F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0000/000</w:t>
            </w:r>
            <w:r w:rsidR="00700E96" w:rsidRPr="0002125F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061F07E" w14:textId="786F985E" w:rsidR="00283A05" w:rsidRPr="009C256C" w:rsidRDefault="009A3834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2125F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Fotografar objetos para documentação visual e efetuar o tratamento de imagem digital</w:t>
            </w:r>
          </w:p>
        </w:tc>
      </w:tr>
      <w:tr w:rsidR="00283A05" w:rsidRPr="00136AD8" w14:paraId="3535766C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8C47DB7" w14:textId="44A19BE8" w:rsidR="00283A05" w:rsidRPr="00136AD8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77205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 xml:space="preserve">UFCD 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517982B" w14:textId="1D54DFB8" w:rsidR="00283A05" w:rsidRPr="00136AD8" w:rsidRDefault="00932E6A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11175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Fotografia de objetos para documentação visual e tratamento de imagem digital</w:t>
            </w:r>
          </w:p>
        </w:tc>
      </w:tr>
    </w:tbl>
    <w:p w14:paraId="5F0CEE0A" w14:textId="77777777" w:rsidR="00283A05" w:rsidRPr="00136AD8" w:rsidRDefault="00283A05" w:rsidP="00283A0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E14E98D" w14:textId="2A9F3270" w:rsidR="00283A05" w:rsidRPr="003200F2" w:rsidRDefault="00283A05" w:rsidP="00283A0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  <w:r w:rsidR="00BC72FC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</w:p>
    <w:p w14:paraId="5350799F" w14:textId="77777777" w:rsidR="00283A05" w:rsidRPr="00136AD8" w:rsidRDefault="00283A05" w:rsidP="00283A0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83A05" w:rsidRPr="00136AD8" w14:paraId="0723D788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56B9D4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83A05" w:rsidRPr="00136AD8" w14:paraId="3E88B92B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ACFB65" w14:textId="171D3DD6" w:rsidR="00076B4B" w:rsidRPr="00076B4B" w:rsidRDefault="00283A05" w:rsidP="00076B4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76B4B" w:rsidRPr="00076B4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equipamentos adequados </w:t>
            </w:r>
            <w:r w:rsidR="008333F0">
              <w:rPr>
                <w:rFonts w:ascii="Verdana Pro Light" w:eastAsia="Arial Unicode MS" w:hAnsi="Verdana Pro Light" w:cs="Arial Unicode MS"/>
                <w:sz w:val="18"/>
                <w:szCs w:val="18"/>
              </w:rPr>
              <w:t>à intervenção a realizar</w:t>
            </w:r>
          </w:p>
          <w:p w14:paraId="4C350BD6" w14:textId="721A739F" w:rsidR="00076B4B" w:rsidRDefault="00076B4B" w:rsidP="00076B4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6B4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076B4B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333F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Recolher imagens </w:t>
            </w:r>
            <w:r w:rsidR="006E0C4B">
              <w:rPr>
                <w:rFonts w:ascii="Verdana Pro Light" w:eastAsia="Arial Unicode MS" w:hAnsi="Verdana Pro Light" w:cs="Arial Unicode MS"/>
                <w:sz w:val="18"/>
                <w:szCs w:val="18"/>
              </w:rPr>
              <w:t>dos objetos a documentar</w:t>
            </w:r>
          </w:p>
          <w:p w14:paraId="3CFE2F8E" w14:textId="1CA449DE" w:rsidR="00283A05" w:rsidRDefault="00076B4B" w:rsidP="00FF678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6B4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6E0C4B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076B4B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076B4B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139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Editar e tratar as </w:t>
            </w:r>
            <w:r w:rsidR="004E58BF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 digitais</w:t>
            </w:r>
          </w:p>
          <w:p w14:paraId="147A9A93" w14:textId="5B83C99C" w:rsidR="00FF6784" w:rsidRPr="001B353A" w:rsidRDefault="00FF6784" w:rsidP="00FF678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F6784">
              <w:rPr>
                <w:rFonts w:ascii="Verdana Pro Light" w:eastAsia="Arial Unicode MS" w:hAnsi="Verdana Pro Light" w:cs="Arial Unicode MS"/>
                <w:sz w:val="18"/>
                <w:szCs w:val="18"/>
              </w:rPr>
              <w:t>R5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Imprimir as fotografias em diferentes formatos </w:t>
            </w:r>
          </w:p>
        </w:tc>
      </w:tr>
      <w:tr w:rsidR="00283A05" w:rsidRPr="00136AD8" w14:paraId="0F21F1E8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347034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C13C9A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C3EC53F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40019" w:rsidRPr="00057283" w14:paraId="14F45A71" w14:textId="77777777" w:rsidTr="00183411">
        <w:trPr>
          <w:trHeight w:val="268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78A6D" w14:textId="0DF9F055" w:rsidR="00440019" w:rsidRPr="009E3D0C" w:rsidRDefault="00662AA3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Máquinas</w:t>
            </w:r>
            <w:r w:rsidR="00457B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fotográficas e acessórios</w:t>
            </w:r>
          </w:p>
          <w:p w14:paraId="0FC631E5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fundamentais da linguagem fotográfica</w:t>
            </w:r>
          </w:p>
          <w:p w14:paraId="4174DDCE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básicas de fotografia digital</w:t>
            </w:r>
          </w:p>
          <w:p w14:paraId="3B6E09D8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Exame Visual do objeto e o registo fotográfico - Técnicas e procedimentos</w:t>
            </w:r>
          </w:p>
          <w:p w14:paraId="077C6D6D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fotografia enquanto técnica de documentação visual – procedimentos, métodos e técnicas</w:t>
            </w:r>
          </w:p>
          <w:p w14:paraId="4B7EACCA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de armazenamento de imagens</w:t>
            </w:r>
          </w:p>
          <w:p w14:paraId="55B79214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gravação e tipos de suporte de gravação</w:t>
            </w:r>
          </w:p>
          <w:p w14:paraId="7E6BFB27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Tratamento de imagens digitais</w:t>
            </w:r>
          </w:p>
          <w:p w14:paraId="0F8F0AF8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A4930C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AA3416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9D0C3A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EAFDEA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1BC2C3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61B5EC9" w14:textId="77777777" w:rsidR="00440019" w:rsidRPr="001B353A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B9AFD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diferentes tipos de equipamentos e controlos básicos</w:t>
            </w:r>
          </w:p>
          <w:p w14:paraId="2245C82F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noções fundamentais da linguagem fotográfica</w:t>
            </w:r>
          </w:p>
          <w:p w14:paraId="6A1D789B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básicas de fotografia em diferentes cenários</w:t>
            </w:r>
          </w:p>
          <w:p w14:paraId="07A8C1BB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exame visual do objeto para registo fotográfico</w:t>
            </w:r>
          </w:p>
          <w:p w14:paraId="701CDA3A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e técnicas de fotografia de objetos para documentação visual</w:t>
            </w:r>
          </w:p>
          <w:p w14:paraId="1DECE539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diferentes formatos de ficheiros digitais</w:t>
            </w:r>
          </w:p>
          <w:p w14:paraId="242282D1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3D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básicas de tratamento de imagens digitais</w:t>
            </w:r>
          </w:p>
          <w:p w14:paraId="5B014DDD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14EB21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8D34A5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2967BF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7DE101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2DBC4D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9DC71D" w14:textId="77777777" w:rsidR="00440019" w:rsidRPr="009E3D0C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CE0553" w14:textId="77777777" w:rsidR="00440019" w:rsidRPr="00057283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4AE82" w14:textId="77777777" w:rsidR="00E5223C" w:rsidRPr="004F198C" w:rsidRDefault="00E5223C" w:rsidP="00E52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6A57AA15" w14:textId="77777777" w:rsidR="00E5223C" w:rsidRPr="004F198C" w:rsidRDefault="00E5223C" w:rsidP="00E52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4024E762" w14:textId="77777777" w:rsidR="00E5223C" w:rsidRDefault="00E5223C" w:rsidP="00E52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62CD68D3" w14:textId="77777777" w:rsidR="00E5223C" w:rsidRPr="004F198C" w:rsidRDefault="00E5223C" w:rsidP="00E52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7D3B58C4" w14:textId="77777777" w:rsidR="00E5223C" w:rsidRPr="004F198C" w:rsidRDefault="00E5223C" w:rsidP="00E52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68C9498B" w14:textId="77777777" w:rsidR="00E5223C" w:rsidRDefault="00E5223C" w:rsidP="00E52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na execução</w:t>
            </w:r>
          </w:p>
          <w:p w14:paraId="6D2BDC8D" w14:textId="74E6897A" w:rsidR="00440019" w:rsidRDefault="00E5223C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6B90170" w14:textId="77777777" w:rsidR="00440019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C84462" w14:textId="77777777" w:rsidR="00440019" w:rsidRPr="00057283" w:rsidRDefault="00440019" w:rsidP="004400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F0DB5EE" w14:textId="77777777" w:rsidR="00283A05" w:rsidRDefault="00283A05" w:rsidP="00283A0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C092B74" w14:textId="77777777" w:rsidR="00283A05" w:rsidRDefault="00283A05" w:rsidP="00283A0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6D4B944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9D41B0D" w14:textId="77777777" w:rsidR="00283A05" w:rsidRPr="00F20E6F" w:rsidRDefault="00283A05" w:rsidP="00283A0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494863E" w14:textId="77777777" w:rsidR="00D64D28" w:rsidRDefault="00D64D28" w:rsidP="00D64D28">
      <w:pPr>
        <w:tabs>
          <w:tab w:val="left" w:pos="708"/>
          <w:tab w:val="left" w:pos="1373"/>
        </w:tabs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Selecionando o equipamento e acessórios de acordo com o objeto a fotografar e as condições do meio ambiente</w:t>
      </w:r>
    </w:p>
    <w:p w14:paraId="10EEDF41" w14:textId="77777777" w:rsidR="00D64D28" w:rsidRPr="0064164C" w:rsidRDefault="00D64D28" w:rsidP="00D64D2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Respeitando as técnicas de captação de imagem para documentação visual</w:t>
      </w:r>
    </w:p>
    <w:p w14:paraId="36F77537" w14:textId="77777777" w:rsidR="00D64D28" w:rsidRPr="0064164C" w:rsidRDefault="00D64D28" w:rsidP="00D64D2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B59E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as </w:t>
      </w:r>
      <w:r w:rsidRPr="00AB59E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técnicas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execução de fotografia digital</w:t>
      </w:r>
    </w:p>
    <w:p w14:paraId="4E588616" w14:textId="77777777" w:rsidR="00D64D28" w:rsidRPr="0064164C" w:rsidRDefault="00D64D28" w:rsidP="00D64D2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Utilizando as funcionalidades do software de tratamento de imagem</w:t>
      </w:r>
    </w:p>
    <w:p w14:paraId="351CE24B" w14:textId="77777777" w:rsidR="00D64D28" w:rsidRPr="0064164C" w:rsidRDefault="00D64D28" w:rsidP="00D64D2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7EBA1AC" w14:textId="77777777" w:rsidR="00283A05" w:rsidRPr="00136AD8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A63321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E2E74A3" w14:textId="61A4B817" w:rsidR="006F6321" w:rsidRDefault="00CF58D8" w:rsidP="006F632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do setor cultural</w:t>
      </w:r>
    </w:p>
    <w:p w14:paraId="74044556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2E4F7F7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09A529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11D4FC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249F23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B7FB5A0" w14:textId="77777777" w:rsidR="009D4869" w:rsidRPr="00501DC8" w:rsidRDefault="009D4869" w:rsidP="009D48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3D677A84" w14:textId="77777777" w:rsidR="009D4869" w:rsidRPr="00501DC8" w:rsidRDefault="009D4869" w:rsidP="009D48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45D3E70E" w14:textId="77777777" w:rsidR="009D4869" w:rsidRPr="00501DC8" w:rsidRDefault="009D4869" w:rsidP="009D48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 e regulamentos</w:t>
      </w:r>
    </w:p>
    <w:p w14:paraId="6D53DA67" w14:textId="57502455" w:rsidR="009D4869" w:rsidRPr="00501DC8" w:rsidRDefault="009D4869" w:rsidP="009D48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Máquina fotográfica </w:t>
      </w:r>
      <w:r w:rsidR="00662AA3">
        <w:rPr>
          <w:rFonts w:ascii="Verdana Pro Light" w:eastAsia="Arial Unicode MS" w:hAnsi="Verdana Pro Light" w:cs="Arial Unicode MS"/>
          <w:sz w:val="18"/>
          <w:szCs w:val="18"/>
        </w:rPr>
        <w:t xml:space="preserve">digital </w:t>
      </w:r>
      <w:r>
        <w:rPr>
          <w:rFonts w:ascii="Verdana Pro Light" w:eastAsia="Arial Unicode MS" w:hAnsi="Verdana Pro Light" w:cs="Arial Unicode MS"/>
          <w:sz w:val="18"/>
          <w:szCs w:val="18"/>
        </w:rPr>
        <w:t>e acessórios</w:t>
      </w:r>
    </w:p>
    <w:p w14:paraId="44EE84D9" w14:textId="25219859" w:rsidR="009D4869" w:rsidRPr="00501DC8" w:rsidRDefault="009D4869" w:rsidP="009D48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 e software específico de tratamento de imagem</w:t>
      </w:r>
    </w:p>
    <w:p w14:paraId="30F9E885" w14:textId="77777777" w:rsidR="00283A05" w:rsidRPr="009A5236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A523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7E59F1E2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A15473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31A89A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71DFA35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4148A10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01543D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5098C7D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A5F7992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C78791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A8A1FE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05B385C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8DE5E8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CB9CFDE" w14:textId="77777777" w:rsidR="00283A05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D27FA9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73784404" w14:textId="77777777" w:rsidR="00283A05" w:rsidRDefault="00283A05" w:rsidP="00283A0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83A05" w:rsidRPr="00136AD8" w14:paraId="5B5CFC2B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9333C6D" w14:textId="46BEF432" w:rsidR="00283A05" w:rsidRPr="00136AD8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32E6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A20314" w14:textId="644BFBDD" w:rsidR="00283A05" w:rsidRPr="009C256C" w:rsidRDefault="00265BD1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o</w:t>
            </w:r>
            <w:r w:rsidR="00106CD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arquivo </w:t>
            </w:r>
            <w:r w:rsidR="002F719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fotográfico arqueológico</w:t>
            </w:r>
          </w:p>
        </w:tc>
      </w:tr>
      <w:tr w:rsidR="00283A05" w:rsidRPr="00136AD8" w14:paraId="77D274C5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942D8A9" w14:textId="26AAEE25" w:rsidR="00283A05" w:rsidRPr="00136AD8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47E9979" w14:textId="7C0E16D8" w:rsidR="00283A05" w:rsidRPr="00136AD8" w:rsidRDefault="00E30C7B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Arquivo fotográfico arqueológico </w:t>
            </w:r>
          </w:p>
        </w:tc>
      </w:tr>
    </w:tbl>
    <w:p w14:paraId="5FD6A426" w14:textId="77777777" w:rsidR="00283A05" w:rsidRPr="00136AD8" w:rsidRDefault="00283A05" w:rsidP="00283A0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86425F0" w14:textId="7752B8E1" w:rsidR="00283A05" w:rsidRPr="003200F2" w:rsidRDefault="00283A05" w:rsidP="00283A0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053983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451043C0" w14:textId="77777777" w:rsidR="00283A05" w:rsidRPr="00136AD8" w:rsidRDefault="00283A05" w:rsidP="00283A0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83A05" w:rsidRPr="00136AD8" w14:paraId="5EE412DB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03F53E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83A05" w:rsidRPr="00136AD8" w14:paraId="461B1DFE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B43266" w14:textId="0BCAAB5D" w:rsidR="00283A05" w:rsidRPr="00FF5107" w:rsidRDefault="00283A05" w:rsidP="00A86B0E">
            <w:pPr>
              <w:tabs>
                <w:tab w:val="left" w:pos="942"/>
              </w:tabs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bookmarkStart w:id="8" w:name="_Hlk151913351"/>
            <w:r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72972"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Manusear</w:t>
            </w:r>
            <w:r w:rsidR="00F17CE1"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vários tipos de máquinas fotográficas </w:t>
            </w:r>
          </w:p>
          <w:p w14:paraId="11FE60E7" w14:textId="0C54EE6E" w:rsidR="00283A05" w:rsidRPr="00FF5107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86B0E"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as características dos objetos e aplicar as técnicas de registo adequadas à fotografia em campo arqueológico</w:t>
            </w:r>
          </w:p>
          <w:p w14:paraId="66D83C7B" w14:textId="4602CFF8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86B0E"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Transferir imagens para computador, </w:t>
            </w:r>
            <w:r w:rsidR="00C93B11"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editar</w:t>
            </w:r>
            <w:r w:rsidR="00A86B0E" w:rsidRPr="00FF51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guardar utilizando diferentes formatos de ficheiros</w:t>
            </w:r>
          </w:p>
          <w:bookmarkEnd w:id="8"/>
          <w:p w14:paraId="10952E3A" w14:textId="77777777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283A05" w:rsidRPr="00136AD8" w14:paraId="2C8A01F8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5A7896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D0C7C4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A8C89A9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4732A" w:rsidRPr="00136AD8" w14:paraId="3B955BC4" w14:textId="77777777" w:rsidTr="00794C5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B03DF" w14:textId="77777777" w:rsidR="0094732A" w:rsidRPr="003D4347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43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Acessórios para macrofotografia (Lentes macro; Foles e tubos de extensão; Lentes de aproximação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77B04A3D" w14:textId="77777777" w:rsidR="0094732A" w:rsidRPr="003D4347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43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Pr="003D43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Obliqua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</w:t>
            </w:r>
            <w:r w:rsidRPr="003D43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Axial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Pr="003D43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Difusa</w:t>
            </w:r>
          </w:p>
          <w:p w14:paraId="411D0A42" w14:textId="77777777" w:rsidR="0094732A" w:rsidRPr="00D645F1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5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distância de focagem e a profundidade de campo</w:t>
            </w:r>
          </w:p>
          <w:p w14:paraId="121F68CF" w14:textId="77777777" w:rsidR="0094732A" w:rsidRPr="00D645F1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5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Reprodução de exemplares gráficos e fotográficos</w:t>
            </w:r>
          </w:p>
          <w:p w14:paraId="5A049714" w14:textId="77777777" w:rsidR="0094732A" w:rsidRPr="00D645F1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5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uso de escalas na mesa de reprodução</w:t>
            </w:r>
          </w:p>
          <w:p w14:paraId="7D24B7D9" w14:textId="77777777" w:rsidR="0094732A" w:rsidRPr="00847454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74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escolha de fundos (disposição/interpretação dos objetos sobre os fundos; Composição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4ADFB05" w14:textId="77777777" w:rsidR="0094732A" w:rsidRPr="00D645F1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5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características dos objetos</w:t>
            </w:r>
          </w:p>
          <w:p w14:paraId="2183939C" w14:textId="77777777" w:rsidR="0094732A" w:rsidRPr="00D645F1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5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registo</w:t>
            </w:r>
          </w:p>
          <w:p w14:paraId="4FC28244" w14:textId="77777777" w:rsidR="0094732A" w:rsidRPr="00D645F1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5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Fórmulas e cálculos de exposição para fotografia de aproximação</w:t>
            </w:r>
          </w:p>
          <w:p w14:paraId="457A5E4F" w14:textId="740C4630" w:rsidR="0094732A" w:rsidRPr="001B353A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5EF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em contexto de escavação arqueológica: Escala; Lousa; Norte; Hora do dia; Distância focal; Perspetiva; Registo fotográfico; Quadrículas; Estruturas; Espólio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D645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Outros materiais de interesse arqueológico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3169B" w14:textId="77777777" w:rsidR="0094732A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os acessórios de macrofotografia para capturar </w:t>
            </w:r>
            <w:r w:rsidRPr="007706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detalhes extremos de objetos pequenos</w:t>
            </w:r>
          </w:p>
          <w:p w14:paraId="7B170EC6" w14:textId="77777777" w:rsidR="0094732A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54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diferentes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tipo de iluminação </w:t>
            </w:r>
          </w:p>
          <w:p w14:paraId="3E9EB34C" w14:textId="77777777" w:rsidR="0094732A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distâncias: (focagem e profundidade de campo) e uso de escalas de reprodução</w:t>
            </w:r>
          </w:p>
          <w:p w14:paraId="69513DB4" w14:textId="77777777" w:rsidR="0094732A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Escolher os fundos que permitam destacar as características dos artefactos </w:t>
            </w:r>
          </w:p>
          <w:p w14:paraId="6CB90D16" w14:textId="77777777" w:rsidR="0094732A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características dos objetos</w:t>
            </w:r>
          </w:p>
          <w:p w14:paraId="1237F803" w14:textId="77777777" w:rsidR="0094732A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Pr="005231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técnicas de registo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fotográfico </w:t>
            </w:r>
            <w:r w:rsidRPr="005231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adequadas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às características do</w:t>
            </w:r>
            <w:r w:rsidRPr="005231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campo arqueológico</w:t>
            </w:r>
          </w:p>
          <w:p w14:paraId="083237AD" w14:textId="77777777" w:rsidR="0094732A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Cumprir as regras da fotografia, formas e cálculos de exposição, em contexto de escavação arqueológica</w:t>
            </w:r>
          </w:p>
          <w:p w14:paraId="098E9E40" w14:textId="77777777" w:rsidR="0094732A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Transferir as imagens para computador</w:t>
            </w:r>
          </w:p>
          <w:p w14:paraId="0280E707" w14:textId="3F59ABC8" w:rsidR="0094732A" w:rsidRPr="00057283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Editar e arquivar em diferentes formatos de ficheiro para o computador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54B9A" w14:textId="77777777" w:rsidR="009F1117" w:rsidRPr="004F198C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2F823614" w14:textId="77777777" w:rsidR="009F1117" w:rsidRPr="004F198C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31615CA8" w14:textId="77777777" w:rsidR="009F1117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7F2C6621" w14:textId="77777777" w:rsidR="009F1117" w:rsidRPr="004F198C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6556FCAB" w14:textId="77777777" w:rsidR="009F1117" w:rsidRPr="004F198C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55280F8D" w14:textId="77777777" w:rsidR="009F1117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na execução</w:t>
            </w:r>
          </w:p>
          <w:p w14:paraId="7CE96F7B" w14:textId="77777777" w:rsidR="009F1117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69ACDDA6" w14:textId="77777777" w:rsidR="0094732A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719606" w14:textId="77777777" w:rsidR="0094732A" w:rsidRPr="00057283" w:rsidRDefault="0094732A" w:rsidP="009473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BEE4425" w14:textId="77777777" w:rsidR="00283A05" w:rsidRDefault="00283A05" w:rsidP="00283A0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002BA59" w14:textId="05D7E1C8" w:rsidR="00283A05" w:rsidRPr="00F87025" w:rsidRDefault="00283A05" w:rsidP="00DE755D">
      <w:pPr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smallCaps/>
        </w:rPr>
        <w:br w:type="page"/>
      </w: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3B3B103" w14:textId="77777777" w:rsidR="00283A05" w:rsidRPr="00F20E6F" w:rsidRDefault="00283A05" w:rsidP="00283A0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F9AA146" w14:textId="1CE87585" w:rsidR="00283A05" w:rsidRPr="0064164C" w:rsidRDefault="00283A05" w:rsidP="009B653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A7BDE" w:rsidRPr="00CA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Manusea</w:t>
      </w:r>
      <w:r w:rsidR="00CA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CA7BDE" w:rsidRPr="00CA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vários tipos de máquinas fotográficas </w:t>
      </w:r>
    </w:p>
    <w:p w14:paraId="5A29C475" w14:textId="0202934F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B653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Identificando</w:t>
      </w:r>
      <w:r w:rsidR="009B6530" w:rsidRPr="00CA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características dos objetos</w:t>
      </w:r>
    </w:p>
    <w:p w14:paraId="0F62A807" w14:textId="248CF44F" w:rsidR="00283A05" w:rsidRPr="0064164C" w:rsidRDefault="00283A05" w:rsidP="009B653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B653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9B6530" w:rsidRPr="00CA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</w:t>
      </w:r>
      <w:r w:rsidR="009B653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9B6530" w:rsidRPr="00CA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 técnicas de registo adequadas à fotografia em campo arqueológico</w:t>
      </w:r>
    </w:p>
    <w:p w14:paraId="56D4E11E" w14:textId="1B24C5F9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B6530" w:rsidRPr="00CA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Transferi</w:t>
      </w:r>
      <w:r w:rsidR="009B653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9B6530" w:rsidRPr="00CA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imagens para computador</w:t>
      </w:r>
      <w:r w:rsidR="009B653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9B6530" w:rsidRPr="00CA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 diferentes formatos de ficheiros</w:t>
      </w:r>
    </w:p>
    <w:p w14:paraId="3FCD2E2A" w14:textId="7AF8E07D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B653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Arquivando </w:t>
      </w:r>
      <w:r w:rsidR="00566A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 imagens no computador</w:t>
      </w:r>
    </w:p>
    <w:p w14:paraId="3D70DB2C" w14:textId="77777777" w:rsidR="00283A05" w:rsidRPr="00136AD8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94FFA0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3CBF41E" w14:textId="77777777" w:rsidR="006F6321" w:rsidRPr="00984B30" w:rsidRDefault="006F6321" w:rsidP="006F632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481F7265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9745B4A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DF1479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216A0F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EE7DEB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D25772F" w14:textId="7D5C64C3" w:rsidR="00E54E26" w:rsidRPr="00501DC8" w:rsidRDefault="00E54E26" w:rsidP="00E54E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515A309F" w14:textId="77777777" w:rsidR="00E54E26" w:rsidRPr="00501DC8" w:rsidRDefault="00E54E26" w:rsidP="00E54E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 e regulamentos</w:t>
      </w:r>
    </w:p>
    <w:p w14:paraId="0C0828FE" w14:textId="77777777" w:rsidR="00E54E26" w:rsidRPr="00501DC8" w:rsidRDefault="00E54E26" w:rsidP="00E54E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Máquina fotográfica</w:t>
      </w:r>
    </w:p>
    <w:p w14:paraId="30195AF6" w14:textId="77777777" w:rsidR="00E54E26" w:rsidRPr="00501DC8" w:rsidRDefault="00E54E26" w:rsidP="00E54E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10616A41" w14:textId="57C35C2B" w:rsidR="00283A05" w:rsidRPr="009A5236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35F6D7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4B4490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3921377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6019D31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6F815ED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6DF69F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39AFD38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BF0FD73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737EFC8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7F69EAE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B323694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649C8B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ED62CA0" w14:textId="77777777" w:rsidR="00283A05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7AF5CD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34A717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FB13AA" w14:textId="77777777" w:rsidR="00283A05" w:rsidRDefault="00283A05" w:rsidP="00283A0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83A05" w:rsidRPr="00136AD8" w14:paraId="1D46CFFF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7CD816C" w14:textId="23D212D7" w:rsidR="00283A05" w:rsidRPr="00136AD8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17605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1EAF1B1" w14:textId="43A372CF" w:rsidR="00283A05" w:rsidRPr="009C256C" w:rsidRDefault="002F7199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7605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Efetuar </w:t>
            </w:r>
            <w:r w:rsidR="00452CDC" w:rsidRPr="0017605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registo</w:t>
            </w:r>
            <w:r w:rsidR="00004CA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</w:t>
            </w:r>
            <w:r w:rsidR="00452CDC" w:rsidRPr="0017605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521A4E" w:rsidRPr="0017605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ortofotográfico</w:t>
            </w:r>
            <w:r w:rsidR="00004CA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</w:t>
            </w:r>
            <w:proofErr w:type="spellEnd"/>
            <w:r w:rsidR="00452CDC" w:rsidRPr="0017605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de estruturas e níveis arqueológicos</w:t>
            </w:r>
          </w:p>
        </w:tc>
      </w:tr>
      <w:tr w:rsidR="00283A05" w:rsidRPr="00136AD8" w14:paraId="738A1E6D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0A6220F" w14:textId="66B20FFA" w:rsidR="00283A05" w:rsidRPr="00136AD8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0756AAC" w14:textId="4FE1BF9B" w:rsidR="00283A05" w:rsidRPr="00136AD8" w:rsidRDefault="00F15E92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R</w:t>
            </w:r>
            <w:r w:rsidRPr="00F15E92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egisto </w:t>
            </w:r>
            <w:proofErr w:type="spellStart"/>
            <w:r w:rsidRPr="00F15E92">
              <w:rPr>
                <w:rFonts w:ascii="Verdana Pro Light" w:eastAsia="Arial Unicode MS" w:hAnsi="Verdana Pro Light" w:cs="Times New Roman"/>
                <w:sz w:val="18"/>
                <w:szCs w:val="18"/>
              </w:rPr>
              <w:t>ortofotográficos</w:t>
            </w:r>
            <w:proofErr w:type="spellEnd"/>
            <w:r w:rsidRPr="00F15E92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de estruturas e níveis arqueológicos</w:t>
            </w:r>
          </w:p>
        </w:tc>
      </w:tr>
    </w:tbl>
    <w:p w14:paraId="14BE228D" w14:textId="77777777" w:rsidR="00283A05" w:rsidRPr="00136AD8" w:rsidRDefault="00283A05" w:rsidP="00283A0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D4044E0" w14:textId="43C096C8" w:rsidR="00283A05" w:rsidRPr="003200F2" w:rsidRDefault="00283A05" w:rsidP="00283A0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877905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059F346C" w14:textId="77777777" w:rsidR="00283A05" w:rsidRPr="00136AD8" w:rsidRDefault="00283A05" w:rsidP="00283A0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83A05" w:rsidRPr="00136AD8" w14:paraId="7EAFB91D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AACE0E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83A05" w:rsidRPr="00136AD8" w14:paraId="52C02F5C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77249D" w14:textId="13136AE7" w:rsidR="00E147A4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bookmarkStart w:id="9" w:name="_Hlk151992050"/>
            <w:r w:rsidR="00E147A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 plano de trabalho e/ou as orientações do arqueólogo </w:t>
            </w:r>
          </w:p>
          <w:p w14:paraId="365D790F" w14:textId="6C6D5F39" w:rsidR="00283A05" w:rsidRPr="001B353A" w:rsidRDefault="00E147A4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CD0DD4">
              <w:rPr>
                <w:rFonts w:ascii="Verdana Pro Light" w:eastAsia="Arial Unicode MS" w:hAnsi="Verdana Pro Light" w:cs="Arial Unicode MS"/>
                <w:sz w:val="18"/>
                <w:szCs w:val="18"/>
              </w:rPr>
              <w:t>Captar e r</w:t>
            </w:r>
            <w:r w:rsidR="00715E6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egistar </w:t>
            </w:r>
            <w:r w:rsidR="002A6204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</w:t>
            </w:r>
            <w:r w:rsidR="00715E6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="00143588">
              <w:rPr>
                <w:rFonts w:ascii="Verdana Pro Light" w:eastAsia="Arial Unicode MS" w:hAnsi="Verdana Pro Light" w:cs="Arial Unicode MS"/>
                <w:sz w:val="18"/>
                <w:szCs w:val="18"/>
              </w:rPr>
              <w:t>ortofotográficas</w:t>
            </w:r>
            <w:proofErr w:type="spellEnd"/>
          </w:p>
          <w:p w14:paraId="3AFA011A" w14:textId="5F369ABE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86D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medições da </w:t>
            </w:r>
            <w:r w:rsidR="00A61EC8">
              <w:rPr>
                <w:rFonts w:ascii="Verdana Pro Light" w:eastAsia="Arial Unicode MS" w:hAnsi="Verdana Pro Light" w:cs="Arial Unicode MS"/>
                <w:sz w:val="18"/>
                <w:szCs w:val="18"/>
              </w:rPr>
              <w:t>área arqueológica</w:t>
            </w:r>
            <w:r w:rsidR="00386D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estruturas e níveis arqueológicos </w:t>
            </w:r>
          </w:p>
          <w:bookmarkEnd w:id="9"/>
          <w:p w14:paraId="0B839A39" w14:textId="7F9048E4" w:rsidR="00283A05" w:rsidRPr="001B353A" w:rsidRDefault="00B61929" w:rsidP="00CC19A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R4. C</w:t>
            </w:r>
            <w:r w:rsidRPr="00B619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</w:t>
            </w:r>
            <w:r w:rsidR="00CC19A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um </w:t>
            </w:r>
            <w:r w:rsidRPr="00B619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tridimensional </w:t>
            </w:r>
            <w:r w:rsidR="00A15012">
              <w:rPr>
                <w:rFonts w:ascii="Verdana Pro Light" w:eastAsia="Arial Unicode MS" w:hAnsi="Verdana Pro Light" w:cs="Arial Unicode MS"/>
                <w:sz w:val="18"/>
                <w:szCs w:val="18"/>
              </w:rPr>
              <w:t>área arqueológica, estruturas e níveis arqueológicos</w:t>
            </w:r>
            <w:r w:rsidR="00283A0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283A05" w:rsidRPr="00136AD8" w14:paraId="3F154D03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E5AE2B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5787FA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0087249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83A05" w:rsidRPr="00136AD8" w14:paraId="58D36847" w14:textId="77777777" w:rsidTr="00794C5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45CE8" w14:textId="77777777" w:rsidR="00F8250B" w:rsidRDefault="00487210" w:rsidP="00F8250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872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aérea: estratégias de análise, elementos reconhecíveis, identificação de potenciais sítios arqueológicos</w:t>
            </w:r>
            <w:r w:rsidR="00F8250B" w:rsidRPr="007945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CB70857" w14:textId="71E44592" w:rsidR="00487210" w:rsidRPr="00F8250B" w:rsidRDefault="00EB612D" w:rsidP="008521B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8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Fotointerpretação</w:t>
            </w:r>
            <w:r w:rsidR="00F8250B" w:rsidRPr="00F8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foto-</w:t>
            </w:r>
            <w:r w:rsidRPr="00F8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retificação</w:t>
            </w:r>
            <w:r w:rsidR="00F8250B" w:rsidRPr="00F8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mapeamento em ambiente SIG e integração</w:t>
            </w:r>
            <w:r w:rsidR="00F8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F8250B" w:rsidRPr="00F8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outras informações arqueológicas</w:t>
            </w:r>
          </w:p>
          <w:p w14:paraId="37E9AB83" w14:textId="3EBB857C" w:rsidR="0005314A" w:rsidRDefault="0005314A" w:rsidP="000531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E301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egistos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complementares à Ortofotografia</w:t>
            </w:r>
            <w:r w:rsidR="00591C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recolha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dados arqueológicos: </w:t>
            </w:r>
            <w:r w:rsidRPr="001A125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desenhos técnicos, fotografias no campo e registos estratigráficos</w:t>
            </w:r>
          </w:p>
          <w:p w14:paraId="22E2D2C1" w14:textId="77777777" w:rsidR="00283A05" w:rsidRDefault="00926110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26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Fotogramétrico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="009337D3" w:rsidRPr="009337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software para processar </w:t>
            </w:r>
            <w:r w:rsidR="00E16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9337D3" w:rsidRPr="009337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magens</w:t>
            </w:r>
          </w:p>
          <w:p w14:paraId="7676BBB8" w14:textId="77777777" w:rsidR="007945CB" w:rsidRDefault="00E25CB0" w:rsidP="008E7D9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Registo da m</w:t>
            </w:r>
            <w:r w:rsidRPr="00E25C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para a captura </w:t>
            </w:r>
          </w:p>
          <w:p w14:paraId="2F38348C" w14:textId="3B37EED4" w:rsidR="008E7D9B" w:rsidRPr="008E7D9B" w:rsidRDefault="008E7D9B" w:rsidP="00CC19A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8F67" w14:textId="77777777" w:rsidR="000A53D4" w:rsidRDefault="000A53D4" w:rsidP="000A53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</w:t>
            </w:r>
            <w:r w:rsidRPr="00AA18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estruturas e níveis arqueológicos</w:t>
            </w:r>
          </w:p>
          <w:p w14:paraId="5E2795E4" w14:textId="77777777" w:rsidR="000A53D4" w:rsidRDefault="000A53D4" w:rsidP="000A53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imagem aéreas capturadas através de</w:t>
            </w:r>
            <w:r w:rsidRPr="002238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238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drones</w:t>
            </w:r>
            <w:proofErr w:type="spellEnd"/>
            <w:r w:rsidRPr="002238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aeronaves tripuladas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sítio arqueológico</w:t>
            </w:r>
          </w:p>
          <w:p w14:paraId="62519B99" w14:textId="17D0E768" w:rsidR="00A61F59" w:rsidRDefault="00FE031B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fotografia área em potenciais </w:t>
            </w:r>
            <w:r w:rsidR="00F31F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sítios arqueológicos</w:t>
            </w:r>
          </w:p>
          <w:p w14:paraId="379CB1B8" w14:textId="3228EA4A" w:rsidR="00F8250B" w:rsidRPr="00EB612D" w:rsidRDefault="00EB612D" w:rsidP="00EB612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61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medições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B61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exatas</w:t>
            </w:r>
            <w:r w:rsidR="00A919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partir de outras i</w:t>
            </w:r>
            <w:r w:rsidR="008E7D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nformações arqueológicas</w:t>
            </w:r>
          </w:p>
          <w:p w14:paraId="17798362" w14:textId="566BA68F" w:rsidR="001A1250" w:rsidRDefault="00A27FD7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591C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outros </w:t>
            </w:r>
            <w:r w:rsidR="008F7C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registos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8F7C7F" w:rsidRPr="008F7C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estruturas e níveis arqueológicos</w:t>
            </w:r>
            <w:r w:rsidR="008F7C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319C5DB" w14:textId="3CA3ADB3" w:rsidR="00FA0E96" w:rsidRDefault="00F72FDF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72F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Processar </w:t>
            </w:r>
            <w:r w:rsidR="00FA0E96" w:rsidRPr="00F72F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todas as análises realizadas</w:t>
            </w:r>
            <w:r w:rsidR="00E010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captura de imagens</w:t>
            </w:r>
          </w:p>
          <w:p w14:paraId="4AAD7668" w14:textId="77777777" w:rsidR="00A27FD7" w:rsidRPr="00A27FD7" w:rsidRDefault="00A27FD7" w:rsidP="00A27FD7">
            <w:pPr>
              <w:rPr>
                <w:lang w:eastAsia="pt-PT"/>
              </w:rPr>
            </w:pPr>
          </w:p>
          <w:p w14:paraId="6A5C51C2" w14:textId="77777777" w:rsidR="00A27FD7" w:rsidRDefault="00A27FD7" w:rsidP="00A27FD7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44AB24" w14:textId="23D9FCBB" w:rsidR="00A27FD7" w:rsidRPr="00A27FD7" w:rsidRDefault="00A27FD7" w:rsidP="00A27FD7">
            <w:pPr>
              <w:ind w:firstLine="708"/>
              <w:rPr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77E6A" w14:textId="77777777" w:rsidR="009F1117" w:rsidRPr="004F198C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09C9746A" w14:textId="77777777" w:rsidR="009F1117" w:rsidRPr="004F198C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1083BA10" w14:textId="77777777" w:rsidR="009F1117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2885AA17" w14:textId="77777777" w:rsidR="009F1117" w:rsidRPr="004F198C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2ADB09A0" w14:textId="77777777" w:rsidR="009F1117" w:rsidRPr="004F198C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9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300D0DBA" w14:textId="77777777" w:rsidR="009F1117" w:rsidRDefault="009F1117" w:rsidP="009F11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na execução</w:t>
            </w:r>
          </w:p>
          <w:p w14:paraId="06E9DA36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64FA65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E6D80C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FB18A7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EDA5C5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FD4E02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A67B98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E03A07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1F0725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61DFCC" w14:textId="77777777" w:rsidR="00283A05" w:rsidRPr="00057283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1545D76" w14:textId="77777777" w:rsidR="00283A05" w:rsidRDefault="00283A05" w:rsidP="00283A0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C924065" w14:textId="77777777" w:rsidR="00283A05" w:rsidRDefault="00283A05" w:rsidP="00283A0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1BD5C4C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88AC83F" w14:textId="77777777" w:rsidR="00283A05" w:rsidRPr="00F20E6F" w:rsidRDefault="00283A05" w:rsidP="00283A0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F30DD72" w14:textId="15457D1B" w:rsidR="00283A05" w:rsidRPr="00596804" w:rsidRDefault="00283A05" w:rsidP="00A61E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968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968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96804" w:rsidRPr="00596804">
        <w:rPr>
          <w:rFonts w:ascii="Verdana Pro Light" w:eastAsia="Arial Unicode MS" w:hAnsi="Verdana Pro Light" w:cs="Arial Unicode MS"/>
          <w:sz w:val="18"/>
          <w:szCs w:val="18"/>
        </w:rPr>
        <w:t>Analisa</w:t>
      </w:r>
      <w:r w:rsidR="00596804"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="00596804" w:rsidRPr="00596804">
        <w:rPr>
          <w:rFonts w:ascii="Verdana Pro Light" w:eastAsia="Arial Unicode MS" w:hAnsi="Verdana Pro Light" w:cs="Arial Unicode MS"/>
          <w:sz w:val="18"/>
          <w:szCs w:val="18"/>
        </w:rPr>
        <w:t xml:space="preserve"> o plano de trabalho e/ou as orientações do arqueólogo</w:t>
      </w:r>
      <w:r w:rsidR="00A61EC8" w:rsidRPr="005968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B1EF9F8" w14:textId="7504003F" w:rsidR="00283A05" w:rsidRPr="00596804" w:rsidRDefault="00283A05" w:rsidP="0059680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968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968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96804">
        <w:rPr>
          <w:rFonts w:ascii="Verdana Pro Light" w:eastAsia="Arial Unicode MS" w:hAnsi="Verdana Pro Light" w:cs="Arial Unicode MS"/>
          <w:sz w:val="18"/>
          <w:szCs w:val="18"/>
        </w:rPr>
        <w:t>Capta</w:t>
      </w:r>
      <w:r w:rsidR="00596804"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="00596804">
        <w:rPr>
          <w:rFonts w:ascii="Verdana Pro Light" w:eastAsia="Arial Unicode MS" w:hAnsi="Verdana Pro Light" w:cs="Arial Unicode MS"/>
          <w:sz w:val="18"/>
          <w:szCs w:val="18"/>
        </w:rPr>
        <w:t xml:space="preserve"> e regista</w:t>
      </w:r>
      <w:r w:rsidR="00596804"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="00596804">
        <w:rPr>
          <w:rFonts w:ascii="Verdana Pro Light" w:eastAsia="Arial Unicode MS" w:hAnsi="Verdana Pro Light" w:cs="Arial Unicode MS"/>
          <w:sz w:val="18"/>
          <w:szCs w:val="18"/>
        </w:rPr>
        <w:t xml:space="preserve"> imagens </w:t>
      </w:r>
      <w:proofErr w:type="spellStart"/>
      <w:r w:rsidR="00596804">
        <w:rPr>
          <w:rFonts w:ascii="Verdana Pro Light" w:eastAsia="Arial Unicode MS" w:hAnsi="Verdana Pro Light" w:cs="Arial Unicode MS"/>
          <w:sz w:val="18"/>
          <w:szCs w:val="18"/>
        </w:rPr>
        <w:t>ortofotográficas</w:t>
      </w:r>
      <w:proofErr w:type="spellEnd"/>
    </w:p>
    <w:p w14:paraId="3E684FA6" w14:textId="79E9A75D" w:rsidR="00283A05" w:rsidRPr="00596804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968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968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96804">
        <w:rPr>
          <w:rFonts w:ascii="Verdana Pro Light" w:eastAsia="Arial Unicode MS" w:hAnsi="Verdana Pro Light" w:cs="Arial Unicode MS"/>
          <w:sz w:val="18"/>
          <w:szCs w:val="18"/>
        </w:rPr>
        <w:t xml:space="preserve">Medindo </w:t>
      </w:r>
      <w:r w:rsidR="00596804">
        <w:rPr>
          <w:rFonts w:ascii="Verdana Pro Light" w:eastAsia="Arial Unicode MS" w:hAnsi="Verdana Pro Light" w:cs="Arial Unicode MS"/>
          <w:sz w:val="18"/>
          <w:szCs w:val="18"/>
        </w:rPr>
        <w:t>a área, estruturas e níveis arqueológicos</w:t>
      </w:r>
    </w:p>
    <w:p w14:paraId="42C461C1" w14:textId="18F28371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968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646A4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</w:t>
      </w:r>
      <w:r w:rsidR="00C646A4" w:rsidRPr="00B6192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ria</w:t>
      </w:r>
      <w:r w:rsidR="00C646A4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="00C646A4" w:rsidRPr="00B6192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 w:rsidR="00C646A4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um </w:t>
      </w:r>
      <w:r w:rsidR="00C646A4" w:rsidRPr="00B6192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modelo tridimensional </w:t>
      </w:r>
      <w:r w:rsidR="00C646A4">
        <w:rPr>
          <w:rFonts w:ascii="Verdana Pro Light" w:eastAsia="Arial Unicode MS" w:hAnsi="Verdana Pro Light" w:cs="Arial Unicode MS"/>
          <w:sz w:val="18"/>
          <w:szCs w:val="18"/>
        </w:rPr>
        <w:t>área arqueológica, estruturas e níveis arqueológicos</w:t>
      </w:r>
    </w:p>
    <w:p w14:paraId="02E709C6" w14:textId="77777777" w:rsidR="00283A05" w:rsidRPr="00136AD8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6EB08A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2251E70" w14:textId="77777777" w:rsidR="006F6321" w:rsidRPr="00984B30" w:rsidRDefault="006F6321" w:rsidP="006F632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5577A681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A3B83E5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3FCAA7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4E0FB5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BD5E95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6E24D14" w14:textId="2741E774" w:rsidR="00283A05" w:rsidRPr="009A5236" w:rsidRDefault="00A56496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Fotografias aéreas</w:t>
      </w:r>
    </w:p>
    <w:p w14:paraId="02B3AEAB" w14:textId="341AC679" w:rsidR="00283A05" w:rsidRPr="00501DC8" w:rsidRDefault="00E01064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Software de p</w:t>
      </w:r>
      <w:r w:rsidRPr="002373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rocessamento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</w:t>
      </w:r>
      <w:r w:rsidRPr="002373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otogramétrico</w:t>
      </w:r>
    </w:p>
    <w:p w14:paraId="424084A7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FAA9B1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14CA213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3F28447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9C9554E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BDA9669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BC90466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BA971E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644407B" w14:textId="77777777" w:rsidR="00283A05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6A556D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5BE68E" w14:textId="77777777" w:rsidR="00283A05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FEE223" w14:textId="77777777" w:rsidR="00C646A4" w:rsidRDefault="00C646A4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9A3F20" w14:textId="77777777" w:rsidR="00C646A4" w:rsidRDefault="00C646A4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4F2EDC" w14:textId="77777777" w:rsidR="00C646A4" w:rsidRPr="00051C79" w:rsidRDefault="00C646A4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A892A7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270EEBEF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027DEC72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33E482DE" w14:textId="77777777" w:rsidR="00283A05" w:rsidRDefault="00283A05" w:rsidP="00283A0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E6129" w:rsidRPr="00136AD8" w14:paraId="61B16E00" w14:textId="77777777" w:rsidTr="00CB6ED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2CB3B3E" w14:textId="1E1624BA" w:rsidR="003E6129" w:rsidRPr="00260886" w:rsidRDefault="003E6129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608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ACB53B" w14:textId="4FDAD304" w:rsidR="003E6129" w:rsidRPr="00260886" w:rsidRDefault="003E6129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6088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Organizar e inventariar peças arqueológicas</w:t>
            </w:r>
          </w:p>
        </w:tc>
      </w:tr>
      <w:tr w:rsidR="003E6129" w:rsidRPr="00136AD8" w14:paraId="1B9F4B6A" w14:textId="77777777" w:rsidTr="00CB6ED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ED5E078" w14:textId="77777777" w:rsidR="003E6129" w:rsidRPr="00260886" w:rsidRDefault="003E6129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60886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E116012" w14:textId="7FABA327" w:rsidR="003E6129" w:rsidRPr="00260886" w:rsidRDefault="00C646A4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60886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Organização e inventariação </w:t>
            </w:r>
            <w:r w:rsidR="00F23B1C" w:rsidRPr="00260886">
              <w:rPr>
                <w:rFonts w:ascii="Verdana Pro Light" w:eastAsia="Arial Unicode MS" w:hAnsi="Verdana Pro Light" w:cs="Times New Roman"/>
                <w:sz w:val="18"/>
                <w:szCs w:val="18"/>
              </w:rPr>
              <w:t>de peças arqueológicas</w:t>
            </w:r>
          </w:p>
        </w:tc>
      </w:tr>
    </w:tbl>
    <w:p w14:paraId="491CCFD0" w14:textId="77777777" w:rsidR="003E6129" w:rsidRPr="00136AD8" w:rsidRDefault="003E6129" w:rsidP="003E612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15D4224" w14:textId="77777777" w:rsidR="003E6129" w:rsidRPr="003200F2" w:rsidRDefault="003E6129" w:rsidP="003E612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1BF4848" w14:textId="77777777" w:rsidR="003E6129" w:rsidRPr="00136AD8" w:rsidRDefault="003E6129" w:rsidP="003E612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E6129" w:rsidRPr="00136AD8" w14:paraId="5EB587F8" w14:textId="77777777" w:rsidTr="00CB6ED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44A688" w14:textId="77777777" w:rsidR="003E6129" w:rsidRPr="001B353A" w:rsidRDefault="003E6129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E6129" w:rsidRPr="00136AD8" w14:paraId="553DD6EB" w14:textId="77777777" w:rsidTr="00CB6ED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3E4F0F" w14:textId="4CDFE442" w:rsidR="003E6129" w:rsidRPr="0019758B" w:rsidRDefault="003E6129" w:rsidP="003E612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1975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12214F" w:rsidRPr="0019758B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Recolher e tratar de materiais em situação de trabalho de campo</w:t>
            </w:r>
            <w:r w:rsidR="0012214F">
              <w:rPr>
                <w:rFonts w:ascii="Verdana Pro Light" w:eastAsia="Arial Unicode MS" w:hAnsi="Verdana Pro Light" w:cs="Arial Unicode MS"/>
                <w:sz w:val="18"/>
                <w:szCs w:val="18"/>
              </w:rPr>
              <w:t>, sob a orientação de um Arqueólogo</w:t>
            </w:r>
          </w:p>
          <w:p w14:paraId="006BE611" w14:textId="138D2FE8" w:rsidR="003E6129" w:rsidRPr="0019758B" w:rsidRDefault="003E6129" w:rsidP="003E612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1975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2. </w:t>
            </w:r>
            <w:r w:rsidR="0012214F" w:rsidRPr="0019758B">
              <w:rPr>
                <w:rFonts w:ascii="Verdana Pro Light" w:eastAsia="Arial Unicode MS" w:hAnsi="Verdana Pro Light" w:cs="Arial Unicode MS"/>
                <w:sz w:val="18"/>
                <w:szCs w:val="18"/>
              </w:rPr>
              <w:t>Inventariar e analisar materiais em gabinete</w:t>
            </w:r>
          </w:p>
          <w:p w14:paraId="4665D811" w14:textId="753EF16C" w:rsidR="003E6129" w:rsidRPr="001B353A" w:rsidRDefault="003E6129" w:rsidP="003E612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1975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3. </w:t>
            </w:r>
            <w:r w:rsidR="0012214F" w:rsidRPr="002E69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Classificar e datar os diferentes espólios com base nas características morfológicas</w:t>
            </w:r>
          </w:p>
          <w:p w14:paraId="3905E0AA" w14:textId="29CB3F0F" w:rsidR="002E699F" w:rsidRPr="002E699F" w:rsidRDefault="003E6129" w:rsidP="002E699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699F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="002E699F" w:rsidRPr="002E69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9D3FFF2" w14:textId="3188BE2A" w:rsidR="003E6129" w:rsidRDefault="003E6129" w:rsidP="00E9262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B7366DC" w14:textId="59C40F7B" w:rsidR="00E9262B" w:rsidRPr="003E6129" w:rsidRDefault="00E9262B" w:rsidP="00E9262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E6129" w:rsidRPr="00136AD8" w14:paraId="309C2C5B" w14:textId="77777777" w:rsidTr="00CB6ED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6ADCC6" w14:textId="77777777" w:rsidR="003E6129" w:rsidRPr="001B353A" w:rsidRDefault="003E6129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A464E1" w14:textId="77777777" w:rsidR="003E6129" w:rsidRPr="001B353A" w:rsidRDefault="003E6129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3BEFA7B" w14:textId="77777777" w:rsidR="003E6129" w:rsidRPr="001B353A" w:rsidRDefault="003E6129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E6129" w:rsidRPr="00136AD8" w14:paraId="36A20A0B" w14:textId="77777777" w:rsidTr="00CB6ED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8FF4A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4316D">
              <w:rPr>
                <w:rFonts w:ascii="Verdana Pro Light" w:eastAsia="Arial Unicode MS" w:hAnsi="Verdana Pro Light" w:cs="Arial Unicode MS"/>
                <w:sz w:val="18"/>
                <w:szCs w:val="18"/>
              </w:rPr>
              <w:t>Espólio arqueológico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- 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Tipos de depósito </w:t>
            </w:r>
          </w:p>
          <w:p w14:paraId="57E69C1D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Material lítico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- 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Processos e técnicas de fabrico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m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>etodologias de inventariação e registo</w:t>
            </w:r>
          </w:p>
          <w:p w14:paraId="44FFE365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Cerâmica e vidro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-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Processos e técnicas de fabrico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; c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>ondições de depósito e recolha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; m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>etodologias de inventariação e registo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proofErr w:type="spellStart"/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>Ceramologia</w:t>
            </w:r>
            <w:proofErr w:type="spellEnd"/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27C371E2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Metais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-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Processos e técnicas de fabrico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; c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>ondições de depósito e recolha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; m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>etodologias de inventariação e registo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>Metalografia</w:t>
            </w:r>
          </w:p>
          <w:p w14:paraId="0FF4BCED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Ossos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- 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Condições de depósito e recolha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; m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>etodologias de inventariação e registo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Antropologia e Osteologia </w:t>
            </w:r>
          </w:p>
          <w:p w14:paraId="6A53E982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Pólenes, carvões, sementes e fosfatos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-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Processos de recolha e registo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Pr="00AB1238">
              <w:rPr>
                <w:rFonts w:ascii="Verdana Pro Light" w:eastAsia="Arial Unicode MS" w:hAnsi="Verdana Pro Light" w:cs="Arial Unicode MS"/>
                <w:sz w:val="18"/>
                <w:szCs w:val="18"/>
              </w:rPr>
              <w:t>Breve referência às disciplinas específicas de análise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materiais </w:t>
            </w:r>
          </w:p>
          <w:p w14:paraId="725E7992" w14:textId="37A6DD24" w:rsidR="00C20333" w:rsidRP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66583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diferentes tipos de depósitos e as suas características específicas</w:t>
            </w:r>
          </w:p>
          <w:p w14:paraId="73505B3A" w14:textId="3103845C" w:rsidR="007C6AA7" w:rsidRDefault="007C6AA7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="00E57D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processos e técnicas de fabrico dos diferentes tipos de depósitos arqueológicos</w:t>
            </w:r>
          </w:p>
          <w:p w14:paraId="1CD13652" w14:textId="7F66AACB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técnicas </w:t>
            </w:r>
            <w:r w:rsidR="00E57D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apropriadas aos diferentes tipos de depósito (lítico; cerâmica de vidro; metais; ossos; pólenes, carvões, sementes e fosfatos)</w:t>
            </w:r>
          </w:p>
          <w:p w14:paraId="211DB890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considerar a</w:t>
            </w:r>
            <w:r w:rsidRPr="00883D6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posição relativa dos artefactos em relação às camadas estratigráficas </w:t>
            </w:r>
          </w:p>
          <w:p w14:paraId="2C90F73D" w14:textId="77777777" w:rsidR="003E6129" w:rsidRDefault="007D46CE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</w:t>
            </w:r>
            <w:r w:rsidR="00BA773E" w:rsidRPr="00E857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quimica</w:t>
            </w:r>
            <w:r w:rsidR="00BA77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mente</w:t>
            </w:r>
            <w:r w:rsidR="00E85761" w:rsidRPr="00E857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A77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depósitos</w:t>
            </w:r>
            <w:r w:rsidR="00E85761" w:rsidRPr="00E857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D6AC010" w14:textId="250DFB1D" w:rsidR="00BA773E" w:rsidRPr="00057283" w:rsidRDefault="00BA773E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CE590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580F8B38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675CCF3D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6E874693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6AB796D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672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Resistência ao stress</w:t>
            </w:r>
          </w:p>
          <w:p w14:paraId="0B5E268A" w14:textId="77777777" w:rsidR="00C20333" w:rsidRDefault="00C20333" w:rsidP="00C2033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74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7357008C" w14:textId="77777777" w:rsidR="003E6129" w:rsidRDefault="003E6129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BCF9C9" w14:textId="77777777" w:rsidR="003E6129" w:rsidRDefault="003E6129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C788D5" w14:textId="77777777" w:rsidR="003E6129" w:rsidRDefault="003E6129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D9341D" w14:textId="77777777" w:rsidR="003E6129" w:rsidRDefault="003E6129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7B1031E" w14:textId="77777777" w:rsidR="003E6129" w:rsidRDefault="003E6129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CD173C9" w14:textId="77777777" w:rsidR="003E6129" w:rsidRDefault="003E6129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53B059" w14:textId="77777777" w:rsidR="003E6129" w:rsidRDefault="003E6129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5300EC" w14:textId="77777777" w:rsidR="003E6129" w:rsidRPr="0012214F" w:rsidRDefault="003E6129" w:rsidP="001221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574FED" w14:textId="77777777" w:rsidR="003E6129" w:rsidRPr="00057283" w:rsidRDefault="003E6129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16824C3" w14:textId="77777777" w:rsidR="003E6129" w:rsidRDefault="003E6129" w:rsidP="003E612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356FB60" w14:textId="77777777" w:rsidR="003E6129" w:rsidRDefault="003E6129" w:rsidP="003E612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AF63DA3" w14:textId="77777777" w:rsidR="003E6129" w:rsidRPr="00F87025" w:rsidRDefault="003E6129" w:rsidP="003E61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3A75831" w14:textId="77777777" w:rsidR="003E6129" w:rsidRPr="00F20E6F" w:rsidRDefault="003E6129" w:rsidP="003E612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50CE8E7" w14:textId="584974D8" w:rsidR="00AA0D19" w:rsidRPr="0064164C" w:rsidRDefault="003E6129" w:rsidP="00AA0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AA0D19" w:rsidRPr="00AA0D1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AA0D1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Organizando</w:t>
      </w:r>
      <w:r w:rsidR="00AA0D19" w:rsidRPr="005A21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cronológica e tipologicamente os materiais</w:t>
      </w:r>
    </w:p>
    <w:p w14:paraId="2B4FAEFA" w14:textId="447D347A" w:rsidR="00AA0D19" w:rsidRPr="0064164C" w:rsidRDefault="00AA0D19" w:rsidP="00AA0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 C</w:t>
      </w:r>
      <w:r w:rsidRPr="00AD376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aracterizando processos 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AD376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técnicas de fabrico, bem como a sua evolução.</w:t>
      </w:r>
    </w:p>
    <w:p w14:paraId="2AF8641E" w14:textId="77777777" w:rsidR="00AA0D19" w:rsidRPr="0064164C" w:rsidRDefault="00AA0D19" w:rsidP="00AA0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C28C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Inventaria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C28C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analisa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C28C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materiais em gabinete</w:t>
      </w:r>
    </w:p>
    <w:p w14:paraId="33C1E90A" w14:textId="1AED9951" w:rsidR="003E6129" w:rsidRPr="0064164C" w:rsidRDefault="003E6129" w:rsidP="00AA0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2638B" w:rsidRPr="0072638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Regista</w:t>
      </w:r>
      <w:r w:rsidR="0072638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72638B" w:rsidRPr="0072638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exatidão a localização exata de cada artefacto no sítio arqueológico</w:t>
      </w:r>
    </w:p>
    <w:p w14:paraId="3115F136" w14:textId="43BCB71D" w:rsidR="003E6129" w:rsidRPr="0064164C" w:rsidRDefault="003E6129" w:rsidP="003E612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1D37C06" w14:textId="77777777" w:rsidR="003E6129" w:rsidRPr="00136AD8" w:rsidRDefault="003E6129" w:rsidP="003E61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49B462" w14:textId="77777777" w:rsidR="003E6129" w:rsidRPr="00F87025" w:rsidRDefault="003E6129" w:rsidP="003E61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B99C64B" w14:textId="77777777" w:rsidR="003E6129" w:rsidRPr="00984B30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1558ED4C" w14:textId="77777777" w:rsidR="003E6129" w:rsidRPr="00984B30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9447B1" w14:textId="77777777" w:rsidR="003E6129" w:rsidRPr="00984B30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8F04ED" w14:textId="77777777" w:rsidR="003E6129" w:rsidRPr="00984B30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BCD7B4" w14:textId="77777777" w:rsidR="003E6129" w:rsidRPr="00051C79" w:rsidRDefault="003E6129" w:rsidP="003E61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AC0BE7" w14:textId="77777777" w:rsidR="003E6129" w:rsidRPr="00F87025" w:rsidRDefault="003E6129" w:rsidP="003E61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D516BF8" w14:textId="6A1159A1" w:rsidR="003E6129" w:rsidRPr="009A5236" w:rsidRDefault="003457F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Computador</w:t>
      </w:r>
    </w:p>
    <w:p w14:paraId="77A7D4C5" w14:textId="77777777" w:rsidR="003E6129" w:rsidRPr="00501DC8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C9A74EF" w14:textId="77777777" w:rsidR="003E6129" w:rsidRPr="00501DC8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850044" w14:textId="77777777" w:rsidR="003E6129" w:rsidRPr="00501DC8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680BE5" w14:textId="77777777" w:rsidR="003E6129" w:rsidRPr="00501DC8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39D05D8" w14:textId="77777777" w:rsidR="003E6129" w:rsidRPr="00501DC8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F5E50B" w14:textId="77777777" w:rsidR="003E6129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60ABF7" w14:textId="77777777" w:rsidR="003E6129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B1FBD3" w14:textId="77777777" w:rsidR="003E6129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168000" w14:textId="77777777" w:rsidR="003E6129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139829A" w14:textId="77777777" w:rsidR="003E6129" w:rsidRPr="00501DC8" w:rsidRDefault="003E6129" w:rsidP="003E61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654187F" w14:textId="77777777" w:rsidR="003E6129" w:rsidRPr="00051C79" w:rsidRDefault="003E6129" w:rsidP="003E61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3CB612" w14:textId="77777777" w:rsidR="003E6129" w:rsidRPr="00F87025" w:rsidRDefault="003E6129" w:rsidP="003E61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B21CCFE" w14:textId="77777777" w:rsidR="003E6129" w:rsidRDefault="003E6129" w:rsidP="003E61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C2213C" w14:textId="77777777" w:rsidR="003E6129" w:rsidRPr="00051C79" w:rsidRDefault="003E6129" w:rsidP="003E61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81E977" w14:textId="77777777" w:rsidR="003E6129" w:rsidRPr="00051C79" w:rsidRDefault="003E6129" w:rsidP="003E61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E65EEF" w14:textId="77777777" w:rsidR="003E6129" w:rsidRDefault="003E6129" w:rsidP="003E6129">
      <w:pPr>
        <w:rPr>
          <w:rFonts w:ascii="Verdana Pro Light" w:hAnsi="Verdana Pro Light"/>
          <w:smallCaps/>
        </w:rPr>
      </w:pPr>
    </w:p>
    <w:p w14:paraId="2ED4D576" w14:textId="77777777" w:rsidR="003E6129" w:rsidRDefault="003E6129" w:rsidP="003E6129">
      <w:pPr>
        <w:rPr>
          <w:rFonts w:ascii="Verdana Pro Light" w:hAnsi="Verdana Pro Light"/>
          <w:smallCaps/>
        </w:rPr>
      </w:pPr>
    </w:p>
    <w:p w14:paraId="360DD327" w14:textId="77777777" w:rsidR="003E6129" w:rsidRDefault="003E6129" w:rsidP="003E6129">
      <w:pPr>
        <w:rPr>
          <w:rFonts w:ascii="Verdana Pro Light" w:hAnsi="Verdana Pro Light"/>
          <w:smallCaps/>
        </w:rPr>
      </w:pPr>
    </w:p>
    <w:p w14:paraId="4B6A5D5A" w14:textId="77777777" w:rsidR="003E6129" w:rsidRDefault="003E6129" w:rsidP="003E6129">
      <w:pPr>
        <w:rPr>
          <w:rFonts w:ascii="Verdana Pro Light" w:hAnsi="Verdana Pro Light"/>
          <w:smallCaps/>
        </w:rPr>
      </w:pPr>
    </w:p>
    <w:p w14:paraId="4A8C2BE6" w14:textId="77777777" w:rsidR="003E6129" w:rsidRDefault="003E6129" w:rsidP="003E612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83A05" w:rsidRPr="00136AD8" w14:paraId="1B4344A0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956CE4F" w14:textId="1EB57E35" w:rsidR="00283A05" w:rsidRPr="00260886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608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E257ED" w:rsidRPr="002608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EA0919" w:rsidRPr="002608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2358BDC" w14:textId="1FB8A0AB" w:rsidR="00283A05" w:rsidRPr="00260886" w:rsidRDefault="00965BC7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6088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O</w:t>
            </w:r>
            <w:r w:rsidR="000D3772" w:rsidRPr="0026088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rganizar </w:t>
            </w:r>
            <w:r w:rsidR="0051049B" w:rsidRPr="0026088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o processo de registo arqueológico </w:t>
            </w:r>
          </w:p>
        </w:tc>
      </w:tr>
      <w:tr w:rsidR="00283A05" w:rsidRPr="00136AD8" w14:paraId="140466A3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EAC6F75" w14:textId="77777777" w:rsidR="00283A05" w:rsidRPr="00260886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60886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83CEAB1" w14:textId="66DFED78" w:rsidR="00283A05" w:rsidRPr="00260886" w:rsidRDefault="00AC5C77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60886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Organização </w:t>
            </w:r>
            <w:r w:rsidR="009411D8" w:rsidRPr="00260886">
              <w:rPr>
                <w:rFonts w:ascii="Verdana Pro Light" w:eastAsia="Arial Unicode MS" w:hAnsi="Verdana Pro Light" w:cs="Times New Roman"/>
                <w:sz w:val="18"/>
                <w:szCs w:val="18"/>
              </w:rPr>
              <w:t>do p</w:t>
            </w:r>
            <w:r w:rsidRPr="00260886">
              <w:rPr>
                <w:rFonts w:ascii="Verdana Pro Light" w:eastAsia="Arial Unicode MS" w:hAnsi="Verdana Pro Light" w:cs="Times New Roman"/>
                <w:sz w:val="18"/>
                <w:szCs w:val="18"/>
              </w:rPr>
              <w:t>rocesso de registo arqueológico</w:t>
            </w:r>
          </w:p>
        </w:tc>
      </w:tr>
    </w:tbl>
    <w:p w14:paraId="07E248FF" w14:textId="77777777" w:rsidR="00283A05" w:rsidRPr="00136AD8" w:rsidRDefault="00283A05" w:rsidP="00283A0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F170095" w14:textId="77777777" w:rsidR="00283A05" w:rsidRPr="003200F2" w:rsidRDefault="00283A05" w:rsidP="00283A0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07E1279" w14:textId="77777777" w:rsidR="00283A05" w:rsidRPr="00136AD8" w:rsidRDefault="00283A05" w:rsidP="00283A0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83A05" w:rsidRPr="00136AD8" w14:paraId="6DECEEB8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97643A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83A05" w:rsidRPr="00136AD8" w14:paraId="6D0E72FF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8EF292" w14:textId="4E974943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bookmarkStart w:id="10" w:name="_Hlk151976419"/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86D2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Proceder </w:t>
            </w:r>
            <w:r w:rsidR="00B85F4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à organização de toda a </w:t>
            </w:r>
            <w:r w:rsidR="00844C7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 w:rsidR="00B85F4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arqueológica </w:t>
            </w:r>
            <w:r w:rsidR="007F418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recolhida no trabalho de campo</w:t>
            </w:r>
          </w:p>
          <w:p w14:paraId="47FC89E7" w14:textId="12F77B7D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838A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Registar informação nas </w:t>
            </w:r>
            <w:r w:rsidR="002838AB" w:rsidRPr="00B74581">
              <w:rPr>
                <w:rFonts w:ascii="Verdana Pro Light" w:eastAsia="Arial Unicode MS" w:hAnsi="Verdana Pro Light" w:cs="Arial Unicode MS"/>
                <w:sz w:val="18"/>
                <w:szCs w:val="18"/>
              </w:rPr>
              <w:t>fichas de registo estratigráfico</w:t>
            </w:r>
          </w:p>
          <w:p w14:paraId="3E434BF8" w14:textId="3C2A7F91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838AB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="002838AB" w:rsidRPr="002838AB">
              <w:rPr>
                <w:rFonts w:ascii="Verdana Pro Light" w:eastAsia="Arial Unicode MS" w:hAnsi="Verdana Pro Light" w:cs="Arial Unicode MS"/>
                <w:sz w:val="18"/>
                <w:szCs w:val="18"/>
              </w:rPr>
              <w:t>nvent</w:t>
            </w:r>
            <w:r w:rsidR="002838A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ariar</w:t>
            </w:r>
            <w:r w:rsidR="002838AB" w:rsidRPr="002838A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peças, desenhos e fotografias</w:t>
            </w:r>
          </w:p>
          <w:bookmarkEnd w:id="10"/>
          <w:p w14:paraId="36C635E5" w14:textId="77777777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283A05" w:rsidRPr="00136AD8" w14:paraId="12466097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5E948D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75BF0F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92F9A7C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83A05" w:rsidRPr="00136AD8" w14:paraId="3F255F69" w14:textId="77777777" w:rsidTr="00794C5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CC6BC" w14:textId="23377FB4" w:rsidR="0058137F" w:rsidRPr="0010334E" w:rsidRDefault="0058137F" w:rsidP="00332B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0334E">
              <w:rPr>
                <w:rFonts w:ascii="Verdana Pro Light" w:eastAsia="Arial Unicode MS" w:hAnsi="Verdana Pro Light" w:cs="Arial Unicode MS"/>
                <w:sz w:val="18"/>
                <w:szCs w:val="18"/>
              </w:rPr>
              <w:t>O registo em arqueologia</w:t>
            </w:r>
            <w:r w:rsidR="0010334E" w:rsidRPr="001033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-cartográfico; topográfico, fotográfico;</w:t>
            </w:r>
            <w:r w:rsidR="001033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10334E" w:rsidRPr="001033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gráfico; </w:t>
            </w:r>
            <w:r w:rsidR="0010334E">
              <w:rPr>
                <w:rFonts w:ascii="Verdana Pro Light" w:eastAsia="Arial Unicode MS" w:hAnsi="Verdana Pro Light" w:cs="Arial Unicode MS"/>
                <w:sz w:val="18"/>
                <w:szCs w:val="18"/>
              </w:rPr>
              <w:t>á</w:t>
            </w:r>
            <w:r w:rsidR="0010334E" w:rsidRPr="001033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udio e </w:t>
            </w:r>
            <w:r w:rsidR="0010334E">
              <w:rPr>
                <w:rFonts w:ascii="Verdana Pro Light" w:eastAsia="Arial Unicode MS" w:hAnsi="Verdana Pro Light" w:cs="Arial Unicode MS"/>
                <w:sz w:val="18"/>
                <w:szCs w:val="18"/>
              </w:rPr>
              <w:t>v</w:t>
            </w:r>
            <w:r w:rsidR="0010334E" w:rsidRPr="0010334E">
              <w:rPr>
                <w:rFonts w:ascii="Verdana Pro Light" w:eastAsia="Arial Unicode MS" w:hAnsi="Verdana Pro Light" w:cs="Arial Unicode MS"/>
                <w:sz w:val="18"/>
                <w:szCs w:val="18"/>
              </w:rPr>
              <w:t>ídeo</w:t>
            </w:r>
          </w:p>
          <w:p w14:paraId="4213B7C6" w14:textId="5EB8695E" w:rsidR="00076307" w:rsidRPr="00907C0D" w:rsidRDefault="00076307" w:rsidP="00C85C8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07C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Registo escrito: </w:t>
            </w:r>
            <w:r w:rsidR="00907C0D">
              <w:rPr>
                <w:rFonts w:ascii="Verdana Pro Light" w:eastAsia="Arial Unicode MS" w:hAnsi="Verdana Pro Light" w:cs="Arial Unicode MS"/>
                <w:sz w:val="18"/>
                <w:szCs w:val="18"/>
              </w:rPr>
              <w:t>f</w:t>
            </w:r>
            <w:r w:rsidRPr="00907C0D">
              <w:rPr>
                <w:rFonts w:ascii="Verdana Pro Light" w:eastAsia="Arial Unicode MS" w:hAnsi="Verdana Pro Light" w:cs="Arial Unicode MS"/>
                <w:sz w:val="18"/>
                <w:szCs w:val="18"/>
              </w:rPr>
              <w:t>ichas de registo arqueológico</w:t>
            </w:r>
            <w:r w:rsidR="00907C0D" w:rsidRPr="00907C0D">
              <w:rPr>
                <w:rFonts w:ascii="Verdana Pro Light" w:eastAsia="Arial Unicode MS" w:hAnsi="Verdana Pro Light" w:cs="Arial Unicode MS"/>
                <w:sz w:val="18"/>
                <w:szCs w:val="18"/>
              </w:rPr>
              <w:t>; c</w:t>
            </w:r>
            <w:r w:rsidRPr="00907C0D">
              <w:rPr>
                <w:rFonts w:ascii="Verdana Pro Light" w:eastAsia="Arial Unicode MS" w:hAnsi="Verdana Pro Light" w:cs="Arial Unicode MS"/>
                <w:sz w:val="18"/>
                <w:szCs w:val="18"/>
              </w:rPr>
              <w:t>aderno de campo</w:t>
            </w:r>
            <w:r w:rsidR="00907C0D" w:rsidRPr="00907C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907C0D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907C0D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elatório de intervenção</w:t>
            </w:r>
          </w:p>
          <w:p w14:paraId="070F5BED" w14:textId="77777777" w:rsidR="00283A05" w:rsidRDefault="00E47BE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47BE5">
              <w:rPr>
                <w:rFonts w:ascii="Verdana Pro Light" w:eastAsia="Arial Unicode MS" w:hAnsi="Verdana Pro Light" w:cs="Arial Unicode MS"/>
                <w:sz w:val="18"/>
                <w:szCs w:val="18"/>
              </w:rPr>
              <w:t>Ficha de Registo Estratigráfico</w:t>
            </w:r>
          </w:p>
          <w:p w14:paraId="08B9FCC0" w14:textId="77777777" w:rsidR="002D197F" w:rsidRDefault="002D197F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D197F">
              <w:rPr>
                <w:rFonts w:ascii="Verdana Pro Light" w:eastAsia="Arial Unicode MS" w:hAnsi="Verdana Pro Light" w:cs="Arial Unicode MS"/>
                <w:sz w:val="18"/>
                <w:szCs w:val="18"/>
              </w:rPr>
              <w:t>Inventário de Peças</w:t>
            </w:r>
          </w:p>
          <w:p w14:paraId="30F436A8" w14:textId="7EA46D0F" w:rsidR="005006F1" w:rsidRPr="001B353A" w:rsidRDefault="005006F1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006F1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Desenhos Técnicos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C54EC" w14:textId="77777777" w:rsidR="00A17B6F" w:rsidRDefault="00492008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organização dos</w:t>
            </w:r>
            <w:r w:rsidR="00A17B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diferentes registos de arqueológicos</w:t>
            </w:r>
          </w:p>
          <w:p w14:paraId="08E50093" w14:textId="135AE29F" w:rsidR="0091172A" w:rsidRDefault="00BA092F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Reunir e p</w:t>
            </w:r>
            <w:r w:rsidR="008361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reparar </w:t>
            </w:r>
            <w:r w:rsidR="009117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todos </w:t>
            </w:r>
            <w:r w:rsidR="00BD5D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elementos de registo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9117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9117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informação </w:t>
            </w:r>
          </w:p>
          <w:p w14:paraId="551D9955" w14:textId="032A11EF" w:rsidR="00D146E0" w:rsidRDefault="00D146E0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Preencher fichas estratigráficas</w:t>
            </w:r>
          </w:p>
          <w:p w14:paraId="052E6D9F" w14:textId="414003F2" w:rsidR="00A649AE" w:rsidRDefault="006F5E20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Reunir todo o</w:t>
            </w:r>
            <w:r w:rsidR="00A64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inventário associado </w:t>
            </w:r>
            <w:r w:rsidR="00A5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ao artefacto</w:t>
            </w:r>
          </w:p>
          <w:p w14:paraId="06C26840" w14:textId="20B4ABE1" w:rsidR="00283A05" w:rsidRDefault="007C4BAD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Classificar e catalogar todos </w:t>
            </w:r>
            <w:r w:rsidR="00AF1E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registos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742A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 respeito pelas normas </w:t>
            </w:r>
            <w:r w:rsidR="00AF1E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estabelecidas</w:t>
            </w:r>
          </w:p>
          <w:p w14:paraId="23E18E8B" w14:textId="4E3282B9" w:rsidR="00AF1E71" w:rsidRPr="00057283" w:rsidRDefault="00AF1E71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AF1E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ocumentar e rastrear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desenhos técn</w:t>
            </w:r>
            <w:r w:rsidR="00D336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E46CA" w14:textId="77777777" w:rsidR="003E7ED9" w:rsidRDefault="003E7ED9" w:rsidP="003E7E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399EB383" w14:textId="77777777" w:rsidR="003E7ED9" w:rsidRDefault="003E7ED9" w:rsidP="003E7E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18597372" w14:textId="77777777" w:rsidR="003E7ED9" w:rsidRDefault="003E7ED9" w:rsidP="003E7E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3AAEA180" w14:textId="77777777" w:rsidR="003E7ED9" w:rsidRDefault="003E7ED9" w:rsidP="003E7E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876711B" w14:textId="77777777" w:rsidR="003E7ED9" w:rsidRDefault="003E7ED9" w:rsidP="003E7E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672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Resistência ao stress</w:t>
            </w:r>
          </w:p>
          <w:p w14:paraId="52DE0F32" w14:textId="77777777" w:rsidR="003E7ED9" w:rsidRDefault="003E7ED9" w:rsidP="003E7E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74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1F26373A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215F8C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5B4F88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06EDCB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DD7956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84A3FF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94399D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731CEB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2937E4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51FB78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291C09" w14:textId="77777777" w:rsidR="00283A05" w:rsidRPr="00057283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7CA0654" w14:textId="77777777" w:rsidR="00283A05" w:rsidRDefault="00283A05" w:rsidP="00283A0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618D6C" w14:textId="77777777" w:rsidR="00283A05" w:rsidRDefault="00283A05" w:rsidP="00283A0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57B37F6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31E9608" w14:textId="77777777" w:rsidR="00283A05" w:rsidRPr="00F20E6F" w:rsidRDefault="00283A05" w:rsidP="00283A0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76E9D8E" w14:textId="3A224893" w:rsidR="00283A05" w:rsidRPr="003E7ED9" w:rsidRDefault="00283A05" w:rsidP="003E7ED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3E7ED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3E7ED9" w:rsidRPr="003E7ED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Organizando toda a informação arqueológica recolhida no trabalho de campo</w:t>
      </w:r>
    </w:p>
    <w:p w14:paraId="599F1299" w14:textId="58E0C133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E7ED9">
        <w:rPr>
          <w:rFonts w:ascii="Verdana Pro Light" w:eastAsia="Arial Unicode MS" w:hAnsi="Verdana Pro Light" w:cs="Arial Unicode MS"/>
          <w:sz w:val="18"/>
          <w:szCs w:val="18"/>
        </w:rPr>
        <w:t xml:space="preserve">Registando informação nas </w:t>
      </w:r>
      <w:r w:rsidR="003E7ED9" w:rsidRPr="00B74581">
        <w:rPr>
          <w:rFonts w:ascii="Verdana Pro Light" w:eastAsia="Arial Unicode MS" w:hAnsi="Verdana Pro Light" w:cs="Arial Unicode MS"/>
          <w:sz w:val="18"/>
          <w:szCs w:val="18"/>
        </w:rPr>
        <w:t>fichas de registo estratigráfico</w:t>
      </w:r>
    </w:p>
    <w:p w14:paraId="46995265" w14:textId="1EA9B545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E7ED9">
        <w:rPr>
          <w:rFonts w:ascii="Verdana Pro Light" w:eastAsia="Arial Unicode MS" w:hAnsi="Verdana Pro Light" w:cs="Arial Unicode MS"/>
          <w:sz w:val="18"/>
          <w:szCs w:val="18"/>
        </w:rPr>
        <w:t>I</w:t>
      </w:r>
      <w:r w:rsidR="003E7ED9" w:rsidRPr="002838AB">
        <w:rPr>
          <w:rFonts w:ascii="Verdana Pro Light" w:eastAsia="Arial Unicode MS" w:hAnsi="Verdana Pro Light" w:cs="Arial Unicode MS"/>
          <w:sz w:val="18"/>
          <w:szCs w:val="18"/>
        </w:rPr>
        <w:t>nvent</w:t>
      </w:r>
      <w:r w:rsidR="003E7ED9">
        <w:rPr>
          <w:rFonts w:ascii="Verdana Pro Light" w:eastAsia="Arial Unicode MS" w:hAnsi="Verdana Pro Light" w:cs="Arial Unicode MS"/>
          <w:sz w:val="18"/>
          <w:szCs w:val="18"/>
        </w:rPr>
        <w:t>ariando</w:t>
      </w:r>
      <w:r w:rsidR="003E7ED9" w:rsidRPr="002838AB">
        <w:rPr>
          <w:rFonts w:ascii="Verdana Pro Light" w:eastAsia="Arial Unicode MS" w:hAnsi="Verdana Pro Light" w:cs="Arial Unicode MS"/>
          <w:sz w:val="18"/>
          <w:szCs w:val="18"/>
        </w:rPr>
        <w:t xml:space="preserve"> peças, desenhos e fotografias</w:t>
      </w:r>
    </w:p>
    <w:p w14:paraId="02FACC3B" w14:textId="77777777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A79973F" w14:textId="77777777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5AC4559" w14:textId="77777777" w:rsidR="00283A05" w:rsidRPr="00136AD8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ED42AB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C39C56A" w14:textId="77777777" w:rsidR="006F6321" w:rsidRPr="00984B30" w:rsidRDefault="006F6321" w:rsidP="006F632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45238412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8E7A3B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AF42584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3500B00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C2D4DD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BA5543D" w14:textId="7331FD77" w:rsidR="00D1247B" w:rsidRDefault="00D1247B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Normas gerais de inventário</w:t>
      </w:r>
      <w:r w:rsidR="00F706B4">
        <w:rPr>
          <w:rFonts w:ascii="Verdana Pro Light" w:eastAsia="Arial Unicode MS" w:hAnsi="Verdana Pro Light" w:cs="Arial Unicode MS"/>
          <w:sz w:val="18"/>
          <w:szCs w:val="18"/>
        </w:rPr>
        <w:t xml:space="preserve"> em arqueologia</w:t>
      </w:r>
    </w:p>
    <w:p w14:paraId="5FBC9C8D" w14:textId="56E433D5" w:rsidR="00283A05" w:rsidRPr="00501DC8" w:rsidRDefault="003E7ED9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Computador</w:t>
      </w:r>
    </w:p>
    <w:p w14:paraId="1846538B" w14:textId="77777777" w:rsidR="00D1247B" w:rsidRPr="009A5236" w:rsidRDefault="00D1247B" w:rsidP="00D1247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</w:t>
      </w:r>
      <w:r w:rsidRPr="003E7ED9">
        <w:rPr>
          <w:rFonts w:ascii="Verdana Pro Light" w:eastAsia="Arial Unicode MS" w:hAnsi="Verdana Pro Light" w:cs="Arial Unicode MS"/>
          <w:sz w:val="18"/>
          <w:szCs w:val="18"/>
        </w:rPr>
        <w:t>ichas de registo estratigráfico</w:t>
      </w:r>
    </w:p>
    <w:p w14:paraId="61CEB4FF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2028A6E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857819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95D44A1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A1E9D64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88FB6A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21F58A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D5756A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6064BE3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A99F7EA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C8AB8B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069BDAE" w14:textId="77777777" w:rsidR="00283A05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9E68F1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2CD040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3DF3E6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14C2B7CB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0D11962E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76BB155C" w14:textId="77777777" w:rsidR="00283A05" w:rsidRDefault="00283A05" w:rsidP="00283A0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83A05" w:rsidRPr="00136AD8" w14:paraId="1BB60838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CE41FDE" w14:textId="4ED23AED" w:rsidR="00283A05" w:rsidRPr="00260886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608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E257ED" w:rsidRPr="002608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81117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6A75007" w14:textId="459E4F04" w:rsidR="00283A05" w:rsidRPr="009C256C" w:rsidRDefault="002D758A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Desenhar estruturas arqueológicas</w:t>
            </w:r>
          </w:p>
        </w:tc>
      </w:tr>
      <w:tr w:rsidR="00283A05" w:rsidRPr="00136AD8" w14:paraId="44F02BC6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166007F" w14:textId="77777777" w:rsidR="00283A05" w:rsidRPr="00260886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60886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12DCBCC" w14:textId="2DE343C4" w:rsidR="00283A05" w:rsidRPr="00136AD8" w:rsidRDefault="002230D2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Desenho de </w:t>
            </w:r>
            <w:r w:rsidR="00012DA3">
              <w:rPr>
                <w:rFonts w:ascii="Verdana Pro Light" w:eastAsia="Arial Unicode MS" w:hAnsi="Verdana Pro Light" w:cs="Times New Roman"/>
                <w:sz w:val="18"/>
                <w:szCs w:val="18"/>
              </w:rPr>
              <w:t>e</w:t>
            </w: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struturas a</w:t>
            </w:r>
            <w:r w:rsidR="00012DA3">
              <w:rPr>
                <w:rFonts w:ascii="Verdana Pro Light" w:eastAsia="Arial Unicode MS" w:hAnsi="Verdana Pro Light" w:cs="Times New Roman"/>
                <w:sz w:val="18"/>
                <w:szCs w:val="18"/>
              </w:rPr>
              <w:t>rqueológicas</w:t>
            </w:r>
          </w:p>
        </w:tc>
      </w:tr>
    </w:tbl>
    <w:p w14:paraId="4CCC1C87" w14:textId="77777777" w:rsidR="00283A05" w:rsidRPr="00136AD8" w:rsidRDefault="00283A05" w:rsidP="00283A0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D6F3977" w14:textId="77777777" w:rsidR="00283A05" w:rsidRPr="003200F2" w:rsidRDefault="00283A05" w:rsidP="00283A0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EFC5C94" w14:textId="77777777" w:rsidR="00283A05" w:rsidRPr="00136AD8" w:rsidRDefault="00283A05" w:rsidP="00283A0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83A05" w:rsidRPr="00136AD8" w14:paraId="0FCD0BF2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786524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83A05" w:rsidRPr="00136AD8" w14:paraId="07073BF2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FEBC0" w14:textId="52280E01" w:rsidR="00283A05" w:rsidRPr="001B353A" w:rsidRDefault="00283A05" w:rsidP="00635D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bookmarkStart w:id="11" w:name="_Hlk151921462"/>
            <w:r w:rsidR="000A5BB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</w:t>
            </w:r>
            <w:r w:rsidR="001075F3">
              <w:rPr>
                <w:rFonts w:ascii="Verdana Pro Light" w:eastAsia="Arial Unicode MS" w:hAnsi="Verdana Pro Light" w:cs="Arial Unicode MS"/>
                <w:sz w:val="18"/>
                <w:szCs w:val="18"/>
              </w:rPr>
              <w:t>o desenho</w:t>
            </w:r>
            <w:r w:rsidR="000A5BB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</w:t>
            </w:r>
            <w:r w:rsidR="001075F3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0A5BB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</w:t>
            </w:r>
            <w:r w:rsidR="000A5BBC" w:rsidRPr="00FB46B5">
              <w:rPr>
                <w:rFonts w:ascii="Verdana Pro Light" w:eastAsia="Arial Unicode MS" w:hAnsi="Verdana Pro Light" w:cs="Arial Unicode MS"/>
                <w:sz w:val="18"/>
                <w:szCs w:val="18"/>
              </w:rPr>
              <w:t>levantamento em planta,</w:t>
            </w:r>
            <w:r w:rsidR="000A5BB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0A5BBC" w:rsidRPr="00FB46B5">
              <w:rPr>
                <w:rFonts w:ascii="Verdana Pro Light" w:eastAsia="Arial Unicode MS" w:hAnsi="Verdana Pro Light" w:cs="Arial Unicode MS"/>
                <w:sz w:val="18"/>
                <w:szCs w:val="18"/>
              </w:rPr>
              <w:t>alçado e corte de estruturas arqueológicas</w:t>
            </w:r>
            <w:r w:rsidR="000A5BB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de elementos arquitetónicos</w:t>
            </w:r>
          </w:p>
          <w:p w14:paraId="3D13FE5D" w14:textId="3B7058EE" w:rsidR="00283A05" w:rsidRPr="001B353A" w:rsidRDefault="00283A05" w:rsidP="00635D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D311D" w:rsidRPr="006D311D">
              <w:rPr>
                <w:rFonts w:ascii="Verdana Pro Light" w:eastAsia="Arial Unicode MS" w:hAnsi="Verdana Pro Light" w:cs="Arial Unicode MS"/>
                <w:sz w:val="18"/>
                <w:szCs w:val="18"/>
              </w:rPr>
              <w:t>Anotar e legendar os desenhos</w:t>
            </w:r>
          </w:p>
          <w:p w14:paraId="2852AEC3" w14:textId="417DCA1F" w:rsidR="00283A05" w:rsidRPr="00D93FE2" w:rsidRDefault="00283A05" w:rsidP="001D6FB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bookmarkEnd w:id="11"/>
          </w:p>
        </w:tc>
      </w:tr>
      <w:tr w:rsidR="00283A05" w:rsidRPr="00136AD8" w14:paraId="2175A207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9362DE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44C215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8D65488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83A05" w:rsidRPr="00136AD8" w14:paraId="5FFC034A" w14:textId="77777777" w:rsidTr="00794C5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6BCEE" w14:textId="77777777" w:rsidR="00784A19" w:rsidRDefault="00784A19" w:rsidP="00784A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5A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desenho técnico como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9A5A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nstrumento científico na Arqueologia</w:t>
            </w:r>
          </w:p>
          <w:p w14:paraId="289A6926" w14:textId="77777777" w:rsidR="008A3658" w:rsidRPr="0000026A" w:rsidRDefault="008A3658" w:rsidP="008A36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002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arqueológico versus desenho arquitetónico</w:t>
            </w:r>
          </w:p>
          <w:p w14:paraId="309E3CA7" w14:textId="77777777" w:rsidR="00283A05" w:rsidRDefault="005625A3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25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Origem e evolução do desenho arqueológico</w:t>
            </w:r>
          </w:p>
          <w:p w14:paraId="478CBB34" w14:textId="77777777" w:rsidR="008A3658" w:rsidRDefault="00CB2123" w:rsidP="0000026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B21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Representação de vistas: Método Europeu versus </w:t>
            </w:r>
            <w:proofErr w:type="gramStart"/>
            <w:r w:rsidRPr="00CB21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Americano</w:t>
            </w:r>
            <w:proofErr w:type="gramEnd"/>
            <w:r w:rsidR="0000026A" w:rsidRPr="000002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584787A" w14:textId="0BE2590C" w:rsidR="0000026A" w:rsidRDefault="0000026A" w:rsidP="0000026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002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desenho arqueológico como instrumento científico na análise estrutural e arquitetónica de um edifício</w:t>
            </w:r>
          </w:p>
          <w:p w14:paraId="30FD6145" w14:textId="442CD8A1" w:rsidR="00D97B3C" w:rsidRDefault="00FC0DDE" w:rsidP="007219C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002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de elementos arquitetónicos como método de estudo e reconstituição de edifícios</w:t>
            </w:r>
            <w:r w:rsidRPr="004A3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4A3788" w:rsidRPr="004A3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de Desenho Técnico e Desenho Assistido por Computador</w:t>
            </w:r>
          </w:p>
          <w:p w14:paraId="03078FF7" w14:textId="4B4443B4" w:rsidR="004A3788" w:rsidRPr="00D97B3C" w:rsidRDefault="00D97B3C" w:rsidP="007219C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="004A3788" w:rsidRPr="00D97B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e instrumentos de medição e desenho; ferramentas computacionais de desenho vetorial e desenho assistido por computador; introdução aos processos de desenho assistido por computador</w:t>
            </w:r>
          </w:p>
          <w:p w14:paraId="38D597FF" w14:textId="4048183B" w:rsidR="0000026A" w:rsidRPr="00131F2A" w:rsidRDefault="0000026A" w:rsidP="00131F2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29CFD" w14:textId="6C1907F5" w:rsidR="00283A05" w:rsidRDefault="00AB479B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D422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desenho arqueológico </w:t>
            </w:r>
            <w:r w:rsidR="00951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</w:t>
            </w:r>
            <w:r w:rsidR="00A92D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desenho </w:t>
            </w:r>
            <w:r w:rsidR="00A92D38" w:rsidRPr="000002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arquitetónico</w:t>
            </w:r>
            <w:r w:rsidR="00951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semelhanças e diferenças</w:t>
            </w:r>
            <w:r w:rsidR="00DB4A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representação gráfica</w:t>
            </w:r>
            <w:r w:rsidR="004B2E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</w:t>
            </w:r>
            <w:r w:rsidR="00E94A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</w:t>
            </w:r>
            <w:r w:rsidR="004B2E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objetivos e foco</w:t>
            </w:r>
          </w:p>
          <w:p w14:paraId="27753EF8" w14:textId="6C41C20E" w:rsidR="00A92D38" w:rsidRDefault="00D350F4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0C73AB" w:rsidRPr="000C73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epresentar de </w:t>
            </w:r>
            <w:r w:rsidR="006E27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através do desenho técnico</w:t>
            </w:r>
            <w:r w:rsidR="000C73AB" w:rsidRPr="000C73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</w:t>
            </w:r>
            <w:r w:rsidR="00D459B7" w:rsidRPr="000C73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artefactos</w:t>
            </w:r>
            <w:r w:rsidR="000C73AB" w:rsidRPr="000C73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estruturas e contextos encontrados durante escavações arqueológicas</w:t>
            </w:r>
          </w:p>
          <w:p w14:paraId="0DE22E5C" w14:textId="77777777" w:rsidR="002230D2" w:rsidRDefault="00152CB3" w:rsidP="00152C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e cumprir as representações visuais de objetos </w:t>
            </w:r>
            <w:r w:rsidR="000211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rigor métrico e científico</w:t>
            </w:r>
            <w:r w:rsidR="002230D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61607EC0" w14:textId="213F2103" w:rsidR="00152CB3" w:rsidRDefault="002230D2" w:rsidP="00152C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Implementar</w:t>
            </w:r>
            <w:r w:rsidRPr="00635D7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regras internacionais de representação gráfica com rigor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635D7F">
              <w:rPr>
                <w:rFonts w:ascii="Verdana Pro Light" w:eastAsia="Arial Unicode MS" w:hAnsi="Verdana Pro Light" w:cs="Arial Unicode MS"/>
                <w:sz w:val="18"/>
                <w:szCs w:val="18"/>
              </w:rPr>
              <w:t>métrico e científico</w:t>
            </w:r>
          </w:p>
          <w:p w14:paraId="229BF91D" w14:textId="77777777" w:rsidR="00471336" w:rsidRDefault="0057611A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o desenho técnico arqueológico e arquitetónico com o apoio de soft</w:t>
            </w:r>
            <w:r w:rsidR="00510C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ware específico</w:t>
            </w:r>
            <w:r w:rsidR="00DE29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1A3C332" w14:textId="473E4828" w:rsidR="007219C7" w:rsidRPr="007219C7" w:rsidRDefault="007219C7" w:rsidP="007219C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19C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Desenho Assistido por Computador para produzir vistas padronizadas</w:t>
            </w:r>
          </w:p>
          <w:p w14:paraId="2122EB9E" w14:textId="77777777" w:rsidR="00E90E68" w:rsidRPr="00E90E68" w:rsidRDefault="00E90E68" w:rsidP="00E90E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0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 organizar bibliotecas de símbolos</w:t>
            </w:r>
          </w:p>
          <w:p w14:paraId="53B5C62B" w14:textId="77777777" w:rsidR="00E90E68" w:rsidRPr="00E90E68" w:rsidRDefault="00E90E68" w:rsidP="00E90E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0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símbolos próprios</w:t>
            </w:r>
          </w:p>
          <w:p w14:paraId="7534E6FA" w14:textId="6B27DA66" w:rsidR="007219C7" w:rsidRPr="00057283" w:rsidRDefault="007219C7" w:rsidP="00E90E68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ED4A3" w14:textId="77777777" w:rsidR="006311D9" w:rsidRDefault="006311D9" w:rsidP="006311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20605DA3" w14:textId="77777777" w:rsidR="006311D9" w:rsidRDefault="006311D9" w:rsidP="006311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E1F5F4C" w14:textId="77777777" w:rsidR="006D2454" w:rsidRPr="003F0095" w:rsidRDefault="006D2454" w:rsidP="006D245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00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2BF509C3" w14:textId="77777777" w:rsidR="006311D9" w:rsidRDefault="006311D9" w:rsidP="006311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74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7284459E" w14:textId="77777777" w:rsidR="006311D9" w:rsidRPr="003F0095" w:rsidRDefault="006311D9" w:rsidP="006311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00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27BFB060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DE188E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660FCF2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D47F0B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2267FC" w14:textId="77777777" w:rsidR="00283A05" w:rsidRPr="003F0095" w:rsidRDefault="00283A05" w:rsidP="003F0095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217186E" w14:textId="77777777" w:rsidR="00283A05" w:rsidRDefault="00283A05" w:rsidP="00283A0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B11190A" w14:textId="77777777" w:rsidR="00283A05" w:rsidRDefault="00283A05" w:rsidP="00283A0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9FA6FBF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79DC76F" w14:textId="77777777" w:rsidR="00283A05" w:rsidRPr="00F20E6F" w:rsidRDefault="00283A05" w:rsidP="00283A0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EF431E7" w14:textId="77777777" w:rsidR="00FD3E17" w:rsidRDefault="00283A05" w:rsidP="00697C2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D3E17" w:rsidRPr="00131F2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</w:t>
      </w:r>
      <w:r w:rsidR="00FD3E1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FD3E17" w:rsidRPr="00131F2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levantamento em planta, alçado e corte de estruturas arqueológicas e de elementos arquitetónicos</w:t>
      </w:r>
      <w:r w:rsidR="00FD3E17" w:rsidRPr="00697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5F73C3DD" w14:textId="774B7AB8" w:rsidR="00697C28" w:rsidRPr="00697C28" w:rsidRDefault="00B208C7" w:rsidP="00697C2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2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97C28" w:rsidRPr="00697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Selecionando escalas adequadas e cumprindo as normas de desenho e organização para a melhor leitura dos diferentes desenhos</w:t>
      </w:r>
    </w:p>
    <w:p w14:paraId="1B5A4969" w14:textId="7979173F" w:rsidR="00FD3E17" w:rsidRDefault="00697C28" w:rsidP="00697C2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97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B208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3</w:t>
      </w:r>
      <w:r w:rsidRPr="00697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697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Utilizando as ferramentas e escalas adequadas para garantir a legibilidade dos desenhos</w:t>
      </w:r>
    </w:p>
    <w:p w14:paraId="0AEB5C0D" w14:textId="34CC4E62" w:rsidR="00C15E6D" w:rsidRPr="00C15E6D" w:rsidRDefault="00283A05" w:rsidP="00697C2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B208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="00FD3E1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="00B208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 </w:t>
      </w:r>
      <w:r w:rsidR="00C15E6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</w:t>
      </w:r>
      <w:r w:rsidR="00C15E6D" w:rsidRPr="00C15E6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tilizando o</w:t>
      </w:r>
      <w:r w:rsidR="00C15E6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C15E6D" w:rsidRPr="00C15E6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material necessário ao levantamento do alçado de um edifício e registo de elementos</w:t>
      </w:r>
    </w:p>
    <w:p w14:paraId="1C897BD5" w14:textId="62B3CC62" w:rsidR="00283A05" w:rsidRPr="0064164C" w:rsidRDefault="00C15E6D" w:rsidP="00C15E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15E6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arquitetónicos</w:t>
      </w:r>
    </w:p>
    <w:p w14:paraId="5069603A" w14:textId="6E2FAE73" w:rsidR="00283A05" w:rsidRPr="00131F2A" w:rsidRDefault="00283A05" w:rsidP="00131F2A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759D7073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4A5685F" w14:textId="77777777" w:rsidR="006F6321" w:rsidRPr="00984B30" w:rsidRDefault="006F6321" w:rsidP="006F632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33EFF4BF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8D1EBA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E08928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FA973B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8861CA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31873D1" w14:textId="77777777" w:rsidR="00325C8B" w:rsidRPr="009A5236" w:rsidRDefault="00325C8B" w:rsidP="00325C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</w:t>
      </w:r>
    </w:p>
    <w:p w14:paraId="4C1FEA39" w14:textId="77777777" w:rsidR="00325C8B" w:rsidRPr="00501DC8" w:rsidRDefault="00325C8B" w:rsidP="00325C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Hardware e software adequados (</w:t>
      </w:r>
      <w:r w:rsidRPr="00773AC0">
        <w:rPr>
          <w:rFonts w:ascii="Verdana Pro Light" w:eastAsia="Arial Unicode MS" w:hAnsi="Verdana Pro Light" w:cs="Arial Unicode MS"/>
          <w:sz w:val="18"/>
          <w:szCs w:val="18"/>
        </w:rPr>
        <w:t xml:space="preserve">Adobe </w:t>
      </w:r>
      <w:proofErr w:type="spellStart"/>
      <w:r w:rsidRPr="00773AC0">
        <w:rPr>
          <w:rFonts w:ascii="Verdana Pro Light" w:eastAsia="Arial Unicode MS" w:hAnsi="Verdana Pro Light" w:cs="Arial Unicode MS"/>
          <w:sz w:val="18"/>
          <w:szCs w:val="18"/>
        </w:rPr>
        <w:t>Illustrator</w:t>
      </w:r>
      <w:proofErr w:type="spellEnd"/>
      <w:r w:rsidRPr="00773AC0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proofErr w:type="spellStart"/>
      <w:r w:rsidRPr="00773AC0">
        <w:rPr>
          <w:rFonts w:ascii="Verdana Pro Light" w:eastAsia="Arial Unicode MS" w:hAnsi="Verdana Pro Light" w:cs="Arial Unicode MS"/>
          <w:sz w:val="18"/>
          <w:szCs w:val="18"/>
        </w:rPr>
        <w:t>CorelDRAW</w:t>
      </w:r>
      <w:proofErr w:type="spellEnd"/>
      <w:r w:rsidRPr="00773AC0">
        <w:rPr>
          <w:rFonts w:ascii="Verdana Pro Light" w:eastAsia="Arial Unicode MS" w:hAnsi="Verdana Pro Light" w:cs="Arial Unicode MS"/>
          <w:sz w:val="18"/>
          <w:szCs w:val="18"/>
        </w:rPr>
        <w:t xml:space="preserve">, Clip </w:t>
      </w:r>
      <w:proofErr w:type="spellStart"/>
      <w:r w:rsidRPr="00773AC0">
        <w:rPr>
          <w:rFonts w:ascii="Verdana Pro Light" w:eastAsia="Arial Unicode MS" w:hAnsi="Verdana Pro Light" w:cs="Arial Unicode MS"/>
          <w:sz w:val="18"/>
          <w:szCs w:val="18"/>
        </w:rPr>
        <w:t>Studio</w:t>
      </w:r>
      <w:proofErr w:type="spellEnd"/>
      <w:r w:rsidRPr="00773AC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 w:rsidRPr="00773AC0">
        <w:rPr>
          <w:rFonts w:ascii="Verdana Pro Light" w:eastAsia="Arial Unicode MS" w:hAnsi="Verdana Pro Light" w:cs="Arial Unicode MS"/>
          <w:sz w:val="18"/>
          <w:szCs w:val="18"/>
        </w:rPr>
        <w:t>Paint</w:t>
      </w:r>
      <w:proofErr w:type="spellEnd"/>
      <w:r w:rsidRPr="00773AC0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entre outros) ao desenho arqueológico</w:t>
      </w:r>
    </w:p>
    <w:p w14:paraId="7F69699D" w14:textId="77777777" w:rsidR="00325C8B" w:rsidRPr="00501DC8" w:rsidRDefault="00325C8B" w:rsidP="00325C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30567">
        <w:rPr>
          <w:rFonts w:ascii="Verdana Pro Light" w:eastAsia="Arial Unicode MS" w:hAnsi="Verdana Pro Light" w:cs="Arial Unicode MS"/>
          <w:sz w:val="18"/>
          <w:szCs w:val="18"/>
        </w:rPr>
        <w:t>oftwares de desenho assistido por computador (CAD)</w:t>
      </w:r>
    </w:p>
    <w:p w14:paraId="5A1C546E" w14:textId="7BF60634" w:rsidR="00283A05" w:rsidRPr="009A5236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DFD5D5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1B0600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C1FBA1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4DF09DB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8A0381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B549BF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DDB1514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C4814D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5A12311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1CB1093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647C997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0D9F2A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49FEB19" w14:textId="77777777" w:rsidR="00283A05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0AD394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63C920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83A05" w:rsidRPr="00136AD8" w14:paraId="0A4C1D97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9672055" w14:textId="09E1DFCD" w:rsidR="00283A05" w:rsidRPr="00260886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608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E257ED" w:rsidRPr="002608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81117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4505EA8" w14:textId="078C3E57" w:rsidR="00283A05" w:rsidRPr="009C256C" w:rsidRDefault="002D758A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Desenhar peças arqueológicas</w:t>
            </w:r>
          </w:p>
        </w:tc>
      </w:tr>
      <w:tr w:rsidR="00283A05" w:rsidRPr="00136AD8" w14:paraId="5BB56A97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517D311" w14:textId="77777777" w:rsidR="00283A05" w:rsidRPr="00260886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60886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E090945" w14:textId="3F5489DB" w:rsidR="00283A05" w:rsidRPr="00136AD8" w:rsidRDefault="00DB5467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Desenho de peças arqueológicas</w:t>
            </w:r>
          </w:p>
        </w:tc>
      </w:tr>
    </w:tbl>
    <w:p w14:paraId="59C70A7B" w14:textId="77777777" w:rsidR="00283A05" w:rsidRPr="00136AD8" w:rsidRDefault="00283A05" w:rsidP="00283A0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E9F28A" w14:textId="77777777" w:rsidR="00283A05" w:rsidRPr="003200F2" w:rsidRDefault="00283A05" w:rsidP="00283A0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10A7A85" w14:textId="77777777" w:rsidR="00283A05" w:rsidRPr="00136AD8" w:rsidRDefault="00283A05" w:rsidP="00283A0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83A05" w:rsidRPr="00136AD8" w14:paraId="5E4F05EA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0AE064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83A05" w:rsidRPr="00136AD8" w14:paraId="2B3D5A1B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2ED9D" w14:textId="671E4913" w:rsidR="00470924" w:rsidRPr="00470924" w:rsidRDefault="00283A05" w:rsidP="0047092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D48E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Representar a</w:t>
            </w:r>
            <w:r w:rsidR="00470924" w:rsidRPr="004709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normalização formal e sinalética no desenho arqueológico</w:t>
            </w:r>
            <w:r w:rsidR="004709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6AFAE29" w14:textId="0B2D3001" w:rsidR="00283A05" w:rsidRPr="001B353A" w:rsidRDefault="00283A05" w:rsidP="0047092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65F5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o</w:t>
            </w:r>
            <w:r w:rsidR="00470924" w:rsidRPr="004709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tratamento gráfico do</w:t>
            </w:r>
            <w:r w:rsidR="004709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470924" w:rsidRPr="004709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desenho arqueológico </w:t>
            </w:r>
          </w:p>
          <w:p w14:paraId="0CB92E25" w14:textId="77777777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372BED5A" w14:textId="77777777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283A05" w:rsidRPr="00136AD8" w14:paraId="4B4EC0E2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B6916D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F5F7B6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82CD75C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83A05" w:rsidRPr="00136AD8" w14:paraId="1681B930" w14:textId="77777777" w:rsidTr="00794C5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3E546" w14:textId="77777777" w:rsidR="003A4C6C" w:rsidRDefault="00187921" w:rsidP="00B319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Representação de vistas de objetos: Método Europeu versus Americano</w:t>
            </w:r>
            <w:r w:rsidR="001E2FEA"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(cortes e se</w:t>
            </w:r>
            <w:r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secções</w:t>
            </w:r>
            <w:r w:rsidR="001E2FEA"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Espessamento de traços</w:t>
            </w:r>
            <w:r w:rsidR="001E2FEA"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Legendas</w:t>
            </w:r>
            <w:r w:rsidR="001E2FEA"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Escalas gráficas e numéricas</w:t>
            </w:r>
            <w:r w:rsidR="001E2FEA"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1E2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Representações de diâmetro</w:t>
            </w:r>
            <w:r w:rsidR="003A4C6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1F8BF9F0" w14:textId="0CB7C2FA" w:rsidR="00187921" w:rsidRDefault="00187921" w:rsidP="003D4B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6E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Desenho </w:t>
            </w:r>
            <w:r w:rsidR="00E366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completo </w:t>
            </w:r>
            <w:r w:rsidRPr="00A56E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objetos</w:t>
            </w:r>
            <w:r w:rsidR="00666B32" w:rsidRPr="00A56E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  <w:r w:rsidR="001E2FEA" w:rsidRPr="00A56E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Projeção</w:t>
            </w:r>
            <w:r w:rsidRPr="00A56E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ortogonal</w:t>
            </w:r>
            <w:r w:rsidR="00666B32" w:rsidRPr="00A56E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31980" w:rsidRPr="00A56E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orientação</w:t>
            </w:r>
            <w:r w:rsidRPr="00A56E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</w:t>
            </w:r>
            <w:r w:rsidR="001E2FEA" w:rsidRPr="00A56E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objeto</w:t>
            </w:r>
          </w:p>
          <w:p w14:paraId="5F20B831" w14:textId="14EF743C" w:rsidR="00E366CB" w:rsidRPr="00A56EE4" w:rsidRDefault="00E366CB" w:rsidP="003D4B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6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parcial - Identificação do fragmento e do diâmetro</w:t>
            </w:r>
          </w:p>
          <w:p w14:paraId="4DB2C90C" w14:textId="6A3ED8EE" w:rsidR="00187921" w:rsidRPr="005D24D2" w:rsidRDefault="00187921" w:rsidP="00B319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4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Representação de objetos</w:t>
            </w:r>
            <w:r w:rsidR="005D24D2" w:rsidRPr="005D24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 w:rsidRPr="005D24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Secção</w:t>
            </w:r>
            <w:r w:rsidR="005D24D2" w:rsidRPr="005D24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5D24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Traço</w:t>
            </w:r>
            <w:r w:rsidR="005D24D2" w:rsidRPr="005D24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5D24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Pontilhado</w:t>
            </w:r>
            <w:r w:rsidR="005D24D2" w:rsidRPr="005D24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5D24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 de incidência de luz</w:t>
            </w:r>
            <w:r w:rsidR="005D24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7E66C9AE" w14:textId="5153C841" w:rsidR="00187921" w:rsidRPr="00B31980" w:rsidRDefault="00187921" w:rsidP="00B319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Decoração</w:t>
            </w:r>
            <w:r w:rsidR="005D24D2" w:rsidRP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31980" w:rsidRP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r w:rsidRP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Incisa</w:t>
            </w:r>
            <w:r w:rsidR="00B31980" w:rsidRP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Estampada</w:t>
            </w:r>
            <w:r w:rsidR="00B31980" w:rsidRP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Gravada</w:t>
            </w:r>
            <w:r w:rsidR="00B31980" w:rsidRP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Plástica</w:t>
            </w:r>
            <w:r w:rsidR="00B319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1227532D" w14:textId="77777777" w:rsidR="007B3C63" w:rsidRDefault="00187921" w:rsidP="007B3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79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Hardware e software indicado para o bom desempenho do tratamento gráfico de objetos </w:t>
            </w:r>
          </w:p>
          <w:p w14:paraId="274A7D7D" w14:textId="31046F1C" w:rsidR="00283A05" w:rsidRPr="001B353A" w:rsidRDefault="00187921" w:rsidP="007B3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79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</w:t>
            </w:r>
            <w:proofErr w:type="spellStart"/>
            <w:r w:rsidRPr="001879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tintagem</w:t>
            </w:r>
            <w:proofErr w:type="spellEnd"/>
            <w:r w:rsidRPr="001879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por computador como meio de finalização gráfica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20800" w14:textId="5D222C60" w:rsidR="00283A05" w:rsidRDefault="00795C4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9C38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cumprir as representações </w:t>
            </w:r>
            <w:r w:rsidR="00185F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objetos </w:t>
            </w:r>
          </w:p>
          <w:p w14:paraId="764796DF" w14:textId="176F30A5" w:rsidR="00795C45" w:rsidRDefault="006318C3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Efetuar desenhos </w:t>
            </w:r>
            <w:r w:rsidR="007B2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completos de</w:t>
            </w:r>
            <w:r w:rsidR="00795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objetos </w:t>
            </w:r>
          </w:p>
          <w:p w14:paraId="153313D8" w14:textId="1E1A2012" w:rsidR="007B2935" w:rsidRDefault="007B2935" w:rsidP="007B29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Efetuar desenhos parciais de objetos </w:t>
            </w:r>
          </w:p>
          <w:p w14:paraId="1B3A8B7F" w14:textId="1378B67B" w:rsidR="00E07BC1" w:rsidRDefault="00AC66E8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técnicas de representação de objetos</w:t>
            </w:r>
          </w:p>
          <w:p w14:paraId="37425A97" w14:textId="77777777" w:rsidR="00AC66E8" w:rsidRDefault="00D843A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Representar as </w:t>
            </w:r>
            <w:r w:rsidR="007B3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de decoração dos artefactos</w:t>
            </w:r>
          </w:p>
          <w:p w14:paraId="482B6434" w14:textId="77777777" w:rsidR="007B3C63" w:rsidRDefault="005F0ADA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 </w:t>
            </w:r>
            <w:r w:rsidR="0008095B" w:rsidRPr="00080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tintagem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</w:t>
            </w:r>
            <w:r w:rsidR="0008095B" w:rsidRPr="00080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finalização gráfica</w:t>
            </w:r>
          </w:p>
          <w:p w14:paraId="6FBCE0A6" w14:textId="2D45E100" w:rsidR="00F15F8E" w:rsidRPr="00057283" w:rsidRDefault="00FD267F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hardware e software </w:t>
            </w:r>
            <w:r w:rsidR="002201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específico </w:t>
            </w:r>
            <w:r w:rsidR="00E81C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o tratamento gráfico dos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3E1CA" w14:textId="77777777" w:rsidR="003432E3" w:rsidRDefault="003432E3" w:rsidP="003432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687CD9DC" w14:textId="77777777" w:rsidR="003432E3" w:rsidRDefault="003432E3" w:rsidP="003432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72260C2" w14:textId="77777777" w:rsidR="006D2454" w:rsidRPr="003F0095" w:rsidRDefault="006D2454" w:rsidP="006D245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00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67D098D3" w14:textId="77777777" w:rsidR="003432E3" w:rsidRDefault="003432E3" w:rsidP="003432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74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42CC99D9" w14:textId="65ACA7A1" w:rsidR="00305652" w:rsidRPr="00F057ED" w:rsidRDefault="00305652" w:rsidP="00305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</w:t>
            </w:r>
          </w:p>
          <w:p w14:paraId="3C034202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080A63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8352A1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05BC17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B836DB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1D48CD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7EA0C3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EA2CD5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C6D8F8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7E8A05" w14:textId="77777777" w:rsidR="00283A05" w:rsidRPr="00057283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9AA11F9" w14:textId="77777777" w:rsidR="00283A05" w:rsidRDefault="00283A05" w:rsidP="00283A0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C804563" w14:textId="77777777" w:rsidR="00283A05" w:rsidRDefault="00283A05" w:rsidP="00283A0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FF2CF31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10357AD" w14:textId="77777777" w:rsidR="00283A05" w:rsidRPr="00F20E6F" w:rsidRDefault="00283A05" w:rsidP="00283A0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0BF9724" w14:textId="77777777" w:rsidR="00681330" w:rsidRDefault="00283A05" w:rsidP="00051A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51A8C" w:rsidRPr="00051A8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Representa</w:t>
      </w:r>
      <w:r w:rsidR="00051A8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051A8C" w:rsidRPr="00051A8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normalização formal e sinalética no desenho arqueológico </w:t>
      </w:r>
    </w:p>
    <w:p w14:paraId="24774F63" w14:textId="7A41B78F" w:rsidR="001A6283" w:rsidRPr="00051A8C" w:rsidRDefault="00283A05" w:rsidP="001A62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A62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</w:t>
      </w:r>
      <w:r w:rsidR="001A6283" w:rsidRPr="00051A8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tilizando o material necessário para o tratamento gráfico de objetos </w:t>
      </w:r>
      <w:r w:rsidR="00E3544F" w:rsidRPr="00E3544F">
        <w:rPr>
          <w:rFonts w:ascii="Verdana Pro Light" w:eastAsia="Arial Unicode MS" w:hAnsi="Verdana Pro Light" w:cs="Arial Unicode MS"/>
          <w:sz w:val="18"/>
          <w:szCs w:val="18"/>
        </w:rPr>
        <w:t>de metal, osso, madeira, cerâmica e outros.</w:t>
      </w:r>
    </w:p>
    <w:p w14:paraId="5EE00D02" w14:textId="77777777" w:rsidR="001A6283" w:rsidRPr="0064164C" w:rsidRDefault="00283A05" w:rsidP="001A62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A6283" w:rsidRPr="00051A8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</w:t>
      </w:r>
      <w:r w:rsidR="001A62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A6283" w:rsidRPr="00051A8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tratamento gráfico do desenho arqueológico</w:t>
      </w:r>
    </w:p>
    <w:p w14:paraId="7D65E9C0" w14:textId="77777777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9C55A05" w14:textId="77777777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31B419E" w14:textId="77777777" w:rsidR="00283A05" w:rsidRPr="00136AD8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B10F09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D788977" w14:textId="77777777" w:rsidR="006F6321" w:rsidRPr="00984B30" w:rsidRDefault="006F6321" w:rsidP="006F632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1E9A8E6F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56FAB6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5DCEF68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7D95A12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6156F5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951B67D" w14:textId="4AD64518" w:rsidR="00283A05" w:rsidRPr="009A5236" w:rsidRDefault="001A6283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12" w:name="_Hlk151927955"/>
      <w:r>
        <w:rPr>
          <w:rFonts w:ascii="Verdana Pro Light" w:eastAsia="Arial Unicode MS" w:hAnsi="Verdana Pro Light" w:cs="Arial Unicode MS"/>
          <w:sz w:val="18"/>
          <w:szCs w:val="18"/>
        </w:rPr>
        <w:t>Manuais</w:t>
      </w:r>
    </w:p>
    <w:p w14:paraId="7ED2D02B" w14:textId="41DD82F1" w:rsidR="00283A05" w:rsidRPr="00501DC8" w:rsidRDefault="00111D4B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Hardware e software </w:t>
      </w:r>
      <w:r w:rsidR="00773AC0">
        <w:rPr>
          <w:rFonts w:ascii="Verdana Pro Light" w:eastAsia="Arial Unicode MS" w:hAnsi="Verdana Pro Light" w:cs="Arial Unicode MS"/>
          <w:sz w:val="18"/>
          <w:szCs w:val="18"/>
        </w:rPr>
        <w:t>adequados (</w:t>
      </w:r>
      <w:r w:rsidR="00773AC0" w:rsidRPr="00773AC0">
        <w:rPr>
          <w:rFonts w:ascii="Verdana Pro Light" w:eastAsia="Arial Unicode MS" w:hAnsi="Verdana Pro Light" w:cs="Arial Unicode MS"/>
          <w:sz w:val="18"/>
          <w:szCs w:val="18"/>
        </w:rPr>
        <w:t xml:space="preserve">Adobe </w:t>
      </w:r>
      <w:proofErr w:type="spellStart"/>
      <w:r w:rsidR="00773AC0" w:rsidRPr="00773AC0">
        <w:rPr>
          <w:rFonts w:ascii="Verdana Pro Light" w:eastAsia="Arial Unicode MS" w:hAnsi="Verdana Pro Light" w:cs="Arial Unicode MS"/>
          <w:sz w:val="18"/>
          <w:szCs w:val="18"/>
        </w:rPr>
        <w:t>Illustrator</w:t>
      </w:r>
      <w:proofErr w:type="spellEnd"/>
      <w:r w:rsidR="00773AC0" w:rsidRPr="00773AC0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proofErr w:type="spellStart"/>
      <w:r w:rsidR="00773AC0" w:rsidRPr="00773AC0">
        <w:rPr>
          <w:rFonts w:ascii="Verdana Pro Light" w:eastAsia="Arial Unicode MS" w:hAnsi="Verdana Pro Light" w:cs="Arial Unicode MS"/>
          <w:sz w:val="18"/>
          <w:szCs w:val="18"/>
        </w:rPr>
        <w:t>CorelDRAW</w:t>
      </w:r>
      <w:proofErr w:type="spellEnd"/>
      <w:r w:rsidR="00773AC0" w:rsidRPr="00773AC0">
        <w:rPr>
          <w:rFonts w:ascii="Verdana Pro Light" w:eastAsia="Arial Unicode MS" w:hAnsi="Verdana Pro Light" w:cs="Arial Unicode MS"/>
          <w:sz w:val="18"/>
          <w:szCs w:val="18"/>
        </w:rPr>
        <w:t xml:space="preserve">, Clip </w:t>
      </w:r>
      <w:proofErr w:type="spellStart"/>
      <w:r w:rsidR="00773AC0" w:rsidRPr="00773AC0">
        <w:rPr>
          <w:rFonts w:ascii="Verdana Pro Light" w:eastAsia="Arial Unicode MS" w:hAnsi="Verdana Pro Light" w:cs="Arial Unicode MS"/>
          <w:sz w:val="18"/>
          <w:szCs w:val="18"/>
        </w:rPr>
        <w:t>Studio</w:t>
      </w:r>
      <w:proofErr w:type="spellEnd"/>
      <w:r w:rsidR="00773AC0" w:rsidRPr="00773AC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 w:rsidR="00773AC0" w:rsidRPr="00773AC0">
        <w:rPr>
          <w:rFonts w:ascii="Verdana Pro Light" w:eastAsia="Arial Unicode MS" w:hAnsi="Verdana Pro Light" w:cs="Arial Unicode MS"/>
          <w:sz w:val="18"/>
          <w:szCs w:val="18"/>
        </w:rPr>
        <w:t>Paint</w:t>
      </w:r>
      <w:proofErr w:type="spellEnd"/>
      <w:r w:rsidR="00773AC0" w:rsidRPr="00773AC0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 w:rsidR="00773AC0">
        <w:rPr>
          <w:rFonts w:ascii="Verdana Pro Light" w:eastAsia="Arial Unicode MS" w:hAnsi="Verdana Pro Light" w:cs="Arial Unicode MS"/>
          <w:sz w:val="18"/>
          <w:szCs w:val="18"/>
        </w:rPr>
        <w:t xml:space="preserve">entre outros) </w:t>
      </w:r>
      <w:r>
        <w:rPr>
          <w:rFonts w:ascii="Verdana Pro Light" w:eastAsia="Arial Unicode MS" w:hAnsi="Verdana Pro Light" w:cs="Arial Unicode MS"/>
          <w:sz w:val="18"/>
          <w:szCs w:val="18"/>
        </w:rPr>
        <w:t>ao desenho arqueológico</w:t>
      </w:r>
    </w:p>
    <w:bookmarkEnd w:id="12"/>
    <w:p w14:paraId="200A8175" w14:textId="77777777" w:rsidR="00C30567" w:rsidRPr="00501DC8" w:rsidRDefault="00C30567" w:rsidP="00C305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30567">
        <w:rPr>
          <w:rFonts w:ascii="Verdana Pro Light" w:eastAsia="Arial Unicode MS" w:hAnsi="Verdana Pro Light" w:cs="Arial Unicode MS"/>
          <w:sz w:val="18"/>
          <w:szCs w:val="18"/>
        </w:rPr>
        <w:t>oftwares de desenho assistido por computador (CAD)</w:t>
      </w:r>
    </w:p>
    <w:p w14:paraId="2325AA32" w14:textId="7940F6C3" w:rsidR="00283A05" w:rsidRPr="00325C8B" w:rsidRDefault="00C30567" w:rsidP="006D0A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25C8B">
        <w:rPr>
          <w:rFonts w:ascii="Verdana Pro Light" w:eastAsia="Arial Unicode MS" w:hAnsi="Verdana Pro Light" w:cs="Arial Unicode MS"/>
          <w:sz w:val="18"/>
          <w:szCs w:val="18"/>
        </w:rPr>
        <w:t>instrumentos de desenho tradicionais: régua, esquadro, compasso, etc.</w:t>
      </w:r>
    </w:p>
    <w:p w14:paraId="76FF023F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0063308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E09564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AD01536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BCAAA6E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F93ACB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C5148E5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668083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85CFD3A" w14:textId="77777777" w:rsidR="00283A05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6B7988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22199D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3D999E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413B1D70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13E51FC4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58006005" w14:textId="77777777" w:rsidR="00283A05" w:rsidRDefault="00283A05" w:rsidP="00283A0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83A05" w:rsidRPr="00136AD8" w14:paraId="659CD76F" w14:textId="77777777" w:rsidTr="00794C5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0F96F40" w14:textId="6383C6A7" w:rsidR="00283A05" w:rsidRPr="00811175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1117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E257ED" w:rsidRPr="0081117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221FB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C2DD6F8" w14:textId="517E6EA4" w:rsidR="00283A05" w:rsidRPr="009C256C" w:rsidRDefault="00FB0642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G</w:t>
            </w:r>
            <w:r w:rsidR="00FA5CC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erir bases de dados </w:t>
            </w:r>
            <w:r w:rsidR="007754C4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 unidades estratigráficas, peças, desenhos, e fotografias</w:t>
            </w:r>
            <w:r w:rsidR="0081117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em Arqueologia</w:t>
            </w:r>
          </w:p>
        </w:tc>
      </w:tr>
      <w:tr w:rsidR="00283A05" w:rsidRPr="00136AD8" w14:paraId="084AA777" w14:textId="77777777" w:rsidTr="00794C5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D01BA61" w14:textId="77777777" w:rsidR="00283A05" w:rsidRPr="00811175" w:rsidRDefault="00283A0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11175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657FB25" w14:textId="2C7AC4AA" w:rsidR="00283A05" w:rsidRPr="00136AD8" w:rsidRDefault="00811175" w:rsidP="00794C5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Ge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stão de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bases de dados de unidades estratigráficas, peças, desenhos, e fotografias em Arqueologia</w:t>
            </w:r>
          </w:p>
        </w:tc>
      </w:tr>
    </w:tbl>
    <w:p w14:paraId="33073EB9" w14:textId="77777777" w:rsidR="00283A05" w:rsidRPr="00136AD8" w:rsidRDefault="00283A05" w:rsidP="00283A0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7FE056A" w14:textId="06F638D7" w:rsidR="00283A05" w:rsidRPr="003200F2" w:rsidRDefault="00283A05" w:rsidP="00283A0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487073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272294EB" w14:textId="77777777" w:rsidR="00283A05" w:rsidRPr="00136AD8" w:rsidRDefault="00283A05" w:rsidP="00283A0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83A05" w:rsidRPr="00136AD8" w14:paraId="467F03B6" w14:textId="77777777" w:rsidTr="00794C5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B7B3F0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83A05" w:rsidRPr="00136AD8" w14:paraId="515524AD" w14:textId="77777777" w:rsidTr="00794C5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A1E76B" w14:textId="38BB77CF" w:rsidR="008C3339" w:rsidRDefault="00283A05" w:rsidP="0048707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="008C333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Analisar as necessidades para a criação da base de dados</w:t>
            </w:r>
            <w:r w:rsidR="001A1C3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Arqueologia</w:t>
            </w:r>
          </w:p>
          <w:p w14:paraId="026F725B" w14:textId="088433D6" w:rsidR="00487073" w:rsidRPr="008C3339" w:rsidRDefault="008C3339" w:rsidP="0048707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trike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487073" w:rsidRPr="00487073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Conceber a estrutura d</w:t>
            </w:r>
            <w:r w:rsidR="00AD01E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base de </w:t>
            </w:r>
            <w:r w:rsidR="00487073" w:rsidRPr="0048707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dados </w:t>
            </w:r>
          </w:p>
          <w:p w14:paraId="47833B5E" w14:textId="3FEED5AD" w:rsidR="00283A05" w:rsidRPr="001B353A" w:rsidRDefault="00465F8C" w:rsidP="00465F8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487073" w:rsidRPr="00487073">
              <w:rPr>
                <w:rFonts w:ascii="Verdana Pro Light" w:eastAsia="Arial Unicode MS" w:hAnsi="Verdana Pro Light" w:cs="Arial Unicode MS"/>
                <w:sz w:val="18"/>
                <w:szCs w:val="18"/>
              </w:rPr>
              <w:t>2.</w:t>
            </w:r>
            <w:r w:rsidR="00487073" w:rsidRPr="00487073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Implementar e gerir uma base de dados normalizada para o inventário do Património </w:t>
            </w:r>
            <w:r w:rsidR="00487073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arqueológico</w:t>
            </w:r>
          </w:p>
          <w:p w14:paraId="108965BC" w14:textId="77777777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021095F2" w14:textId="77777777" w:rsidR="00283A05" w:rsidRPr="001B353A" w:rsidRDefault="00283A05" w:rsidP="00794C5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283A05" w:rsidRPr="00136AD8" w14:paraId="5F986949" w14:textId="77777777" w:rsidTr="00794C5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6CF0CB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5E7476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A6AF1A" w14:textId="77777777" w:rsidR="00283A05" w:rsidRPr="001B353A" w:rsidRDefault="00283A05" w:rsidP="00794C5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83A05" w:rsidRPr="00136AD8" w14:paraId="696D09C1" w14:textId="77777777" w:rsidTr="00794C5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0E853" w14:textId="3CB949FE" w:rsidR="00E85498" w:rsidRDefault="00AD01EE" w:rsidP="004376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Bases de dados: conceitos e princípios </w:t>
            </w:r>
          </w:p>
          <w:p w14:paraId="23D1C721" w14:textId="48F6BC41" w:rsidR="006B0C9E" w:rsidRPr="004376A4" w:rsidRDefault="006B0C9E" w:rsidP="004376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</w:t>
            </w:r>
            <w:r w:rsidR="00C623D1"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</w:t>
            </w:r>
            <w:r w:rsidR="000573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</w:t>
            </w:r>
            <w:r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ecolha</w:t>
            </w:r>
            <w:r w:rsidR="000573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o</w:t>
            </w:r>
            <w:r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 de informação</w:t>
            </w:r>
          </w:p>
          <w:p w14:paraId="256D287C" w14:textId="2C004FB5" w:rsidR="006B0C9E" w:rsidRPr="004376A4" w:rsidRDefault="006B0C9E" w:rsidP="004376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Tratamento de dados</w:t>
            </w:r>
            <w:r w:rsidR="004376A4"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- </w:t>
            </w:r>
            <w:r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Análise </w:t>
            </w:r>
            <w:r w:rsidR="004376A4"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r w:rsidR="000573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egisto de dados</w:t>
            </w:r>
          </w:p>
          <w:p w14:paraId="6F3BCA61" w14:textId="0AE107C8" w:rsidR="006B0C9E" w:rsidRDefault="006B0C9E" w:rsidP="004376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informáticas</w:t>
            </w:r>
            <w:r w:rsidR="004376A4"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Pr="00437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Gestão de Bases de Dados</w:t>
            </w:r>
          </w:p>
          <w:p w14:paraId="69402512" w14:textId="6F61A53B" w:rsidR="006D2390" w:rsidRPr="006D2390" w:rsidRDefault="00EE42E6" w:rsidP="00E07DB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diferentes </w:t>
            </w:r>
            <w:r w:rsidR="00C626EB" w:rsidRPr="006D23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Bases de Dados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="00C626EB" w:rsidRPr="006D23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Unidades Estratigráficas</w:t>
            </w:r>
            <w:r w:rsidR="001C6D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</w:t>
            </w:r>
            <w:r w:rsidR="006D2390" w:rsidRPr="006D23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Peças</w:t>
            </w:r>
            <w:r w:rsidR="001C6D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de</w:t>
            </w:r>
            <w:r w:rsidR="006D23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1C6D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desenhos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="001C6D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fotografias</w:t>
            </w:r>
          </w:p>
          <w:p w14:paraId="750C047C" w14:textId="7AB9D1A5" w:rsidR="00283A05" w:rsidRPr="001B353A" w:rsidRDefault="00283A05" w:rsidP="00E378C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B7E62" w14:textId="45D40209" w:rsidR="00E85498" w:rsidRDefault="00E85498" w:rsidP="00E8549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software de g</w:t>
            </w:r>
            <w:r w:rsidR="008C33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bases de dados</w:t>
            </w:r>
          </w:p>
          <w:p w14:paraId="39CC2389" w14:textId="77777777" w:rsidR="00E85498" w:rsidRDefault="00E85498" w:rsidP="00E8549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42D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bases de dados normalizada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542D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o inventári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</w:p>
          <w:p w14:paraId="677BFF82" w14:textId="77777777" w:rsidR="00E85498" w:rsidRDefault="00E85498" w:rsidP="00E8549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42D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Gerir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diferentes</w:t>
            </w:r>
            <w:r w:rsidRPr="00542D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base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542D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dados</w:t>
            </w:r>
          </w:p>
          <w:p w14:paraId="54587915" w14:textId="2B585FD4" w:rsidR="00542DF1" w:rsidRDefault="001D09D0" w:rsidP="00542D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D93A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eferenciar a imagem</w:t>
            </w:r>
            <w:r w:rsidR="00EE42E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/desenho/fotografia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1E4D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associada à base de dados</w:t>
            </w:r>
          </w:p>
          <w:p w14:paraId="5894ECCC" w14:textId="77777777" w:rsidR="00E85498" w:rsidRPr="00D93A20" w:rsidRDefault="00E85498" w:rsidP="00E8549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Atribuir número de inventário fotográfico/desenho</w:t>
            </w:r>
          </w:p>
          <w:p w14:paraId="644D2E2A" w14:textId="77777777" w:rsidR="00E85498" w:rsidRDefault="00E85498" w:rsidP="00E8549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8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Registar o local/instituição onde se encontra guardado o original da imagem associada à base de dados ou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</w:t>
            </w:r>
            <w:r w:rsidRPr="00E378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bibliografia de onde foi retirada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915099F" w14:textId="1686FC2B" w:rsidR="00542DF1" w:rsidRPr="001E4D18" w:rsidRDefault="00542DF1" w:rsidP="008F7E49">
            <w:pPr>
              <w:pStyle w:val="PargrafodaLista"/>
              <w:spacing w:before="120" w:after="0" w:line="276" w:lineRule="auto"/>
              <w:ind w:left="28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44293" w14:textId="77777777" w:rsidR="001D09D0" w:rsidRDefault="001D09D0" w:rsidP="001D09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normas e regras definidas</w:t>
            </w:r>
          </w:p>
          <w:p w14:paraId="544AF7A3" w14:textId="77777777" w:rsidR="001D09D0" w:rsidRDefault="001D09D0" w:rsidP="001D09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5B0B1A54" w14:textId="77777777" w:rsidR="001D09D0" w:rsidRDefault="001D09D0" w:rsidP="001D09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53FDFADB" w14:textId="77777777" w:rsidR="001D09D0" w:rsidRDefault="001D09D0" w:rsidP="001D09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518D8471" w14:textId="77777777" w:rsidR="001D09D0" w:rsidRDefault="001D09D0" w:rsidP="001D09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</w:t>
            </w:r>
          </w:p>
          <w:p w14:paraId="671F0D46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4D2194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0DFADE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5DD0CB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C1FD3CB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0CC745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458891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950F18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71058E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EED98C" w14:textId="77777777" w:rsidR="00283A05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1CBC36" w14:textId="77777777" w:rsidR="00283A05" w:rsidRPr="00057283" w:rsidRDefault="00283A05" w:rsidP="00794C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71C1C6A" w14:textId="77777777" w:rsidR="00283A05" w:rsidRDefault="00283A05" w:rsidP="00283A0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C7AD491" w14:textId="778C2488" w:rsidR="00283A05" w:rsidRDefault="00283A05" w:rsidP="006B0C9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F399224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EA87C9E" w14:textId="77777777" w:rsidR="00283A05" w:rsidRPr="00F20E6F" w:rsidRDefault="00283A05" w:rsidP="00283A0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0C197E3" w14:textId="76DEED3F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91663" w:rsidRPr="00D916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Conceber a estrutura de dados para o desenvolvimento de um Sistema de Gestão de Bases de Dados</w:t>
      </w:r>
    </w:p>
    <w:p w14:paraId="1DEC94D1" w14:textId="47ED7305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8707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</w:t>
      </w:r>
      <w:r w:rsidR="00487073" w:rsidRPr="0048707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tilizando ferramenta</w:t>
      </w:r>
      <w:r w:rsidR="0048707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="00487073" w:rsidRPr="0048707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informática</w:t>
      </w:r>
      <w:r w:rsidR="0048707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</w:p>
    <w:p w14:paraId="1815D5FE" w14:textId="40EB7638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91663" w:rsidRPr="00D916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Implementa</w:t>
      </w:r>
      <w:r w:rsidR="00D916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EC1A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 gerindo</w:t>
      </w:r>
      <w:r w:rsidR="00D91663" w:rsidRPr="00D916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base de dados normalizada para o inventário </w:t>
      </w:r>
    </w:p>
    <w:p w14:paraId="18BF3BDE" w14:textId="77777777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B687386" w14:textId="77777777" w:rsidR="00283A05" w:rsidRPr="0064164C" w:rsidRDefault="00283A05" w:rsidP="00283A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124C2E4" w14:textId="77777777" w:rsidR="00283A05" w:rsidRPr="00136AD8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5599F1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ED4EDE3" w14:textId="77777777" w:rsidR="006F6321" w:rsidRPr="00984B30" w:rsidRDefault="006F6321" w:rsidP="006F632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30FF88CB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62FB035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87C0A2" w14:textId="77777777" w:rsidR="00283A05" w:rsidRPr="00984B30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8F60FD2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C9C6A0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1D5D213" w14:textId="5B3E9A4A" w:rsidR="00283A05" w:rsidRPr="009A5236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A523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160CF2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</w:p>
    <w:p w14:paraId="22E8F699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49214C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68F5905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56EAAF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761B90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F0C0A94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BFE8A23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F06274C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A1E6C80" w14:textId="77777777" w:rsidR="00283A05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350E77" w14:textId="77777777" w:rsidR="00283A05" w:rsidRPr="00501DC8" w:rsidRDefault="00283A05" w:rsidP="00283A0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78CC44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74108CB" w14:textId="77777777" w:rsidR="00283A05" w:rsidRPr="00F87025" w:rsidRDefault="00283A05" w:rsidP="00283A0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4FB4783" w14:textId="77777777" w:rsidR="00283A05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F3387F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CB13B0" w14:textId="77777777" w:rsidR="00283A05" w:rsidRPr="00051C79" w:rsidRDefault="00283A05" w:rsidP="00283A0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BF1F93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572B4608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322A9605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26CA13FC" w14:textId="77777777" w:rsidR="00283A05" w:rsidRDefault="00283A05" w:rsidP="00283A05">
      <w:pPr>
        <w:rPr>
          <w:rFonts w:ascii="Verdana Pro Light" w:hAnsi="Verdana Pro Light"/>
          <w:smallCaps/>
        </w:rPr>
      </w:pPr>
    </w:p>
    <w:p w14:paraId="316D800B" w14:textId="77777777" w:rsidR="00283A05" w:rsidRDefault="00283A05" w:rsidP="00283A0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22652" w:rsidRPr="00136AD8" w14:paraId="6E8B5261" w14:textId="77777777" w:rsidTr="008F2F6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B47B832" w14:textId="74CD050F" w:rsidR="00122652" w:rsidRPr="00EB2AEC" w:rsidRDefault="0012265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B2AE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0000/001</w:t>
            </w:r>
            <w:r w:rsidR="006F4971" w:rsidRPr="00EB2AE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723C97" w14:textId="5EFF06FC" w:rsidR="00122652" w:rsidRPr="009C256C" w:rsidRDefault="0001549F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Preparar relatórios</w:t>
            </w:r>
            <w:r w:rsidR="000F541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 </w:t>
            </w:r>
            <w:r w:rsidR="00FA5CC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publicações </w:t>
            </w:r>
            <w:r w:rsidR="0024659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</w:t>
            </w:r>
            <w:r w:rsidR="00FF501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suporte à investigação</w:t>
            </w:r>
          </w:p>
        </w:tc>
      </w:tr>
      <w:tr w:rsidR="00122652" w:rsidRPr="00136AD8" w14:paraId="6D5D4C86" w14:textId="77777777" w:rsidTr="008F2F6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1E45829" w14:textId="77777777" w:rsidR="00122652" w:rsidRPr="00EB2AEC" w:rsidRDefault="0012265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B2AEC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016FFB9" w14:textId="45CB4B91" w:rsidR="00122652" w:rsidRPr="00136AD8" w:rsidRDefault="0024659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Preparação de relatórios e publicações de suporte à investigação</w:t>
            </w:r>
          </w:p>
        </w:tc>
      </w:tr>
    </w:tbl>
    <w:p w14:paraId="2F4D953C" w14:textId="77777777" w:rsidR="00122652" w:rsidRPr="00136AD8" w:rsidRDefault="00122652" w:rsidP="0012265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E62EFA5" w14:textId="77777777" w:rsidR="00122652" w:rsidRPr="003200F2" w:rsidRDefault="00122652" w:rsidP="0012265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4906668" w14:textId="77777777" w:rsidR="00122652" w:rsidRPr="00136AD8" w:rsidRDefault="00122652" w:rsidP="0012265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22652" w:rsidRPr="00136AD8" w14:paraId="36EED674" w14:textId="77777777" w:rsidTr="008F2F6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B578F9" w14:textId="77777777" w:rsidR="00122652" w:rsidRPr="001B353A" w:rsidRDefault="0012265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22652" w:rsidRPr="00136AD8" w14:paraId="7E31F331" w14:textId="77777777" w:rsidTr="008F2F6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A25D49" w14:textId="77777777" w:rsidR="002A3A59" w:rsidRDefault="00122652" w:rsidP="00B53DE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A3A59" w:rsidRPr="002A3A5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Recolher e sistematizar informação para produção de documentos técnicos</w:t>
            </w:r>
          </w:p>
          <w:p w14:paraId="0F6E7B23" w14:textId="264E6FF3" w:rsidR="00122652" w:rsidRPr="001B353A" w:rsidRDefault="00B53DEE" w:rsidP="00B53DE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53DE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B53DE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Produzir e editar documentos de suporte informativo para divulgação e comunicação</w:t>
            </w:r>
          </w:p>
          <w:p w14:paraId="1C76ADA2" w14:textId="77777777" w:rsidR="00122652" w:rsidRPr="001B353A" w:rsidRDefault="00122652" w:rsidP="008F2F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0FEFD102" w14:textId="77777777" w:rsidR="00122652" w:rsidRPr="001B353A" w:rsidRDefault="00122652" w:rsidP="008F2F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122652" w:rsidRPr="00136AD8" w14:paraId="4CD70374" w14:textId="77777777" w:rsidTr="008F2F6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4BAB37" w14:textId="77777777" w:rsidR="00122652" w:rsidRPr="001B353A" w:rsidRDefault="0012265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F4461B" w14:textId="77777777" w:rsidR="00122652" w:rsidRPr="001B353A" w:rsidRDefault="0012265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8324D94" w14:textId="77777777" w:rsidR="00122652" w:rsidRPr="001B353A" w:rsidRDefault="0012265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22652" w:rsidRPr="00136AD8" w14:paraId="2A65C63C" w14:textId="77777777" w:rsidTr="008F2F6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E6904B" w14:textId="031CACCB" w:rsidR="005D1D6A" w:rsidRDefault="005D1D6A" w:rsidP="00DF138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Documentos </w:t>
            </w:r>
            <w:r w:rsidR="000A399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intervenção arqueológica:</w:t>
            </w:r>
          </w:p>
          <w:p w14:paraId="044709F7" w14:textId="3AC243EC" w:rsidR="005B1D17" w:rsidRDefault="005D1D6A" w:rsidP="005D1D6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5B1D17" w:rsidRPr="00DF13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elatório</w:t>
            </w:r>
          </w:p>
          <w:p w14:paraId="304CBDE0" w14:textId="3CBF87DB" w:rsidR="005D1D6A" w:rsidRPr="00DF1389" w:rsidRDefault="005D1D6A" w:rsidP="005D1D6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Fichas </w:t>
            </w:r>
            <w:r w:rsidR="003465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</w:t>
            </w:r>
          </w:p>
          <w:p w14:paraId="3CDA31DC" w14:textId="77777777" w:rsidR="001C7829" w:rsidRPr="00DF1389" w:rsidRDefault="001C7829" w:rsidP="001C782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Normas para a redação e publicação de </w:t>
            </w:r>
            <w:r w:rsidRPr="00DF13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arqueológico</w:t>
            </w:r>
          </w:p>
          <w:p w14:paraId="728D1F45" w14:textId="77777777" w:rsidR="00163212" w:rsidRDefault="005B1D17" w:rsidP="0016321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13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 do relatório e interpretação dos dados arqueológicos</w:t>
            </w:r>
          </w:p>
          <w:p w14:paraId="63BBD7C6" w14:textId="6C437284" w:rsidR="005B1D17" w:rsidRPr="00163212" w:rsidRDefault="00163212" w:rsidP="0016321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632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Redação de relatórios - </w:t>
            </w:r>
            <w:r w:rsidR="005B1D17" w:rsidRPr="001632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 e regras de elaboração de um relatório arqueológico</w:t>
            </w:r>
          </w:p>
          <w:p w14:paraId="7EEFD200" w14:textId="3C710D83" w:rsidR="005B1D17" w:rsidRPr="00DF1389" w:rsidRDefault="005B1D17" w:rsidP="000535F8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AC4710" w14:textId="77777777" w:rsidR="00122652" w:rsidRPr="00DF1389" w:rsidRDefault="00122652" w:rsidP="00DF1389">
            <w:pPr>
              <w:widowControl w:val="0"/>
              <w:tabs>
                <w:tab w:val="left" w:pos="1715"/>
              </w:tabs>
              <w:autoSpaceDE w:val="0"/>
              <w:autoSpaceDN w:val="0"/>
              <w:spacing w:before="111"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74E41" w14:textId="0A7B45BA" w:rsidR="000A6ED0" w:rsidRDefault="002D480C" w:rsidP="00DF138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selecionar a informação para produção de documentos técnicos</w:t>
            </w:r>
          </w:p>
          <w:p w14:paraId="008EEA89" w14:textId="77777777" w:rsidR="001C7829" w:rsidRDefault="001C7829" w:rsidP="001C782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técnicas de redação de relatórios</w:t>
            </w:r>
          </w:p>
          <w:p w14:paraId="46FAC0A2" w14:textId="7F5894F4" w:rsidR="004C426C" w:rsidRDefault="002A3A59" w:rsidP="00DF138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Apoiar na</w:t>
            </w:r>
            <w:r w:rsidR="00B22AB2" w:rsidRPr="00627E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redação de relatórios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fichas técnicas</w:t>
            </w:r>
          </w:p>
          <w:p w14:paraId="2B42A0F2" w14:textId="77777777" w:rsidR="00210C68" w:rsidRDefault="00210C68" w:rsidP="00210C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 w:rsidRPr="00627E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descobertas, interpretações preliminares e recomendações para futuras escavações ou estudos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541290E" w14:textId="60FA2872" w:rsidR="00E71DF9" w:rsidRDefault="00E71DF9" w:rsidP="00E71D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Apoiar na </w:t>
            </w:r>
            <w:r w:rsidR="002465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edição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um trabalho arqueológico</w:t>
            </w:r>
          </w:p>
          <w:p w14:paraId="3F2F2D6B" w14:textId="5A68A056" w:rsidR="005B1D17" w:rsidRPr="005B1D17" w:rsidRDefault="005B1D17" w:rsidP="005B1D1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BEE25" w14:textId="77777777" w:rsidR="00DC26FC" w:rsidRDefault="00DC26FC" w:rsidP="00DC26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3CF08C1D" w14:textId="77777777" w:rsidR="00655DB1" w:rsidRPr="00655DB1" w:rsidRDefault="00655DB1" w:rsidP="002A3A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5D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18710EC4" w14:textId="77777777" w:rsidR="0032246E" w:rsidRDefault="0032246E" w:rsidP="003224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44502FCC" w14:textId="77777777" w:rsidR="0032246E" w:rsidRDefault="0032246E" w:rsidP="003224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52C03F1A" w14:textId="77777777" w:rsidR="0032246E" w:rsidRDefault="0032246E" w:rsidP="003224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</w:t>
            </w:r>
          </w:p>
          <w:p w14:paraId="0FEE3E69" w14:textId="77777777" w:rsidR="00122652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DD0222" w14:textId="77777777" w:rsidR="00122652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A7B0D6" w14:textId="77777777" w:rsidR="00122652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37DD74" w14:textId="77777777" w:rsidR="00122652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379191" w14:textId="77777777" w:rsidR="00122652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D84D35" w14:textId="77777777" w:rsidR="00122652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716A274" w14:textId="77777777" w:rsidR="00122652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62F876" w14:textId="77777777" w:rsidR="00122652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E282D0" w14:textId="77777777" w:rsidR="00122652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C12507" w14:textId="77777777" w:rsidR="00122652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B6519C" w14:textId="77777777" w:rsidR="00122652" w:rsidRPr="00057283" w:rsidRDefault="0012265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D72A93E" w14:textId="77777777" w:rsidR="00122652" w:rsidRDefault="00122652" w:rsidP="0012265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2D360E6" w14:textId="77777777" w:rsidR="00122652" w:rsidRDefault="00122652" w:rsidP="0012265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2394C4C" w14:textId="77777777" w:rsidR="00122652" w:rsidRPr="00F87025" w:rsidRDefault="00122652" w:rsidP="0012265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B30B2F0" w14:textId="77777777" w:rsidR="00122652" w:rsidRPr="00F20E6F" w:rsidRDefault="00122652" w:rsidP="0012265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1574EC5" w14:textId="0248D7E2" w:rsidR="002A3A59" w:rsidRPr="00246592" w:rsidRDefault="00246592" w:rsidP="00246592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 </w:t>
      </w:r>
      <w:r w:rsidR="00122652" w:rsidRPr="002465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122652" w:rsidRPr="002465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A3A59" w:rsidRPr="00246592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Cumpri</w:t>
      </w:r>
      <w:r w:rsidRPr="00246592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="002A3A59" w:rsidRPr="00246592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regras de um relatório arqueológico: estrutura; Redação; citações bibliográficas,</w:t>
      </w:r>
      <w:r w:rsidR="006D0CD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</w:t>
      </w:r>
      <w:r w:rsidR="002A3A59" w:rsidRPr="00246592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presentação</w:t>
      </w:r>
    </w:p>
    <w:p w14:paraId="1B32116F" w14:textId="121F85EA" w:rsidR="00246592" w:rsidRPr="00246592" w:rsidRDefault="00246592" w:rsidP="00246592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 </w:t>
      </w:r>
      <w:r w:rsidR="00122652" w:rsidRPr="002465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="00122652" w:rsidRPr="002465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246592">
        <w:rPr>
          <w:rFonts w:ascii="Verdana Pro Light" w:eastAsia="Arial Unicode MS" w:hAnsi="Verdana Pro Light" w:cs="Arial Unicode MS"/>
          <w:sz w:val="18"/>
          <w:szCs w:val="18"/>
        </w:rPr>
        <w:t>Recolhe</w:t>
      </w:r>
      <w:r>
        <w:rPr>
          <w:rFonts w:ascii="Verdana Pro Light" w:eastAsia="Arial Unicode MS" w:hAnsi="Verdana Pro Light" w:cs="Arial Unicode MS"/>
          <w:sz w:val="18"/>
          <w:szCs w:val="18"/>
        </w:rPr>
        <w:t>ndo e sistematizando</w:t>
      </w:r>
      <w:r w:rsidRPr="00246592">
        <w:rPr>
          <w:rFonts w:ascii="Verdana Pro Light" w:eastAsia="Arial Unicode MS" w:hAnsi="Verdana Pro Light" w:cs="Arial Unicode MS"/>
          <w:sz w:val="18"/>
          <w:szCs w:val="18"/>
        </w:rPr>
        <w:t xml:space="preserve"> informação para produção de documentos técnicos</w:t>
      </w:r>
    </w:p>
    <w:p w14:paraId="26934AA0" w14:textId="0D7975CD" w:rsidR="00122652" w:rsidRPr="0064164C" w:rsidRDefault="00122652" w:rsidP="0012265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46592" w:rsidRPr="00246592">
        <w:rPr>
          <w:rFonts w:ascii="Verdana Pro Light" w:eastAsia="Arial Unicode MS" w:hAnsi="Verdana Pro Light" w:cs="Arial Unicode MS"/>
          <w:sz w:val="18"/>
          <w:szCs w:val="18"/>
        </w:rPr>
        <w:t>Produzi</w:t>
      </w:r>
      <w:r w:rsidR="00246592">
        <w:rPr>
          <w:rFonts w:ascii="Verdana Pro Light" w:eastAsia="Arial Unicode MS" w:hAnsi="Verdana Pro Light" w:cs="Arial Unicode MS"/>
          <w:sz w:val="18"/>
          <w:szCs w:val="18"/>
        </w:rPr>
        <w:t xml:space="preserve">ndo </w:t>
      </w:r>
      <w:r w:rsidR="00246592" w:rsidRPr="00246592">
        <w:rPr>
          <w:rFonts w:ascii="Verdana Pro Light" w:eastAsia="Arial Unicode MS" w:hAnsi="Verdana Pro Light" w:cs="Arial Unicode MS"/>
          <w:sz w:val="18"/>
          <w:szCs w:val="18"/>
        </w:rPr>
        <w:t>e edita</w:t>
      </w:r>
      <w:r w:rsidR="00246592"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="00246592" w:rsidRPr="00246592">
        <w:rPr>
          <w:rFonts w:ascii="Verdana Pro Light" w:eastAsia="Arial Unicode MS" w:hAnsi="Verdana Pro Light" w:cs="Arial Unicode MS"/>
          <w:sz w:val="18"/>
          <w:szCs w:val="18"/>
        </w:rPr>
        <w:t xml:space="preserve"> documentos de suporte informativo para divulgação e comunicação</w:t>
      </w:r>
    </w:p>
    <w:p w14:paraId="7BA2AF11" w14:textId="77777777" w:rsidR="00122652" w:rsidRPr="0064164C" w:rsidRDefault="00122652" w:rsidP="0012265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B23224D" w14:textId="77777777" w:rsidR="00122652" w:rsidRPr="0064164C" w:rsidRDefault="00122652" w:rsidP="0012265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DE7B903" w14:textId="77777777" w:rsidR="00122652" w:rsidRPr="00136AD8" w:rsidRDefault="00122652" w:rsidP="0012265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B1AE83" w14:textId="77777777" w:rsidR="00122652" w:rsidRPr="00F87025" w:rsidRDefault="00122652" w:rsidP="0012265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B8AB963" w14:textId="77777777" w:rsidR="006F6321" w:rsidRPr="00984B30" w:rsidRDefault="006F6321" w:rsidP="006F632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6480AC55" w14:textId="77777777" w:rsidR="00122652" w:rsidRPr="00984B30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760236E" w14:textId="77777777" w:rsidR="00122652" w:rsidRPr="00984B30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3BF1AC" w14:textId="77777777" w:rsidR="00122652" w:rsidRPr="00984B30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CB354F6" w14:textId="77777777" w:rsidR="00122652" w:rsidRPr="00051C79" w:rsidRDefault="00122652" w:rsidP="0012265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CF3669" w14:textId="77777777" w:rsidR="00122652" w:rsidRPr="00F87025" w:rsidRDefault="00122652" w:rsidP="0012265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6673A34" w14:textId="69FBA1F9" w:rsidR="00122652" w:rsidRPr="009A5236" w:rsidRDefault="006D0CD1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D0CD1">
        <w:rPr>
          <w:rFonts w:ascii="Verdana Pro Light" w:eastAsia="Arial Unicode MS" w:hAnsi="Verdana Pro Light" w:cs="Arial Unicode MS"/>
          <w:sz w:val="18"/>
          <w:szCs w:val="18"/>
        </w:rPr>
        <w:t>Normas para a redação e publicação</w:t>
      </w:r>
      <w:r w:rsidR="00122652" w:rsidRPr="009A523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de trabalhos arqueológicos</w:t>
      </w:r>
    </w:p>
    <w:p w14:paraId="3130B17C" w14:textId="77777777" w:rsidR="00122652" w:rsidRPr="00501DC8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15BEA9" w14:textId="77777777" w:rsidR="00122652" w:rsidRPr="00501DC8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140205A" w14:textId="77777777" w:rsidR="00122652" w:rsidRPr="00501DC8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AC87AB" w14:textId="7A6069E0" w:rsidR="00246592" w:rsidRPr="00246592" w:rsidRDefault="00246592" w:rsidP="002465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F83D689" w14:textId="77777777" w:rsidR="00122652" w:rsidRPr="00501DC8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CA28AE" w14:textId="77777777" w:rsidR="00122652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8745B2" w14:textId="77777777" w:rsidR="00122652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5899721" w14:textId="77777777" w:rsidR="00122652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77A22E" w14:textId="77777777" w:rsidR="00122652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A95ACB4" w14:textId="77777777" w:rsidR="00122652" w:rsidRPr="00501DC8" w:rsidRDefault="00122652" w:rsidP="00122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B0F681B" w14:textId="77777777" w:rsidR="00122652" w:rsidRPr="00051C79" w:rsidRDefault="00122652" w:rsidP="0012265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19B12B" w14:textId="77777777" w:rsidR="00122652" w:rsidRPr="00F87025" w:rsidRDefault="00122652" w:rsidP="0012265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9AEA4E6" w14:textId="77777777" w:rsidR="00122652" w:rsidRDefault="00122652" w:rsidP="0012265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F8E312" w14:textId="77777777" w:rsidR="00122652" w:rsidRPr="00051C79" w:rsidRDefault="00122652" w:rsidP="0012265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2C0960" w14:textId="77777777" w:rsidR="00122652" w:rsidRPr="00051C79" w:rsidRDefault="00122652" w:rsidP="0012265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706791" w14:textId="77777777" w:rsidR="00122652" w:rsidRDefault="00122652" w:rsidP="00122652">
      <w:pPr>
        <w:rPr>
          <w:rFonts w:ascii="Verdana Pro Light" w:hAnsi="Verdana Pro Light"/>
          <w:smallCaps/>
        </w:rPr>
      </w:pPr>
    </w:p>
    <w:p w14:paraId="2D41E84A" w14:textId="77777777" w:rsidR="00122652" w:rsidRDefault="00122652" w:rsidP="00122652">
      <w:pPr>
        <w:rPr>
          <w:rFonts w:ascii="Verdana Pro Light" w:hAnsi="Verdana Pro Light"/>
          <w:smallCaps/>
        </w:rPr>
      </w:pPr>
    </w:p>
    <w:p w14:paraId="547924B8" w14:textId="77777777" w:rsidR="00122652" w:rsidRDefault="00122652" w:rsidP="00122652">
      <w:pPr>
        <w:rPr>
          <w:rFonts w:ascii="Verdana Pro Light" w:hAnsi="Verdana Pro Light"/>
          <w:smallCaps/>
        </w:rPr>
      </w:pPr>
    </w:p>
    <w:p w14:paraId="46827C69" w14:textId="77777777" w:rsidR="00122652" w:rsidRDefault="00122652" w:rsidP="00122652">
      <w:pPr>
        <w:rPr>
          <w:rFonts w:ascii="Verdana Pro Light" w:hAnsi="Verdana Pro Light"/>
          <w:smallCaps/>
        </w:rPr>
      </w:pPr>
    </w:p>
    <w:p w14:paraId="16EBB29F" w14:textId="77777777" w:rsidR="00122652" w:rsidRDefault="00122652" w:rsidP="0012265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22652" w:rsidRPr="00136AD8" w14:paraId="41DD9538" w14:textId="77777777" w:rsidTr="008F2F6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3819B76" w14:textId="4C7A6C20" w:rsidR="00122652" w:rsidRPr="00E85ADB" w:rsidRDefault="0012265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85AD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0000/001</w:t>
            </w:r>
            <w:r w:rsidR="00EB2AE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E35D29D" w14:textId="4EE330B1" w:rsidR="00122652" w:rsidRPr="009C256C" w:rsidRDefault="00016746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Avaliar e </w:t>
            </w:r>
            <w:r w:rsidR="006D0CD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efetuar a limpeza d</w:t>
            </w:r>
            <w:r w:rsidR="00F9347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as</w:t>
            </w:r>
            <w:r w:rsidR="00A9051B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estruturas </w:t>
            </w:r>
            <w:r w:rsidR="000937D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 peças arqueológicas</w:t>
            </w:r>
          </w:p>
        </w:tc>
      </w:tr>
      <w:tr w:rsidR="00122652" w:rsidRPr="00136AD8" w14:paraId="6A7A0760" w14:textId="77777777" w:rsidTr="008F2F6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CB26A6B" w14:textId="77777777" w:rsidR="00122652" w:rsidRPr="00E85ADB" w:rsidRDefault="0012265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85ADB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3A98C5A" w14:textId="46755A39" w:rsidR="00122652" w:rsidRPr="00136AD8" w:rsidRDefault="004967DD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Avaliação e limpeza</w:t>
            </w:r>
            <w:r w:rsidR="00016746" w:rsidRPr="00016746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</w:t>
            </w:r>
            <w:r w:rsidR="00AD48CF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das </w:t>
            </w:r>
            <w:r w:rsidR="00016746" w:rsidRPr="00016746">
              <w:rPr>
                <w:rFonts w:ascii="Verdana Pro Light" w:eastAsia="Arial Unicode MS" w:hAnsi="Verdana Pro Light" w:cs="Times New Roman"/>
                <w:sz w:val="18"/>
                <w:szCs w:val="18"/>
              </w:rPr>
              <w:t>estruturas e peças arqueológicas</w:t>
            </w:r>
          </w:p>
        </w:tc>
      </w:tr>
    </w:tbl>
    <w:p w14:paraId="6679CDEE" w14:textId="77777777" w:rsidR="00122652" w:rsidRPr="00136AD8" w:rsidRDefault="00122652" w:rsidP="0012265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9DE1E6B" w14:textId="5B73BD26" w:rsidR="00122652" w:rsidRPr="003200F2" w:rsidRDefault="00122652" w:rsidP="0012265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057E42"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0941CB7C" w14:textId="77777777" w:rsidR="00122652" w:rsidRPr="00136AD8" w:rsidRDefault="00122652" w:rsidP="0012265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22652" w:rsidRPr="00136AD8" w14:paraId="69A0CFB9" w14:textId="77777777" w:rsidTr="008F2F6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281B01" w14:textId="77777777" w:rsidR="00122652" w:rsidRPr="001B353A" w:rsidRDefault="0012265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22652" w:rsidRPr="00136AD8" w14:paraId="4389CC7E" w14:textId="77777777" w:rsidTr="008F2F6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4E4FAF" w14:textId="4DEA0A2C" w:rsidR="00016746" w:rsidRDefault="00122652" w:rsidP="0081088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="007154DB" w:rsidRPr="008108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016746">
              <w:rPr>
                <w:rFonts w:ascii="Verdana Pro Light" w:eastAsia="Arial Unicode MS" w:hAnsi="Verdana Pro Light" w:cs="Arial Unicode MS"/>
                <w:sz w:val="18"/>
                <w:szCs w:val="18"/>
              </w:rPr>
              <w:t>Avaliar</w:t>
            </w:r>
            <w:r w:rsidR="0001674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estado de conservação das peças e as suas principais patologias</w:t>
            </w:r>
            <w:r w:rsidR="0001674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08E9ECF6" w14:textId="77777777" w:rsidR="00016746" w:rsidRPr="00810886" w:rsidRDefault="00122652" w:rsidP="0001674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16746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o processo de limpeza das estruturas e peças arqueológicas</w:t>
            </w:r>
          </w:p>
          <w:p w14:paraId="061BD70C" w14:textId="5CD901B0" w:rsidR="00B176E3" w:rsidRDefault="00122652" w:rsidP="00B176E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B217A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Proceder à limpeza das peças a</w:t>
            </w:r>
            <w:r w:rsidR="00B176E3">
              <w:rPr>
                <w:rFonts w:ascii="Verdana Pro Light" w:eastAsia="Arial Unicode MS" w:hAnsi="Verdana Pro Light" w:cs="Arial Unicode MS"/>
                <w:sz w:val="18"/>
                <w:szCs w:val="18"/>
              </w:rPr>
              <w:t>rqueológicas, sob orientação de um Arqueólogo</w:t>
            </w:r>
          </w:p>
          <w:p w14:paraId="1EE147BC" w14:textId="630D08EA" w:rsidR="00122652" w:rsidRPr="001B353A" w:rsidRDefault="00122652" w:rsidP="00B176E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122652" w:rsidRPr="00136AD8" w14:paraId="19E8F866" w14:textId="77777777" w:rsidTr="008F2F6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76C568" w14:textId="77777777" w:rsidR="00122652" w:rsidRPr="001B353A" w:rsidRDefault="0012265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7FF323" w14:textId="77777777" w:rsidR="00122652" w:rsidRPr="001B353A" w:rsidRDefault="0012265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A9F3CB7" w14:textId="77777777" w:rsidR="00122652" w:rsidRPr="001B353A" w:rsidRDefault="0012265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57E42" w:rsidRPr="00136AD8" w14:paraId="27C87AD0" w14:textId="77777777" w:rsidTr="008F2F6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0B765" w14:textId="69580C17" w:rsidR="00057E42" w:rsidRPr="00322C9C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22C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Fichas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</w:t>
            </w:r>
            <w:r w:rsidRPr="00322C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r w:rsidRPr="00322C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Fichas de conservação "in situ; Fichas de conservação em laboratório; Objetivos e conteúdos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3289A4D" w14:textId="5CFD0E1A" w:rsidR="00057E42" w:rsidRPr="00E53025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30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Marcação</w:t>
            </w:r>
          </w:p>
          <w:p w14:paraId="47B43225" w14:textId="48DFF760" w:rsidR="00057E42" w:rsidRPr="00E53025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30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Critérios e produtos</w:t>
            </w:r>
          </w:p>
          <w:p w14:paraId="7AE07009" w14:textId="44276C0B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22C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Diagnósticos (Fatores de degradação primário; Fatores de degradação secundário; Degradação física, química, biológica e mecânica; Alterações da coesão ou aderência;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322C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etodologia de intervenção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E530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relatório e de documentação técnica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112EC3A" w14:textId="77777777" w:rsidR="00057E42" w:rsidRPr="00E457C6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E45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 de sujidade</w:t>
            </w:r>
          </w:p>
          <w:p w14:paraId="0DFD4BEF" w14:textId="77777777" w:rsidR="00057E42" w:rsidRPr="00E457C6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5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tipos de sujidades (origem; natureza; características; Efeitos de degradação nos materiais de suporte; Meios e recursos de identificação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956C1A7" w14:textId="77777777" w:rsidR="00057E42" w:rsidRPr="00EF1C97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5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de limpeza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Pr="00EF1C9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Via mecânica, húmida e mista</w:t>
            </w:r>
          </w:p>
          <w:p w14:paraId="204FF57E" w14:textId="77777777" w:rsidR="00057E42" w:rsidRPr="00E457C6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5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e processos de atuação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Pr="002E7F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Instrumentos e produtos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(natureza; </w:t>
            </w:r>
            <w:r w:rsidRPr="00E45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E45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Campos de aplicação</w:t>
            </w:r>
          </w:p>
          <w:p w14:paraId="595B4FA4" w14:textId="77777777" w:rsidR="00057E42" w:rsidRPr="00E457C6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5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Pr="00E45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Critérios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E45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Rotinas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Limites de intervenção</w:t>
            </w:r>
          </w:p>
          <w:p w14:paraId="198E1236" w14:textId="079B6873" w:rsidR="00057E42" w:rsidRPr="001B353A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73A67" w14:textId="5A63CC69" w:rsidR="00057E42" w:rsidRDefault="00B74581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Preencher a </w:t>
            </w:r>
            <w:r w:rsidR="00C542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informação </w:t>
            </w:r>
            <w:r w:rsidR="00E0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diagnóstico </w:t>
            </w:r>
            <w:r w:rsidR="005A5C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nas fichas </w:t>
            </w:r>
          </w:p>
          <w:p w14:paraId="71FB20F4" w14:textId="61B32CC4" w:rsidR="00057E42" w:rsidRDefault="00AE1E20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marcação dos elementos</w:t>
            </w:r>
          </w:p>
          <w:p w14:paraId="188F0BEE" w14:textId="0603E94F" w:rsidR="00057E42" w:rsidRDefault="00794A7B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A012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</w:t>
            </w:r>
            <w:r w:rsidR="003611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</w:t>
            </w:r>
            <w:r w:rsidR="003464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diagnóstico </w:t>
            </w:r>
            <w:r w:rsidR="005012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dos fatores de degradação e/ou alterações </w:t>
            </w:r>
          </w:p>
          <w:p w14:paraId="4CA795EF" w14:textId="78E352A9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diferentes tipos de sujidades</w:t>
            </w:r>
          </w:p>
          <w:p w14:paraId="542FBDBA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as origens características dos diferentes tipos de sujidade nos artefactos</w:t>
            </w:r>
          </w:p>
          <w:p w14:paraId="468E627C" w14:textId="36DFB11F" w:rsidR="00057E42" w:rsidRDefault="00ED4A86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Escolher</w:t>
            </w:r>
            <w:r w:rsidR="00057E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métodos de limpeza de acordo com os artefactos arqueológicos</w:t>
            </w:r>
          </w:p>
          <w:p w14:paraId="246F0066" w14:textId="77777777" w:rsidR="00E85ADB" w:rsidRDefault="00E85ADB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6D7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Implementar métodos de limpeza dos artefactos arqueológicos</w:t>
            </w:r>
          </w:p>
          <w:p w14:paraId="41E4C035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os instrumentos e produtos adaptados aos artefactos arqueológicos</w:t>
            </w:r>
          </w:p>
          <w:p w14:paraId="7FAE7FDA" w14:textId="07E1D8C7" w:rsidR="00057E42" w:rsidRDefault="0027646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3611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reparar </w:t>
            </w:r>
            <w:r w:rsidR="00057E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critérios de intervenção no processo de limpeza </w:t>
            </w:r>
          </w:p>
          <w:p w14:paraId="646BBCCA" w14:textId="26E7FD0E" w:rsidR="00057E42" w:rsidRDefault="00781A17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 cumprir</w:t>
            </w:r>
            <w:r w:rsidR="00057E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limites de intervenção </w:t>
            </w:r>
          </w:p>
          <w:p w14:paraId="7A5D5B15" w14:textId="14366F1F" w:rsidR="00057E42" w:rsidRPr="00057283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rotinas de intervenção no tratamento dos artefactos arqueológicos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1B4A8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normas e regras definidas</w:t>
            </w:r>
          </w:p>
          <w:p w14:paraId="648C53F1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149E6009" w14:textId="77777777" w:rsidR="00655DB1" w:rsidRPr="003F0095" w:rsidRDefault="00655DB1" w:rsidP="00655D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00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767D2641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3A31866C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18FEABFD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</w:t>
            </w:r>
          </w:p>
          <w:p w14:paraId="7D18B8B6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7319F9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B8490A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D6C778" w14:textId="77777777" w:rsidR="00057E42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176D4A" w14:textId="77777777" w:rsidR="00057E42" w:rsidRPr="00057283" w:rsidRDefault="00057E42" w:rsidP="00057E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D0BD2C0" w14:textId="77777777" w:rsidR="00122652" w:rsidRDefault="00122652" w:rsidP="00122652">
      <w:pPr>
        <w:rPr>
          <w:rFonts w:ascii="Verdana Pro Light" w:hAnsi="Verdana Pro Light"/>
          <w:smallCaps/>
        </w:rPr>
      </w:pPr>
    </w:p>
    <w:p w14:paraId="64C9FB3F" w14:textId="77777777" w:rsidR="00BC0A79" w:rsidRPr="00F87025" w:rsidRDefault="00BC0A79" w:rsidP="00BC0A7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3B889FC" w14:textId="77777777" w:rsidR="00BC0A79" w:rsidRPr="00F20E6F" w:rsidRDefault="00BC0A79" w:rsidP="00BC0A7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9926A2E" w14:textId="18F48B36" w:rsidR="00BC0A79" w:rsidRPr="00057E42" w:rsidRDefault="00BC0A79" w:rsidP="00BC0A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57E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057E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D1001">
        <w:rPr>
          <w:rFonts w:ascii="Verdana Pro Light" w:eastAsia="Arial Unicode MS" w:hAnsi="Verdana Pro Light" w:cs="Arial Unicode MS"/>
          <w:sz w:val="18"/>
          <w:szCs w:val="18"/>
        </w:rPr>
        <w:t>Avaliando o estado de conservação das estruturas e peças arqueológicas</w:t>
      </w:r>
    </w:p>
    <w:p w14:paraId="11003431" w14:textId="48AD7C95" w:rsidR="00BC0A79" w:rsidRPr="00057E42" w:rsidRDefault="00BC0A79" w:rsidP="00BC0A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57E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057E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D1001" w:rsidRPr="00D414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Respeitando as orientações superiores ou etapas do plano</w:t>
      </w:r>
      <w:r w:rsidR="004D1001" w:rsidRPr="00057E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4D10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</w:t>
      </w:r>
      <w:r w:rsidR="004D1001" w:rsidRPr="00057E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ação de limpeza</w:t>
      </w:r>
    </w:p>
    <w:p w14:paraId="4FDEE83C" w14:textId="11332D4E" w:rsidR="00BC0A79" w:rsidRPr="0064164C" w:rsidRDefault="00BC0A79" w:rsidP="00BC0A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57E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057E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D10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Cumprindo os procedimentos definidos para garantir </w:t>
      </w:r>
      <w:r w:rsidR="004D1001" w:rsidRPr="00057E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estado de conservação de estruturas e peças arqueológicas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580149F" w14:textId="713C44C0" w:rsidR="00BC0A79" w:rsidRPr="0064164C" w:rsidRDefault="00BC0A79" w:rsidP="00BC0A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D10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Respeitando e cumprindo os </w:t>
      </w:r>
      <w:r w:rsidR="004D1001" w:rsidRPr="00057E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métodos de limpeza dos artefactos arqueológicos</w:t>
      </w:r>
    </w:p>
    <w:p w14:paraId="0DA3F4E7" w14:textId="77777777" w:rsidR="00BC0A79" w:rsidRPr="0064164C" w:rsidRDefault="00BC0A79" w:rsidP="00BC0A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5F6ECED" w14:textId="77777777" w:rsidR="00BC0A79" w:rsidRPr="00136AD8" w:rsidRDefault="00BC0A79" w:rsidP="00BC0A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EC23FA" w14:textId="77777777" w:rsidR="00BC0A79" w:rsidRPr="00F87025" w:rsidRDefault="00BC0A79" w:rsidP="00BC0A7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A2D0C88" w14:textId="77777777" w:rsidR="00BC0A79" w:rsidRPr="00A75D7E" w:rsidRDefault="00BC0A79" w:rsidP="00BC0A79">
      <w:pPr>
        <w:pStyle w:val="PargrafodaLista"/>
        <w:numPr>
          <w:ilvl w:val="0"/>
          <w:numId w:val="3"/>
        </w:numPr>
        <w:rPr>
          <w:rFonts w:ascii="Verdana Pro Light" w:eastAsia="Arial Unicode MS" w:hAnsi="Verdana Pro Light" w:cs="Arial Unicode MS"/>
          <w:sz w:val="18"/>
          <w:szCs w:val="18"/>
        </w:rPr>
      </w:pPr>
      <w:r w:rsidRPr="00A75D7E">
        <w:rPr>
          <w:rFonts w:ascii="Verdana Pro Light" w:eastAsia="Arial Unicode MS" w:hAnsi="Verdana Pro Light" w:cs="Arial Unicode MS"/>
          <w:sz w:val="18"/>
          <w:szCs w:val="18"/>
        </w:rPr>
        <w:t>Entidades públicas (governo, autarquias, universidades, etc.); Empresas privadas de recuperação de património; Organizações Não Governamentais (ONG)</w:t>
      </w:r>
    </w:p>
    <w:p w14:paraId="4D4687A9" w14:textId="77777777" w:rsidR="00BC0A79" w:rsidRPr="00984B30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CF3876" w14:textId="77777777" w:rsidR="00BC0A79" w:rsidRPr="00984B30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B5C715" w14:textId="77777777" w:rsidR="00BC0A79" w:rsidRPr="00984B30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DA33DA7" w14:textId="77777777" w:rsidR="00BC0A79" w:rsidRPr="00051C79" w:rsidRDefault="00BC0A79" w:rsidP="00BC0A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812562" w14:textId="77777777" w:rsidR="00BC0A79" w:rsidRPr="00F87025" w:rsidRDefault="00BC0A79" w:rsidP="00BC0A7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783E1DD" w14:textId="77777777" w:rsidR="00BC0A79" w:rsidRPr="009A5236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A523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01293B">
        <w:rPr>
          <w:rFonts w:ascii="Verdana Pro Light" w:eastAsia="Arial Unicode MS" w:hAnsi="Verdana Pro Light" w:cs="Arial Unicode MS"/>
          <w:sz w:val="18"/>
          <w:szCs w:val="18"/>
        </w:rPr>
        <w:t>Instrumentos e produtos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específicos ao processo de limpeza de artefactos arqueológicos</w:t>
      </w:r>
    </w:p>
    <w:p w14:paraId="597CBD24" w14:textId="77777777" w:rsidR="00BC0A79" w:rsidRPr="00501DC8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170F076" w14:textId="77777777" w:rsidR="00BC0A79" w:rsidRPr="00501DC8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C5A54E" w14:textId="77777777" w:rsidR="00BC0A79" w:rsidRPr="00501DC8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D634AEC" w14:textId="77777777" w:rsidR="00BC0A79" w:rsidRPr="00501DC8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53E124E" w14:textId="77777777" w:rsidR="00BC0A79" w:rsidRPr="00501DC8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511A9E" w14:textId="77777777" w:rsidR="00BC0A79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77708E6" w14:textId="77777777" w:rsidR="00BC0A79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C9D2FCE" w14:textId="77777777" w:rsidR="00BC0A79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53FB9EA" w14:textId="77777777" w:rsidR="00BC0A79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CC3C2C" w14:textId="77777777" w:rsidR="00BC0A79" w:rsidRPr="00501DC8" w:rsidRDefault="00BC0A79" w:rsidP="00BC0A7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2D28B2" w14:textId="77777777" w:rsidR="00BC0A79" w:rsidRPr="00051C79" w:rsidRDefault="00BC0A79" w:rsidP="00BC0A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7EFDCB" w14:textId="77777777" w:rsidR="00BC0A79" w:rsidRPr="00F87025" w:rsidRDefault="00BC0A79" w:rsidP="00BC0A7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3DB3960" w14:textId="77777777" w:rsidR="00BC0A79" w:rsidRDefault="00BC0A79" w:rsidP="00BC0A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34EF8B" w14:textId="77777777" w:rsidR="00BC0A79" w:rsidRPr="00051C79" w:rsidRDefault="00BC0A79" w:rsidP="00BC0A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D66EE7" w14:textId="77777777" w:rsidR="00BC0A79" w:rsidRPr="00051C79" w:rsidRDefault="00BC0A79" w:rsidP="00BC0A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A0ECE3" w14:textId="77777777" w:rsidR="00122652" w:rsidRDefault="00122652" w:rsidP="00122652">
      <w:pPr>
        <w:rPr>
          <w:rFonts w:ascii="Verdana Pro Light" w:hAnsi="Verdana Pro Light"/>
          <w:smallCaps/>
        </w:rPr>
      </w:pPr>
    </w:p>
    <w:p w14:paraId="6DAC91D6" w14:textId="77777777" w:rsidR="00122652" w:rsidRDefault="00122652" w:rsidP="00122652">
      <w:pPr>
        <w:rPr>
          <w:rFonts w:ascii="Verdana Pro Light" w:hAnsi="Verdana Pro Light"/>
          <w:smallCaps/>
        </w:rPr>
      </w:pPr>
    </w:p>
    <w:p w14:paraId="38225B54" w14:textId="77777777" w:rsidR="006F4971" w:rsidRDefault="006F4971" w:rsidP="00122652">
      <w:pPr>
        <w:rPr>
          <w:rFonts w:ascii="Verdana Pro Light" w:hAnsi="Verdana Pro Light"/>
          <w:smallCaps/>
        </w:rPr>
      </w:pPr>
    </w:p>
    <w:p w14:paraId="1063A2A0" w14:textId="77777777" w:rsidR="00122652" w:rsidRDefault="00122652" w:rsidP="00122652">
      <w:pPr>
        <w:rPr>
          <w:rFonts w:ascii="Verdana Pro Light" w:hAnsi="Verdana Pro Light"/>
          <w:smallCaps/>
        </w:rPr>
      </w:pPr>
    </w:p>
    <w:p w14:paraId="59628C8B" w14:textId="77777777" w:rsidR="00122652" w:rsidRDefault="00122652" w:rsidP="0012265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57ED2" w:rsidRPr="00136AD8" w14:paraId="2C1C8944" w14:textId="77777777" w:rsidTr="008F2F6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694422C" w14:textId="13C322AB" w:rsidR="00857ED2" w:rsidRPr="00E85ADB" w:rsidRDefault="00857ED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85AD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6F497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EB2AE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0BB4A42" w14:textId="4DCE117B" w:rsidR="00857ED2" w:rsidRPr="009C256C" w:rsidRDefault="00166DBC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66DB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Participar em ações de conservação e preventiva de estruturas e peças arqueológicas</w:t>
            </w:r>
          </w:p>
        </w:tc>
      </w:tr>
      <w:tr w:rsidR="00857ED2" w:rsidRPr="00136AD8" w14:paraId="35D991C3" w14:textId="77777777" w:rsidTr="008F2F6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DCAAD86" w14:textId="77777777" w:rsidR="00857ED2" w:rsidRPr="00E85ADB" w:rsidRDefault="00857ED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85ADB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36FDF62" w14:textId="01CFDF88" w:rsidR="00857ED2" w:rsidRPr="00136AD8" w:rsidRDefault="002A51C0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A51C0">
              <w:rPr>
                <w:rFonts w:ascii="Verdana Pro Light" w:eastAsia="Arial Unicode MS" w:hAnsi="Verdana Pro Light" w:cs="Times New Roman"/>
                <w:sz w:val="18"/>
                <w:szCs w:val="18"/>
              </w:rPr>
              <w:t>Participa</w:t>
            </w: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ção</w:t>
            </w:r>
            <w:r w:rsidRPr="002A51C0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em ações de conservação preventiva de estruturas e peças arqueológicas</w:t>
            </w:r>
          </w:p>
        </w:tc>
      </w:tr>
    </w:tbl>
    <w:p w14:paraId="76B9B38A" w14:textId="77777777" w:rsidR="00857ED2" w:rsidRPr="00136AD8" w:rsidRDefault="00857ED2" w:rsidP="00857ED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D299CD5" w14:textId="6F1E3605" w:rsidR="00857ED2" w:rsidRPr="003200F2" w:rsidRDefault="00857ED2" w:rsidP="00857ED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CB1D3E"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50728034" w14:textId="77777777" w:rsidR="00857ED2" w:rsidRPr="00136AD8" w:rsidRDefault="00857ED2" w:rsidP="00857ED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57ED2" w:rsidRPr="00136AD8" w14:paraId="351083FA" w14:textId="77777777" w:rsidTr="008F2F6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AD2926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57ED2" w:rsidRPr="00136AD8" w14:paraId="7C82D79E" w14:textId="77777777" w:rsidTr="008F2F6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A3DA3F" w14:textId="4D3DDE2C" w:rsidR="00857ED2" w:rsidRPr="001B353A" w:rsidRDefault="00857ED2" w:rsidP="008F2F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A766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a estabilização preliminar física e físico-química</w:t>
            </w:r>
          </w:p>
          <w:p w14:paraId="09F88738" w14:textId="7252B424" w:rsidR="00857ED2" w:rsidRPr="001B353A" w:rsidRDefault="00857ED2" w:rsidP="008F2F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A7661" w:rsidRPr="00E93D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Levantar e recolher as peças arqueológicas de acordo com as técnicas específicas</w:t>
            </w:r>
          </w:p>
          <w:p w14:paraId="7B20DDCF" w14:textId="3C444CE6" w:rsidR="00E93D76" w:rsidRPr="00E93D76" w:rsidRDefault="00857ED2" w:rsidP="00E93D7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3D76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="00E93D7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A76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Acondicionar e transportar os artefactos arqueológicos</w:t>
            </w:r>
          </w:p>
          <w:p w14:paraId="1D4BB59C" w14:textId="48926F02" w:rsidR="00857ED2" w:rsidRPr="001B353A" w:rsidRDefault="00857ED2" w:rsidP="008F2F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A7661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3A7661" w:rsidRPr="003A7661">
              <w:rPr>
                <w:rFonts w:ascii="Verdana Pro Light" w:eastAsia="Arial Unicode MS" w:hAnsi="Verdana Pro Light" w:cs="Arial Unicode MS"/>
                <w:sz w:val="18"/>
                <w:szCs w:val="18"/>
              </w:rPr>
              <w:t>egistar o processo de conservação</w:t>
            </w:r>
            <w:r w:rsidR="00E93D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</w:tr>
      <w:tr w:rsidR="00857ED2" w:rsidRPr="00136AD8" w14:paraId="7BA8C9C9" w14:textId="77777777" w:rsidTr="008F2F6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96C035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589C2E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E6C4BE7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E74E9" w:rsidRPr="00136AD8" w14:paraId="5A6CEC96" w14:textId="77777777" w:rsidTr="008F2F6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2CB58" w14:textId="665A2CB7" w:rsidR="007E74E9" w:rsidRPr="00BF4F18" w:rsidRDefault="007E74E9" w:rsidP="00794A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F4F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Ambientes de enterramento e de exposição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</w:t>
            </w:r>
            <w:r w:rsidRPr="00BF4F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Meios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  <w:r w:rsidRPr="00BF4F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encharcados; enxutos; aeróbios e anaeróbios; oxidantes e redutores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BF4F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Agentes naturais de deterioração e de preservação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D114C91" w14:textId="509E159F" w:rsidR="007E74E9" w:rsidRPr="006F5CCE" w:rsidRDefault="007E74E9" w:rsidP="00794A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5C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Microambientes de acomodação pós-escavação, transporte e armazenamento - Agentes de deterioração e de preservação</w:t>
            </w:r>
          </w:p>
          <w:p w14:paraId="756AC895" w14:textId="15E172B1" w:rsidR="007E74E9" w:rsidRPr="001501E7" w:rsidRDefault="007E74E9" w:rsidP="003B41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501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 de estabilização</w:t>
            </w:r>
            <w:r w:rsidR="001501E7" w:rsidRPr="001501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Pr="001501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física e estabilidade físico-química</w:t>
            </w:r>
          </w:p>
          <w:p w14:paraId="4A5601E0" w14:textId="77777777" w:rsidR="007E74E9" w:rsidRDefault="007E74E9" w:rsidP="00794A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Vias de atuação – intervenção direta e indireta nos materiais</w:t>
            </w:r>
          </w:p>
          <w:p w14:paraId="2E42C244" w14:textId="77777777" w:rsidR="007E74E9" w:rsidRDefault="007E74E9" w:rsidP="00794A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estabilização (integridade e estabilização física e química; inibição; consolidação e impregnação; fixação e colagem; reforço e suporte)</w:t>
            </w:r>
          </w:p>
          <w:p w14:paraId="317056E5" w14:textId="332F9258" w:rsidR="007E74E9" w:rsidRPr="00C5028E" w:rsidRDefault="007E74E9" w:rsidP="00794A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B1D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20D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conservação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 w:rsidRPr="00C502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Critérios de intervenção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C502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Metodologias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7CAAF07A" w14:textId="60841F79" w:rsidR="007E74E9" w:rsidRPr="006E372C" w:rsidRDefault="007E74E9" w:rsidP="00794A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E37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Condições de achado e de preservação</w:t>
            </w:r>
          </w:p>
          <w:p w14:paraId="44D8797F" w14:textId="1CBCF753" w:rsidR="007E74E9" w:rsidRPr="006E372C" w:rsidRDefault="007E74E9" w:rsidP="00794A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E37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registo</w:t>
            </w:r>
            <w:r w:rsidR="003A76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artefactos</w:t>
            </w:r>
          </w:p>
          <w:p w14:paraId="3FB9DCAC" w14:textId="68950EF4" w:rsidR="007E74E9" w:rsidRPr="006E372C" w:rsidRDefault="007E74E9" w:rsidP="00794A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E37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Levantamento e recolha</w:t>
            </w:r>
            <w:r w:rsidR="003A76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3A7661" w:rsidRPr="006E37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registo</w:t>
            </w:r>
            <w:r w:rsidR="003A76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3A7661" w:rsidRPr="003A76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="003A76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artefactos</w:t>
            </w:r>
          </w:p>
          <w:p w14:paraId="1552214D" w14:textId="1687C9BA" w:rsidR="007E74E9" w:rsidRPr="00CB1D3E" w:rsidRDefault="007E74E9" w:rsidP="00794A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E37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Acondicionamento e transporte</w:t>
            </w:r>
            <w:r w:rsidR="003A76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r w:rsidR="003A76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artefactos</w:t>
            </w:r>
            <w:r w:rsidR="003A76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arqueológicos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6D661" w14:textId="77777777" w:rsidR="007E74E9" w:rsidRDefault="00011528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="008457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conservação em diferentes ambientes de enterramento e exposição</w:t>
            </w:r>
          </w:p>
          <w:p w14:paraId="18BC62CD" w14:textId="0E1E1D7D" w:rsidR="00FB1B13" w:rsidRDefault="006146FF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Preparar os ambientes </w:t>
            </w:r>
            <w:r w:rsidR="003E17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acomodação das estruturas e peças arqueológicas pós-escavação</w:t>
            </w:r>
            <w:r w:rsidR="00DA40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transporte e armazenamento</w:t>
            </w:r>
          </w:p>
          <w:p w14:paraId="725A67AE" w14:textId="77777777" w:rsidR="008457EF" w:rsidRDefault="0018479B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</w:t>
            </w:r>
            <w:r w:rsidR="00FB1B1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natureza de produtos a aplicar</w:t>
            </w:r>
          </w:p>
          <w:p w14:paraId="3BBDB0F7" w14:textId="77777777" w:rsidR="00E93D76" w:rsidRDefault="00EB1C64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a/as técnicas/as de aplicação</w:t>
            </w:r>
            <w:r w:rsidR="00E93D7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1568A0B7" w14:textId="3A99DCF0" w:rsidR="00EB1C64" w:rsidRDefault="00E93D76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Implementar técnicas de conservação </w:t>
            </w:r>
            <w:r w:rsidRPr="00472F9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in situ</w:t>
            </w:r>
          </w:p>
          <w:p w14:paraId="6CD4C177" w14:textId="77777777" w:rsidR="00DA40B4" w:rsidRDefault="00E049E3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Garantir a estabilidade física e físico-química dos artefactos</w:t>
            </w:r>
          </w:p>
          <w:p w14:paraId="763E3DB6" w14:textId="77777777" w:rsidR="009942A5" w:rsidRDefault="00A7479B" w:rsidP="00672B3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registar </w:t>
            </w:r>
            <w:r w:rsidR="00DF75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processo de </w:t>
            </w:r>
            <w:r w:rsidR="009942A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conservação</w:t>
            </w:r>
          </w:p>
          <w:p w14:paraId="0AD4556D" w14:textId="71E65BBF" w:rsidR="00920798" w:rsidRPr="00057283" w:rsidRDefault="003B58B2" w:rsidP="00672B3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Preparar o </w:t>
            </w:r>
            <w:r w:rsidR="00C458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acondicionamento e transporte dos artefactos</w:t>
            </w:r>
            <w:r w:rsidR="008D4FE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4F82A" w14:textId="77777777" w:rsidR="007E74E9" w:rsidRDefault="007E74E9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normas e regras definidas</w:t>
            </w:r>
          </w:p>
          <w:p w14:paraId="47012592" w14:textId="77777777" w:rsidR="007E74E9" w:rsidRDefault="007E74E9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4349637A" w14:textId="77777777" w:rsidR="00655DB1" w:rsidRPr="003F0095" w:rsidRDefault="00655DB1" w:rsidP="00655D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00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120B225E" w14:textId="77777777" w:rsidR="007E74E9" w:rsidRDefault="007E74E9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503218D5" w14:textId="77777777" w:rsidR="007E74E9" w:rsidRDefault="007E74E9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2CEF956C" w14:textId="77777777" w:rsidR="007E74E9" w:rsidRDefault="007E74E9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</w:t>
            </w:r>
          </w:p>
          <w:p w14:paraId="7E44153D" w14:textId="77777777" w:rsidR="007E74E9" w:rsidRDefault="007E74E9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EFD088" w14:textId="77777777" w:rsidR="007E74E9" w:rsidRDefault="007E74E9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1F9F30" w14:textId="77777777" w:rsidR="007E74E9" w:rsidRDefault="007E74E9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2ACD9B" w14:textId="77777777" w:rsidR="007E74E9" w:rsidRDefault="007E74E9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5B2A28" w14:textId="77777777" w:rsidR="007E74E9" w:rsidRPr="00057283" w:rsidRDefault="007E74E9" w:rsidP="007E74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FBD2F34" w14:textId="77777777" w:rsidR="00857ED2" w:rsidRDefault="00857ED2" w:rsidP="00857ED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7C8A945" w14:textId="77777777" w:rsidR="00857ED2" w:rsidRDefault="00857ED2" w:rsidP="00857ED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8128B91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A8108CC" w14:textId="77777777" w:rsidR="00857ED2" w:rsidRPr="00F20E6F" w:rsidRDefault="00857ED2" w:rsidP="00857ED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33B731E" w14:textId="524E3370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13" w:name="_Hlk151731930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17ACE" w:rsidRPr="00E17ACE">
        <w:rPr>
          <w:rFonts w:ascii="Verdana Pro Light" w:eastAsia="Arial Unicode MS" w:hAnsi="Verdana Pro Light" w:cs="Arial Unicode MS"/>
          <w:sz w:val="18"/>
          <w:szCs w:val="18"/>
        </w:rPr>
        <w:t xml:space="preserve">Implementando as técnicas e procedimentos de conservação preventiva das estruturas </w:t>
      </w:r>
      <w:r w:rsidR="00D5651B" w:rsidRPr="005E7A0E">
        <w:rPr>
          <w:rFonts w:ascii="Verdana Pro Light" w:eastAsia="Arial Unicode MS" w:hAnsi="Verdana Pro Light" w:cs="Arial Unicode MS"/>
          <w:sz w:val="18"/>
          <w:szCs w:val="18"/>
        </w:rPr>
        <w:t>e peças arqueológicas</w:t>
      </w:r>
    </w:p>
    <w:p w14:paraId="4ABC2D26" w14:textId="63BDFEEC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5651B">
        <w:rPr>
          <w:rFonts w:ascii="Verdana Pro Light" w:eastAsia="Arial Unicode MS" w:hAnsi="Verdana Pro Light" w:cs="Arial Unicode MS"/>
          <w:sz w:val="18"/>
          <w:szCs w:val="18"/>
        </w:rPr>
        <w:t>Realizando a estabilização preliminar física e físico-química</w:t>
      </w:r>
    </w:p>
    <w:p w14:paraId="301CF055" w14:textId="6831C848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bookmarkEnd w:id="13"/>
      <w:r w:rsidR="00D5651B">
        <w:rPr>
          <w:rFonts w:ascii="Verdana Pro Light" w:eastAsia="Arial Unicode MS" w:hAnsi="Verdana Pro Light" w:cs="Arial Unicode MS"/>
          <w:sz w:val="18"/>
          <w:szCs w:val="18"/>
        </w:rPr>
        <w:t xml:space="preserve">Implementando técnicas de conservação </w:t>
      </w:r>
      <w:r w:rsidR="00D5651B" w:rsidRPr="00472F9E">
        <w:rPr>
          <w:rFonts w:ascii="Verdana Pro Light" w:eastAsia="Arial Unicode MS" w:hAnsi="Verdana Pro Light" w:cs="Arial Unicode MS"/>
          <w:i/>
          <w:iCs/>
          <w:sz w:val="18"/>
          <w:szCs w:val="18"/>
        </w:rPr>
        <w:t>in situ</w:t>
      </w:r>
    </w:p>
    <w:p w14:paraId="613CCB70" w14:textId="258EFC7D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5651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Cumprindo </w:t>
      </w:r>
      <w:r w:rsidR="00DF1BF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as técnicas de conservação </w:t>
      </w:r>
    </w:p>
    <w:p w14:paraId="74556A5D" w14:textId="02517E5C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F1BF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Reconhecendo os limites de </w:t>
      </w:r>
      <w:r w:rsidR="00361FB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atuação</w:t>
      </w:r>
    </w:p>
    <w:p w14:paraId="0BDE7A75" w14:textId="77777777" w:rsidR="00857ED2" w:rsidRPr="00136AD8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0C99F7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882735F" w14:textId="77777777" w:rsidR="00A75D7E" w:rsidRPr="00A75D7E" w:rsidRDefault="00A75D7E" w:rsidP="00A75D7E">
      <w:pPr>
        <w:pStyle w:val="PargrafodaLista"/>
        <w:numPr>
          <w:ilvl w:val="0"/>
          <w:numId w:val="3"/>
        </w:numPr>
        <w:rPr>
          <w:rFonts w:ascii="Verdana Pro Light" w:eastAsia="Arial Unicode MS" w:hAnsi="Verdana Pro Light" w:cs="Arial Unicode MS"/>
          <w:sz w:val="18"/>
          <w:szCs w:val="18"/>
        </w:rPr>
      </w:pPr>
      <w:bookmarkStart w:id="14" w:name="_Hlk151738490"/>
      <w:r w:rsidRPr="00A75D7E">
        <w:rPr>
          <w:rFonts w:ascii="Verdana Pro Light" w:eastAsia="Arial Unicode MS" w:hAnsi="Verdana Pro Light" w:cs="Arial Unicode MS"/>
          <w:sz w:val="18"/>
          <w:szCs w:val="18"/>
        </w:rPr>
        <w:t>Entidades públicas (governo, autarquias, universidades, etc.); Empresas privadas de recuperação de património; Organizações Não Governamentais (ONG)</w:t>
      </w:r>
    </w:p>
    <w:bookmarkEnd w:id="14"/>
    <w:p w14:paraId="0B7B932B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EC9849B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3F0F9B0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A7A470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5C2BD0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B099D36" w14:textId="1F12919B" w:rsidR="00857ED2" w:rsidRPr="009A5236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A523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845A82">
        <w:rPr>
          <w:rFonts w:ascii="Verdana Pro Light" w:eastAsia="Arial Unicode MS" w:hAnsi="Verdana Pro Light" w:cs="Arial Unicode MS"/>
          <w:sz w:val="18"/>
          <w:szCs w:val="18"/>
        </w:rPr>
        <w:t xml:space="preserve">Materiais de </w:t>
      </w:r>
      <w:r w:rsidR="00845A82" w:rsidRPr="00845A82">
        <w:rPr>
          <w:rFonts w:ascii="Verdana Pro Light" w:eastAsia="Arial Unicode MS" w:hAnsi="Verdana Pro Light" w:cs="Arial Unicode MS"/>
          <w:sz w:val="18"/>
          <w:szCs w:val="18"/>
        </w:rPr>
        <w:t>acondicionamento e transporte d</w:t>
      </w:r>
      <w:r w:rsidR="00845A82">
        <w:rPr>
          <w:rFonts w:ascii="Verdana Pro Light" w:eastAsia="Arial Unicode MS" w:hAnsi="Verdana Pro Light" w:cs="Arial Unicode MS"/>
          <w:sz w:val="18"/>
          <w:szCs w:val="18"/>
        </w:rPr>
        <w:t>e</w:t>
      </w:r>
      <w:r w:rsidR="00845A82" w:rsidRPr="00845A82">
        <w:rPr>
          <w:rFonts w:ascii="Verdana Pro Light" w:eastAsia="Arial Unicode MS" w:hAnsi="Verdana Pro Light" w:cs="Arial Unicode MS"/>
          <w:sz w:val="18"/>
          <w:szCs w:val="18"/>
        </w:rPr>
        <w:t xml:space="preserve"> artefactos</w:t>
      </w:r>
    </w:p>
    <w:p w14:paraId="4E14D625" w14:textId="7E47577F" w:rsidR="00857ED2" w:rsidRPr="00C1335E" w:rsidRDefault="00C1335E" w:rsidP="00C13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1335E">
        <w:rPr>
          <w:rFonts w:ascii="Verdana Pro Light" w:eastAsia="Arial Unicode MS" w:hAnsi="Verdana Pro Light" w:cs="Arial Unicode MS"/>
          <w:sz w:val="18"/>
          <w:szCs w:val="18"/>
        </w:rPr>
        <w:tab/>
      </w:r>
    </w:p>
    <w:p w14:paraId="1068345E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ADB558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12B77B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8159A3C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FCAE49D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5B11554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58C1D7E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544CC7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125E9C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7C46B39" w14:textId="77777777" w:rsidR="00857ED2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4FBD56" w14:textId="02083BBB" w:rsidR="00D5651B" w:rsidRPr="001B353A" w:rsidRDefault="00D5651B" w:rsidP="00D5651B">
      <w:pPr>
        <w:spacing w:before="120" w:after="0" w:line="276" w:lineRule="auto"/>
        <w:ind w:left="318" w:hanging="318"/>
        <w:rPr>
          <w:rFonts w:ascii="Verdana Pro Light" w:eastAsia="Arial Unicode MS" w:hAnsi="Verdana Pro Light" w:cs="Arial Unicode MS"/>
          <w:sz w:val="18"/>
          <w:szCs w:val="18"/>
        </w:rPr>
      </w:pPr>
      <w:r w:rsidRPr="001B353A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</w:p>
    <w:p w14:paraId="0457312C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062307" w14:textId="77777777" w:rsidR="00857ED2" w:rsidRDefault="00857ED2" w:rsidP="00857ED2">
      <w:pPr>
        <w:rPr>
          <w:rFonts w:ascii="Verdana Pro Light" w:hAnsi="Verdana Pro Light"/>
          <w:smallCaps/>
        </w:rPr>
      </w:pPr>
    </w:p>
    <w:p w14:paraId="267A864E" w14:textId="77777777" w:rsidR="00857ED2" w:rsidRDefault="00857ED2" w:rsidP="00857ED2">
      <w:pPr>
        <w:rPr>
          <w:rFonts w:ascii="Verdana Pro Light" w:hAnsi="Verdana Pro Light"/>
          <w:smallCaps/>
        </w:rPr>
      </w:pPr>
    </w:p>
    <w:p w14:paraId="457F321B" w14:textId="77777777" w:rsidR="00857ED2" w:rsidRDefault="00857ED2" w:rsidP="00857ED2">
      <w:pPr>
        <w:rPr>
          <w:rFonts w:ascii="Verdana Pro Light" w:hAnsi="Verdana Pro Light"/>
          <w:smallCaps/>
        </w:rPr>
      </w:pPr>
    </w:p>
    <w:p w14:paraId="3BB2127F" w14:textId="77777777" w:rsidR="00857ED2" w:rsidRDefault="00857ED2" w:rsidP="00857ED2">
      <w:pPr>
        <w:rPr>
          <w:rFonts w:ascii="Verdana Pro Light" w:hAnsi="Verdana Pro Light"/>
          <w:smallCaps/>
        </w:rPr>
      </w:pPr>
    </w:p>
    <w:p w14:paraId="397C6010" w14:textId="77777777" w:rsidR="00857ED2" w:rsidRDefault="00857ED2" w:rsidP="00857ED2">
      <w:pPr>
        <w:rPr>
          <w:rFonts w:ascii="Verdana Pro Light" w:hAnsi="Verdana Pro Light"/>
          <w:smallCaps/>
        </w:rPr>
      </w:pPr>
    </w:p>
    <w:p w14:paraId="737E1C0D" w14:textId="77777777" w:rsidR="00857ED2" w:rsidRDefault="00857ED2" w:rsidP="00857ED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57ED2" w:rsidRPr="00136AD8" w14:paraId="6CBA07DE" w14:textId="77777777" w:rsidTr="008F2F6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807218C" w14:textId="4A753F21" w:rsidR="00857ED2" w:rsidRPr="00E85ADB" w:rsidRDefault="00857ED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85AD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EB2AE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9ED764" w14:textId="7BA96B09" w:rsidR="00857ED2" w:rsidRPr="009C256C" w:rsidRDefault="00166DBC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Efetuar </w:t>
            </w:r>
            <w:r w:rsidR="005F659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trabalhos de montagem e reconstituição </w:t>
            </w:r>
            <w:r w:rsidR="005F6599" w:rsidRPr="00D64E9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de </w:t>
            </w:r>
            <w:r w:rsidR="00DE65DC" w:rsidRPr="00D64E9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estruturas</w:t>
            </w:r>
            <w:r w:rsidR="00DE65D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ou </w:t>
            </w:r>
            <w:r w:rsidR="005F659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peças arqueológicas</w:t>
            </w:r>
          </w:p>
        </w:tc>
      </w:tr>
      <w:tr w:rsidR="00857ED2" w:rsidRPr="00136AD8" w14:paraId="6BFF56BF" w14:textId="77777777" w:rsidTr="008F2F6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7CCC91C" w14:textId="77777777" w:rsidR="00857ED2" w:rsidRPr="00E85ADB" w:rsidRDefault="00857ED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85ADB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64BFB95" w14:textId="6DEC4CFF" w:rsidR="00857ED2" w:rsidRPr="00136AD8" w:rsidRDefault="00E85ADB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T</w:t>
            </w:r>
            <w:r w:rsidRPr="00E85ADB">
              <w:rPr>
                <w:rFonts w:ascii="Verdana Pro Light" w:eastAsia="Arial Unicode MS" w:hAnsi="Verdana Pro Light" w:cs="Times New Roman"/>
                <w:sz w:val="18"/>
                <w:szCs w:val="18"/>
              </w:rPr>
              <w:t>rabalhos de montagem e reconstituição de estruturas ou peças arqueológicas</w:t>
            </w:r>
          </w:p>
        </w:tc>
      </w:tr>
    </w:tbl>
    <w:p w14:paraId="3DAFD280" w14:textId="77777777" w:rsidR="00857ED2" w:rsidRPr="00136AD8" w:rsidRDefault="00857ED2" w:rsidP="00857ED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D2B4EBF" w14:textId="300C9B06" w:rsidR="00857ED2" w:rsidRPr="003200F2" w:rsidRDefault="00857ED2" w:rsidP="00857ED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F07F49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2178AB7D" w14:textId="77777777" w:rsidR="00857ED2" w:rsidRPr="00136AD8" w:rsidRDefault="00857ED2" w:rsidP="00857ED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57ED2" w:rsidRPr="00136AD8" w14:paraId="13BFC592" w14:textId="77777777" w:rsidTr="008F2F6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57936F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57ED2" w:rsidRPr="00136AD8" w14:paraId="6B96DED7" w14:textId="77777777" w:rsidTr="008F2F6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0B2704" w14:textId="1139E36E" w:rsidR="00857ED2" w:rsidRPr="001B353A" w:rsidRDefault="00857ED2" w:rsidP="008F2F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44AFC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a montagem</w:t>
            </w:r>
            <w:r w:rsidR="00F07F4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</w:t>
            </w:r>
            <w:r w:rsidR="00994107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estruturas</w:t>
            </w:r>
            <w:r w:rsidR="00DE65D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9941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ou </w:t>
            </w:r>
            <w:r w:rsidR="00F07F49">
              <w:rPr>
                <w:rFonts w:ascii="Verdana Pro Light" w:eastAsia="Arial Unicode MS" w:hAnsi="Verdana Pro Light" w:cs="Arial Unicode MS"/>
                <w:sz w:val="18"/>
                <w:szCs w:val="18"/>
              </w:rPr>
              <w:t>peças arqueológicas</w:t>
            </w:r>
          </w:p>
          <w:p w14:paraId="29E4880A" w14:textId="0EC945E1" w:rsidR="00857ED2" w:rsidRPr="001B353A" w:rsidRDefault="00857ED2" w:rsidP="008F2F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07F4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a </w:t>
            </w:r>
            <w:r w:rsidR="00024BB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reconstituição</w:t>
            </w:r>
            <w:r w:rsidR="00D64E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1EBCDD68" w14:textId="77777777" w:rsidR="000B1E4C" w:rsidRDefault="00857ED2" w:rsidP="000B1E4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5716F">
              <w:rPr>
                <w:rFonts w:ascii="Verdana Pro Light" w:eastAsia="Arial Unicode MS" w:hAnsi="Verdana Pro Light" w:cs="Arial Unicode MS"/>
                <w:sz w:val="18"/>
                <w:szCs w:val="18"/>
              </w:rPr>
              <w:t>Registar</w:t>
            </w:r>
            <w:r w:rsidR="00B978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0568A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intervenções de reconstituição </w:t>
            </w:r>
            <w:r w:rsidR="00DE65D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realizadas </w:t>
            </w:r>
          </w:p>
          <w:p w14:paraId="24765B3C" w14:textId="19604ED4" w:rsidR="00857ED2" w:rsidRPr="001B353A" w:rsidRDefault="00857ED2" w:rsidP="000B1E4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83DA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</w:tc>
      </w:tr>
      <w:tr w:rsidR="00857ED2" w:rsidRPr="00136AD8" w14:paraId="4667842E" w14:textId="77777777" w:rsidTr="008F2F6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EFDA57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97F560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9AD3F70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57ED2" w:rsidRPr="00136AD8" w14:paraId="59C84A1D" w14:textId="77777777" w:rsidTr="008F2F6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C7951" w14:textId="2E185D16" w:rsidR="001B70F3" w:rsidRPr="001B70F3" w:rsidRDefault="001B70F3" w:rsidP="001B70F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T</w:t>
            </w:r>
            <w:r w:rsidRPr="001B70F3">
              <w:rPr>
                <w:rFonts w:ascii="Verdana Pro Light" w:eastAsia="Arial Unicode MS" w:hAnsi="Verdana Pro Light" w:cs="Arial Unicode MS"/>
                <w:sz w:val="18"/>
                <w:szCs w:val="18"/>
              </w:rPr>
              <w:t>écnicas e procedimentos de montagem e reconstituição de estruturas e peças arqueológicas</w:t>
            </w:r>
          </w:p>
          <w:p w14:paraId="58170200" w14:textId="77777777" w:rsidR="001B70F3" w:rsidRPr="001B70F3" w:rsidRDefault="001B70F3" w:rsidP="001B70F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70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Etapas da tarefa: i) montagem, </w:t>
            </w:r>
            <w:proofErr w:type="spellStart"/>
            <w:r w:rsidRPr="001B70F3">
              <w:rPr>
                <w:rFonts w:ascii="Verdana Pro Light" w:eastAsia="Arial Unicode MS" w:hAnsi="Verdana Pro Light" w:cs="Arial Unicode MS"/>
                <w:sz w:val="18"/>
                <w:szCs w:val="18"/>
              </w:rPr>
              <w:t>ii</w:t>
            </w:r>
            <w:proofErr w:type="spellEnd"/>
            <w:r w:rsidRPr="001B70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) colagem, </w:t>
            </w:r>
            <w:proofErr w:type="spellStart"/>
            <w:r w:rsidRPr="001B70F3">
              <w:rPr>
                <w:rFonts w:ascii="Verdana Pro Light" w:eastAsia="Arial Unicode MS" w:hAnsi="Verdana Pro Light" w:cs="Arial Unicode MS"/>
                <w:sz w:val="18"/>
                <w:szCs w:val="18"/>
              </w:rPr>
              <w:t>iii</w:t>
            </w:r>
            <w:proofErr w:type="spellEnd"/>
            <w:r w:rsidRPr="001B70F3">
              <w:rPr>
                <w:rFonts w:ascii="Verdana Pro Light" w:eastAsia="Arial Unicode MS" w:hAnsi="Verdana Pro Light" w:cs="Arial Unicode MS"/>
                <w:sz w:val="18"/>
                <w:szCs w:val="18"/>
              </w:rPr>
              <w:t>) preenchimento de lacunas</w:t>
            </w:r>
          </w:p>
          <w:p w14:paraId="0C46A00C" w14:textId="3EFE883A" w:rsidR="00610815" w:rsidRPr="006564E5" w:rsidRDefault="001B70F3" w:rsidP="006564E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70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Produtos utilizados na montagem </w:t>
            </w:r>
            <w:r w:rsidR="004649B8" w:rsidRPr="006564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– </w:t>
            </w:r>
            <w:r w:rsidR="00A76E9E" w:rsidRPr="006564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  <w:r w:rsidR="00A76E9E" w:rsidRPr="006564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v</w:t>
            </w:r>
            <w:r w:rsidR="004649B8" w:rsidRPr="006564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antagens e inconvenientes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BE79D" w14:textId="18684B8C" w:rsidR="0000676F" w:rsidRDefault="0000676F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a montagem das peças arqueológicas</w:t>
            </w:r>
          </w:p>
          <w:p w14:paraId="1745ED11" w14:textId="14F413CE" w:rsidR="0000676F" w:rsidRDefault="0000676F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Proceder à colagem </w:t>
            </w:r>
          </w:p>
          <w:p w14:paraId="56A32B2D" w14:textId="160D198C" w:rsidR="008979B6" w:rsidRDefault="001D1637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1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Preench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1D1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0067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</w:t>
            </w:r>
            <w:r w:rsidRPr="001D1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lacunas</w:t>
            </w:r>
          </w:p>
          <w:p w14:paraId="76DAB021" w14:textId="77777777" w:rsidR="0000676F" w:rsidRDefault="0000676F" w:rsidP="000067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produtos adequados às reconstituições</w:t>
            </w:r>
          </w:p>
          <w:p w14:paraId="6BEF4F02" w14:textId="59B4BFF5" w:rsidR="00857ED2" w:rsidRDefault="008979B6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Registar</w:t>
            </w:r>
            <w:r w:rsidR="0004235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78257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="00042355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intervenções de reconstituição</w:t>
            </w:r>
            <w:r w:rsidR="00AB5C5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realizadas em </w:t>
            </w:r>
            <w:r w:rsidR="0078257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estruturas ou </w:t>
            </w:r>
            <w:r w:rsidR="00AB5C55">
              <w:rPr>
                <w:rFonts w:ascii="Verdana Pro Light" w:eastAsia="Arial Unicode MS" w:hAnsi="Verdana Pro Light" w:cs="Arial Unicode MS"/>
                <w:sz w:val="18"/>
                <w:szCs w:val="18"/>
              </w:rPr>
              <w:t>peças arqueológicas</w:t>
            </w:r>
          </w:p>
          <w:p w14:paraId="0C769CD7" w14:textId="2C19035F" w:rsidR="00994107" w:rsidRPr="00057283" w:rsidRDefault="00994107" w:rsidP="000067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7DB3D" w14:textId="77777777" w:rsidR="00A5716F" w:rsidRDefault="00A5716F" w:rsidP="00A571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normas e regras definidas</w:t>
            </w:r>
          </w:p>
          <w:p w14:paraId="3CA271F3" w14:textId="77777777" w:rsidR="00A5716F" w:rsidRDefault="00A5716F" w:rsidP="00A571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3EFA595C" w14:textId="77777777" w:rsidR="00A5716F" w:rsidRDefault="00A5716F" w:rsidP="00A571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2542EF59" w14:textId="77777777" w:rsidR="00A5716F" w:rsidRDefault="00A5716F" w:rsidP="00A571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13E4E368" w14:textId="77777777" w:rsidR="00A5716F" w:rsidRDefault="00A5716F" w:rsidP="00A571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</w:t>
            </w:r>
          </w:p>
          <w:p w14:paraId="3D6BAB96" w14:textId="16B11640" w:rsidR="00857ED2" w:rsidRDefault="00A5716F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</w:t>
            </w:r>
            <w:r w:rsidR="008576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</w:p>
          <w:p w14:paraId="66A27E45" w14:textId="77777777" w:rsidR="00857ED2" w:rsidRDefault="00857ED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D302AC" w14:textId="77777777" w:rsidR="00857ED2" w:rsidRDefault="00857ED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1A3FA5" w14:textId="77777777" w:rsidR="00857ED2" w:rsidRDefault="00857ED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08A1DE" w14:textId="77777777" w:rsidR="00857ED2" w:rsidRDefault="00857ED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36950C" w14:textId="77777777" w:rsidR="00857ED2" w:rsidRDefault="00857ED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00A733" w14:textId="77777777" w:rsidR="00857ED2" w:rsidRDefault="00857ED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1B586C" w14:textId="77777777" w:rsidR="00857ED2" w:rsidRDefault="00857ED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1BFBAD" w14:textId="77777777" w:rsidR="00857ED2" w:rsidRDefault="00857ED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9310E3" w14:textId="77777777" w:rsidR="00857ED2" w:rsidRDefault="00857ED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FBA3D1" w14:textId="77777777" w:rsidR="00857ED2" w:rsidRPr="00057283" w:rsidRDefault="00857ED2" w:rsidP="008F2F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0D2B6BD" w14:textId="46392B67" w:rsidR="00857ED2" w:rsidRDefault="00857ED2" w:rsidP="00A44AF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EB936B7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2750451" w14:textId="77777777" w:rsidR="00857ED2" w:rsidRPr="00F20E6F" w:rsidRDefault="00857ED2" w:rsidP="00857ED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E335863" w14:textId="002CC074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928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Cumprindo os princípios éticos de </w:t>
      </w:r>
      <w:bookmarkStart w:id="15" w:name="_Hlk151738471"/>
      <w:r w:rsidR="00A928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Conservação e Restauro </w:t>
      </w:r>
    </w:p>
    <w:bookmarkEnd w:id="15"/>
    <w:p w14:paraId="12D2BA50" w14:textId="7579D4B6" w:rsidR="00857ED2" w:rsidRPr="00A22D92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highlight w:val="yellow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B1E4C" w:rsidRPr="000B1E4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Procedendo à</w:t>
      </w:r>
      <w:r w:rsidR="006E629C" w:rsidRPr="000B1E4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024BB1" w:rsidRPr="000B1E4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reconstituição das estruturas ou peças arqueológicas</w:t>
      </w:r>
      <w:r w:rsidR="006E629C" w:rsidRPr="000B1E4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39425BB7" w14:textId="2E96E179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B1E4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0B1E4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5716F" w:rsidRPr="000B1E4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Registando</w:t>
      </w:r>
      <w:r w:rsidR="00024BB1" w:rsidRPr="000B1E4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exaustivamente todas as intervenções de reconstituição realizadas </w:t>
      </w:r>
    </w:p>
    <w:p w14:paraId="41C54E5A" w14:textId="77777777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95BA87D" w14:textId="77777777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C5B9C6C" w14:textId="77777777" w:rsidR="00857ED2" w:rsidRPr="00136AD8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8CD358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05D7E52" w14:textId="77777777" w:rsidR="006E629C" w:rsidRPr="00A75D7E" w:rsidRDefault="006E629C" w:rsidP="006E629C">
      <w:pPr>
        <w:pStyle w:val="PargrafodaLista"/>
        <w:numPr>
          <w:ilvl w:val="0"/>
          <w:numId w:val="3"/>
        </w:numPr>
        <w:rPr>
          <w:rFonts w:ascii="Verdana Pro Light" w:eastAsia="Arial Unicode MS" w:hAnsi="Verdana Pro Light" w:cs="Arial Unicode MS"/>
          <w:sz w:val="18"/>
          <w:szCs w:val="18"/>
        </w:rPr>
      </w:pPr>
      <w:r w:rsidRPr="00A75D7E">
        <w:rPr>
          <w:rFonts w:ascii="Verdana Pro Light" w:eastAsia="Arial Unicode MS" w:hAnsi="Verdana Pro Light" w:cs="Arial Unicode MS"/>
          <w:sz w:val="18"/>
          <w:szCs w:val="18"/>
        </w:rPr>
        <w:t>Entidades públicas (governo, autarquias, universidades, etc.); Empresas privadas de recuperação de património; Organizações Não Governamentais (ONG)</w:t>
      </w:r>
    </w:p>
    <w:p w14:paraId="5294B753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E49DB9F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27B2EE3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C2A949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E521CD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94E6580" w14:textId="1E9972B1" w:rsidR="00857ED2" w:rsidRPr="009A5236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A523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0B1E4C" w:rsidRPr="000B1E4C">
        <w:rPr>
          <w:rFonts w:ascii="Verdana Pro Light" w:eastAsia="Arial Unicode MS" w:hAnsi="Verdana Pro Light" w:cs="Arial Unicode MS"/>
          <w:sz w:val="18"/>
          <w:szCs w:val="18"/>
        </w:rPr>
        <w:t xml:space="preserve">Produtos utilizados na </w:t>
      </w:r>
      <w:r w:rsidR="000B1E4C">
        <w:rPr>
          <w:rFonts w:ascii="Verdana Pro Light" w:eastAsia="Arial Unicode MS" w:hAnsi="Verdana Pro Light" w:cs="Arial Unicode MS"/>
          <w:sz w:val="18"/>
          <w:szCs w:val="18"/>
        </w:rPr>
        <w:t xml:space="preserve">colagem e </w:t>
      </w:r>
      <w:r w:rsidR="000B1E4C" w:rsidRPr="000B1E4C">
        <w:rPr>
          <w:rFonts w:ascii="Verdana Pro Light" w:eastAsia="Arial Unicode MS" w:hAnsi="Verdana Pro Light" w:cs="Arial Unicode MS"/>
          <w:sz w:val="18"/>
          <w:szCs w:val="18"/>
        </w:rPr>
        <w:t>montagem</w:t>
      </w:r>
    </w:p>
    <w:p w14:paraId="2F98C9E6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38653B3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345B705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48B0F1C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CF8C46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64530DF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770B3E0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B1828C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9EA1D76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5790138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30BAE0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7E150A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5FA0F9B" w14:textId="77777777" w:rsidR="00857ED2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35612A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890125" w14:textId="77777777" w:rsidR="00857ED2" w:rsidRDefault="00857ED2" w:rsidP="00857ED2">
      <w:pPr>
        <w:rPr>
          <w:rFonts w:ascii="Verdana Pro Light" w:hAnsi="Verdana Pro Light"/>
          <w:smallCaps/>
        </w:rPr>
      </w:pPr>
    </w:p>
    <w:p w14:paraId="65FDB8B0" w14:textId="77777777" w:rsidR="00857ED2" w:rsidRDefault="00857ED2" w:rsidP="00857ED2">
      <w:pPr>
        <w:rPr>
          <w:rFonts w:ascii="Verdana Pro Light" w:hAnsi="Verdana Pro Light"/>
          <w:smallCaps/>
        </w:rPr>
      </w:pPr>
    </w:p>
    <w:p w14:paraId="51A32662" w14:textId="77777777" w:rsidR="00857ED2" w:rsidRDefault="00857ED2" w:rsidP="00857ED2">
      <w:pPr>
        <w:rPr>
          <w:rFonts w:ascii="Verdana Pro Light" w:hAnsi="Verdana Pro Light"/>
          <w:smallCaps/>
        </w:rPr>
      </w:pPr>
    </w:p>
    <w:p w14:paraId="7B044D66" w14:textId="77777777" w:rsidR="00857ED2" w:rsidRDefault="00857ED2" w:rsidP="00857ED2">
      <w:pPr>
        <w:rPr>
          <w:rFonts w:ascii="Verdana Pro Light" w:hAnsi="Verdana Pro Light"/>
          <w:smallCaps/>
        </w:rPr>
      </w:pPr>
    </w:p>
    <w:p w14:paraId="6F1A2D0D" w14:textId="77777777" w:rsidR="00857ED2" w:rsidRDefault="00857ED2" w:rsidP="00857ED2">
      <w:pPr>
        <w:rPr>
          <w:rFonts w:ascii="Verdana Pro Light" w:hAnsi="Verdana Pro Light"/>
          <w:smallCaps/>
        </w:rPr>
      </w:pPr>
    </w:p>
    <w:p w14:paraId="5A3F343F" w14:textId="77777777" w:rsidR="00857ED2" w:rsidRDefault="00857ED2" w:rsidP="00857ED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57ED2" w:rsidRPr="00136AD8" w14:paraId="1925490C" w14:textId="77777777" w:rsidTr="008F2F6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5C43DB6" w14:textId="19CCFE68" w:rsidR="00857ED2" w:rsidRPr="00136AD8" w:rsidRDefault="00857ED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 xml:space="preserve">UC </w:t>
            </w:r>
            <w:r w:rsidRPr="002770A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0000/002</w:t>
            </w:r>
            <w:r w:rsidR="00EB2AEC" w:rsidRPr="002770A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4804D61" w14:textId="33C0A050" w:rsidR="00857ED2" w:rsidRPr="009C256C" w:rsidRDefault="0001549F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 projetos de divulgação</w:t>
            </w:r>
            <w:r w:rsidR="002770A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do património arqueológico</w:t>
            </w:r>
          </w:p>
        </w:tc>
      </w:tr>
      <w:tr w:rsidR="00857ED2" w:rsidRPr="00136AD8" w14:paraId="129C147E" w14:textId="77777777" w:rsidTr="008F2F6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6701DC9" w14:textId="77777777" w:rsidR="00857ED2" w:rsidRPr="00136AD8" w:rsidRDefault="00857ED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2770A8">
              <w:rPr>
                <w:rFonts w:ascii="Verdana Pro Light" w:hAnsi="Verdana Pro Light" w:cs="Times New Roman"/>
                <w:smallCaps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6338C59" w14:textId="08F5B80D" w:rsidR="00857ED2" w:rsidRPr="00136AD8" w:rsidRDefault="00655DB1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Projetos de divulgação</w:t>
            </w:r>
            <w:r w:rsidR="002770A8">
              <w:t xml:space="preserve"> </w:t>
            </w:r>
            <w:r w:rsidR="002770A8" w:rsidRPr="002770A8">
              <w:rPr>
                <w:rFonts w:ascii="Verdana Pro Light" w:eastAsia="Arial Unicode MS" w:hAnsi="Verdana Pro Light" w:cs="Times New Roman"/>
                <w:sz w:val="18"/>
                <w:szCs w:val="18"/>
              </w:rPr>
              <w:t>do património arqueológico</w:t>
            </w:r>
          </w:p>
        </w:tc>
      </w:tr>
    </w:tbl>
    <w:p w14:paraId="08CAD74E" w14:textId="77777777" w:rsidR="00857ED2" w:rsidRPr="00136AD8" w:rsidRDefault="00857ED2" w:rsidP="00857ED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8B28148" w14:textId="77777777" w:rsidR="00857ED2" w:rsidRPr="003200F2" w:rsidRDefault="00857ED2" w:rsidP="00857ED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3169EF8" w14:textId="77777777" w:rsidR="00857ED2" w:rsidRPr="00136AD8" w:rsidRDefault="00857ED2" w:rsidP="00857ED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57ED2" w:rsidRPr="00136AD8" w14:paraId="07028C5C" w14:textId="77777777" w:rsidTr="008F2F6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DD5494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57ED2" w:rsidRPr="00136AD8" w14:paraId="4B95A4A4" w14:textId="77777777" w:rsidTr="008F2F6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7B31C7" w14:textId="2F700349" w:rsidR="00A522D8" w:rsidRPr="00A522D8" w:rsidRDefault="00857ED2" w:rsidP="00A522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522D8" w:rsidRPr="00A522D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Conceber as linhas gerais de um projeto de divulgação do património</w:t>
            </w:r>
            <w:r w:rsidR="00A522D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arqueológico</w:t>
            </w:r>
            <w:r w:rsidR="00A522D8" w:rsidRPr="00A522D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0E31564B" w14:textId="18FE9321" w:rsidR="00A522D8" w:rsidRPr="00A522D8" w:rsidRDefault="00A522D8" w:rsidP="00A522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522D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A522D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Executar ações de divulgação </w:t>
            </w:r>
          </w:p>
          <w:p w14:paraId="6C072FA7" w14:textId="2F1A1C6A" w:rsidR="00857ED2" w:rsidRPr="001B353A" w:rsidRDefault="00A522D8" w:rsidP="009E3A9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522D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A522D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informação de apoio à avaliação das ações de divulgação </w:t>
            </w:r>
          </w:p>
          <w:p w14:paraId="6ABC0EEE" w14:textId="77777777" w:rsidR="00857ED2" w:rsidRPr="001B353A" w:rsidRDefault="00857ED2" w:rsidP="008F2F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57ED2" w:rsidRPr="00136AD8" w14:paraId="41605B7C" w14:textId="77777777" w:rsidTr="008F2F6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D9FBCC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9DA13E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3FA316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E3A95" w:rsidRPr="00057283" w14:paraId="77C46A50" w14:textId="77777777" w:rsidTr="009E3A9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F0720" w14:textId="502E2B89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Caraterísticas dos diferentes tipos de património- </w:t>
            </w:r>
            <w:r w:rsidR="004D2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arqueológico,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arquitetónico, ambiental, cultural…</w:t>
            </w:r>
          </w:p>
          <w:p w14:paraId="0D1147EC" w14:textId="588DAFC6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Exemplos de projetos de divulgação do património </w:t>
            </w:r>
            <w:r w:rsidR="00557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arqueológico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anteriormente promovidos </w:t>
            </w:r>
          </w:p>
          <w:p w14:paraId="6B00CE6C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pesquisa de informação</w:t>
            </w:r>
          </w:p>
          <w:p w14:paraId="18FBED16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para realização de contactos com pessoas e instituições</w:t>
            </w:r>
          </w:p>
          <w:p w14:paraId="13C3358B" w14:textId="0565385C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Elaboração de textos de suporte</w:t>
            </w:r>
            <w:r w:rsidR="00832E7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técnicas de comunicação escrita</w:t>
            </w:r>
          </w:p>
          <w:p w14:paraId="42E9D316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Seleção, aquisição e produção de material de suporte – imagens, fotografia, vídeo…</w:t>
            </w:r>
          </w:p>
          <w:p w14:paraId="1F53D8AC" w14:textId="6876E7B3" w:rsidR="009E3A95" w:rsidRDefault="00C66320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9E3A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ções divulgação do património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701A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701A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e regras</w:t>
            </w:r>
          </w:p>
          <w:p w14:paraId="5E9777E4" w14:textId="112FD9FA" w:rsidR="00C05357" w:rsidRPr="00C05357" w:rsidRDefault="00C05357" w:rsidP="00B732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053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Sítios arqueológicos e sua Valorização (museus e centros interpretativos Percursos de visitas; Painéis explicativos; Percursos guiados; Materiais de apoio ao visitante; Sistemas Áudio e Vídeo; Guias, roteiros e outros materiais de divulgação; Publicações de índole científica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6EAC049D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Ações de divulgação das ações – meios de comunicação social, meios de divulgação online, material de divulgação </w:t>
            </w:r>
          </w:p>
          <w:p w14:paraId="7F9007C3" w14:textId="07BDB286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219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Técnicas de recolha de informação sobre 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219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resultados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obtidos</w:t>
            </w:r>
            <w:r w:rsidR="000D54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Avaliação</w:t>
            </w:r>
          </w:p>
          <w:p w14:paraId="5386B74E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3301BA" w14:textId="77777777" w:rsidR="009E3A95" w:rsidRPr="001B353A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626F8" w14:textId="65F3DB53" w:rsidR="009E3A95" w:rsidRDefault="009029C6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Identificar e descrever </w:t>
            </w:r>
            <w:r w:rsidR="009E3A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caraterísticas dos diferentes tipos de património</w:t>
            </w:r>
          </w:p>
          <w:p w14:paraId="35981427" w14:textId="697527FC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="00557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pesquisa de informação</w:t>
            </w:r>
          </w:p>
          <w:p w14:paraId="2649F077" w14:textId="33A50608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planificação</w:t>
            </w:r>
            <w:r w:rsidR="003727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um projeto de divulgação</w:t>
            </w:r>
          </w:p>
          <w:p w14:paraId="7D9AC5F7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interpretação e de sistematização de informação </w:t>
            </w:r>
          </w:p>
          <w:p w14:paraId="1E705762" w14:textId="26E5327F" w:rsidR="00D605D8" w:rsidRPr="00751940" w:rsidRDefault="00DC581A" w:rsidP="007519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Contatar e pessoas e instituições</w:t>
            </w:r>
          </w:p>
          <w:p w14:paraId="45676AB6" w14:textId="251D5BA3" w:rsidR="009E3A95" w:rsidRDefault="00C66320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Redigir</w:t>
            </w:r>
            <w:r w:rsidR="003727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textos </w:t>
            </w:r>
            <w:r w:rsidR="00832E7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suporte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à divulgação</w:t>
            </w:r>
          </w:p>
          <w:p w14:paraId="3C98A3B0" w14:textId="123204F3" w:rsidR="00751940" w:rsidRDefault="00751940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os textos ao público-alvo</w:t>
            </w:r>
          </w:p>
          <w:p w14:paraId="2B7592E6" w14:textId="3F7A2D7F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o material necessário para a criação do projeto de divulgação do património arqueológico</w:t>
            </w:r>
          </w:p>
          <w:p w14:paraId="58913FAB" w14:textId="1E8397BC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elaboração de ações de divulgação do património</w:t>
            </w:r>
            <w:r w:rsidR="00C053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arqueológico </w:t>
            </w:r>
          </w:p>
          <w:p w14:paraId="4F712986" w14:textId="38A8FFC6" w:rsidR="00C05357" w:rsidRDefault="00C05357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Apoiar na divulgação </w:t>
            </w:r>
            <w:r w:rsidR="000D54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valorização de sítios arqueológicos</w:t>
            </w:r>
          </w:p>
          <w:p w14:paraId="57447336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70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Divulgar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ações</w:t>
            </w:r>
            <w:r w:rsidRPr="00C370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através de meios e canais de comunicação (tradicionais ou digitais)</w:t>
            </w:r>
          </w:p>
          <w:p w14:paraId="6D6E48C6" w14:textId="43704872" w:rsidR="009E3A95" w:rsidRDefault="00C61ABC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Avaliar ações de </w:t>
            </w:r>
            <w:r w:rsidR="00CE40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divulgação: inquéritos por questionário, </w:t>
            </w:r>
            <w:proofErr w:type="spellStart"/>
            <w:r w:rsidR="00CE40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etc</w:t>
            </w:r>
            <w:proofErr w:type="spellEnd"/>
          </w:p>
          <w:p w14:paraId="3AEAC9F1" w14:textId="77777777" w:rsidR="009E3A95" w:rsidRPr="00057283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1FFAF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06D52DE" w14:textId="77777777" w:rsidR="00401792" w:rsidRPr="003F0095" w:rsidRDefault="00401792" w:rsidP="004017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00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50CAD44F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103FBE95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87F1279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3DF49C93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Orientação para o resultado</w:t>
            </w:r>
          </w:p>
          <w:p w14:paraId="6C278D8A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comunicação</w:t>
            </w:r>
          </w:p>
          <w:p w14:paraId="446DD4AE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84E044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9C6E5D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42C192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08EB6F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3CE2A9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D01F13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44DFCA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4A1196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919317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C4ACE7" w14:textId="77777777" w:rsidR="009E3A95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29E1B4" w14:textId="77777777" w:rsidR="009E3A95" w:rsidRPr="00057283" w:rsidRDefault="009E3A95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8A56BBE" w14:textId="77777777" w:rsidR="00857ED2" w:rsidRDefault="00857ED2" w:rsidP="00857ED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D231C49" w14:textId="77777777" w:rsidR="00857ED2" w:rsidRDefault="00857ED2" w:rsidP="00857ED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700E235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7F2BBE2" w14:textId="77777777" w:rsidR="00857ED2" w:rsidRPr="00F20E6F" w:rsidRDefault="00857ED2" w:rsidP="00857ED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333A90B" w14:textId="19F261FC" w:rsidR="00836BB2" w:rsidRPr="00836BB2" w:rsidRDefault="00857ED2" w:rsidP="00836BB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836BB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1562D5" w:rsidRPr="001562D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Concebe</w:t>
      </w:r>
      <w:r w:rsidR="001562D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562D5" w:rsidRPr="001562D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linhas gerais de um projeto de divulgação do património arqueológico</w:t>
      </w:r>
    </w:p>
    <w:p w14:paraId="3FE8D5DA" w14:textId="40E29578" w:rsidR="00836BB2" w:rsidRPr="00836BB2" w:rsidRDefault="00836BB2" w:rsidP="00836BB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6BB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Fomentando a divulgação do projeto</w:t>
      </w:r>
    </w:p>
    <w:p w14:paraId="6260D147" w14:textId="0533C0F7" w:rsidR="00836BB2" w:rsidRPr="00836BB2" w:rsidRDefault="00836BB2" w:rsidP="00836BB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6BB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Comunicando os resultados aos seus superiores e fazendo sugestões de melhoria</w:t>
      </w:r>
    </w:p>
    <w:p w14:paraId="461EA285" w14:textId="23977A18" w:rsidR="00857ED2" w:rsidRPr="0064164C" w:rsidRDefault="00836BB2" w:rsidP="00836BB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6BB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</w:t>
      </w:r>
    </w:p>
    <w:p w14:paraId="204DA4DB" w14:textId="77777777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DBA258C" w14:textId="77777777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93F4A58" w14:textId="77777777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C13EDAF" w14:textId="77777777" w:rsidR="00857ED2" w:rsidRPr="0064164C" w:rsidRDefault="00857ED2" w:rsidP="00857E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39212A3" w14:textId="77777777" w:rsidR="00857ED2" w:rsidRPr="00136AD8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E1DCAB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197C5CD" w14:textId="77777777" w:rsidR="006F6321" w:rsidRPr="00984B30" w:rsidRDefault="006F6321" w:rsidP="006F632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54DB63B6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8D23EA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4A7D04D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4EF0366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622956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B05A3B2" w14:textId="53EB86C7" w:rsidR="00D605D8" w:rsidRPr="00D605D8" w:rsidRDefault="00D605D8" w:rsidP="00D60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605D8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0DF552B" w14:textId="77777777" w:rsidR="00D605D8" w:rsidRPr="00D605D8" w:rsidRDefault="00D605D8" w:rsidP="00D60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605D8">
        <w:rPr>
          <w:rFonts w:ascii="Verdana Pro Light" w:eastAsia="Arial Unicode MS" w:hAnsi="Verdana Pro Light" w:cs="Arial Unicode MS"/>
          <w:sz w:val="18"/>
          <w:szCs w:val="18"/>
        </w:rPr>
        <w:t>Aplicações informáticas para apresentações</w:t>
      </w:r>
    </w:p>
    <w:p w14:paraId="4FC3A8D6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0310844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416C91C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2DF7AF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83DD7A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D4502F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150420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14C0C94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D8B5226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4DB411D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5DD00C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034661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4AFF857" w14:textId="77777777" w:rsidR="00857ED2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D6FA40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4B1829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EA8521" w14:textId="77777777" w:rsidR="00857ED2" w:rsidRDefault="00857ED2" w:rsidP="00857ED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57ED2" w:rsidRPr="00136AD8" w14:paraId="27A4BF4C" w14:textId="77777777" w:rsidTr="008F2F6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C870AA2" w14:textId="46BA59F6" w:rsidR="00857ED2" w:rsidRPr="009F4F0F" w:rsidRDefault="00857ED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</w:pPr>
            <w:r w:rsidRPr="009F4F0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0000/002</w:t>
            </w:r>
            <w:r w:rsidR="00EB2AEC" w:rsidRPr="009F4F0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3AFBAFA" w14:textId="426BBBCF" w:rsidR="00857ED2" w:rsidRPr="009F4F0F" w:rsidRDefault="005D1C77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</w:pPr>
            <w:r w:rsidRPr="009F4F0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Comunicar e interagir em língua inglesa</w:t>
            </w:r>
            <w:r w:rsidR="007955A6" w:rsidRPr="009F4F0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 </w:t>
            </w:r>
            <w:r w:rsidR="00C2794C" w:rsidRPr="009F4F0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no</w:t>
            </w:r>
            <w:r w:rsidR="007955A6" w:rsidRPr="009F4F0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 contexto </w:t>
            </w:r>
            <w:r w:rsidR="00C2794C" w:rsidRPr="009F4F0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da atividade arqueológica</w:t>
            </w:r>
          </w:p>
        </w:tc>
      </w:tr>
      <w:tr w:rsidR="00857ED2" w:rsidRPr="00136AD8" w14:paraId="1610D146" w14:textId="77777777" w:rsidTr="008F2F6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64B7C1B" w14:textId="77777777" w:rsidR="00857ED2" w:rsidRPr="009F4F0F" w:rsidRDefault="00857ED2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sz w:val="18"/>
                <w:szCs w:val="18"/>
              </w:rPr>
            </w:pPr>
            <w:r w:rsidRPr="009F4F0F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8E50C2C" w14:textId="13921793" w:rsidR="00857ED2" w:rsidRPr="009F4F0F" w:rsidRDefault="00116169" w:rsidP="008F2F6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mallCaps/>
                <w:sz w:val="18"/>
                <w:szCs w:val="18"/>
              </w:rPr>
            </w:pPr>
            <w:r w:rsidRPr="009F4F0F">
              <w:rPr>
                <w:rFonts w:ascii="Verdana Pro Light" w:hAnsi="Verdana Pro Light" w:cs="Times New Roman"/>
                <w:smallCaps/>
                <w:sz w:val="18"/>
                <w:szCs w:val="18"/>
              </w:rPr>
              <w:t xml:space="preserve">Comunicação e </w:t>
            </w:r>
            <w:r w:rsidRPr="009F4F0F">
              <w:rPr>
                <w:rFonts w:ascii="Verdana Pro Light" w:hAnsi="Verdana Pro Light" w:cs="Times New Roman"/>
                <w:smallCaps/>
                <w:sz w:val="18"/>
                <w:szCs w:val="18"/>
              </w:rPr>
              <w:t xml:space="preserve">interação em língua inglesa no </w:t>
            </w:r>
            <w:r w:rsidR="00E8659F" w:rsidRPr="009F4F0F">
              <w:rPr>
                <w:rFonts w:ascii="Verdana Pro Light" w:hAnsi="Verdana Pro Light" w:cs="Times New Roman"/>
                <w:smallCaps/>
                <w:sz w:val="18"/>
                <w:szCs w:val="18"/>
              </w:rPr>
              <w:t>contexto da atividade arqueológica</w:t>
            </w:r>
          </w:p>
        </w:tc>
      </w:tr>
    </w:tbl>
    <w:p w14:paraId="1E392361" w14:textId="77777777" w:rsidR="00857ED2" w:rsidRPr="00136AD8" w:rsidRDefault="00857ED2" w:rsidP="00857ED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10EF584" w14:textId="77777777" w:rsidR="00857ED2" w:rsidRPr="003200F2" w:rsidRDefault="00857ED2" w:rsidP="00857ED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5ED820D" w14:textId="77777777" w:rsidR="00857ED2" w:rsidRPr="00136AD8" w:rsidRDefault="00857ED2" w:rsidP="00857ED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57ED2" w:rsidRPr="00136AD8" w14:paraId="1CDB7B0B" w14:textId="77777777" w:rsidTr="008F2F6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A2EFF0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57ED2" w:rsidRPr="00136AD8" w14:paraId="7268FDA9" w14:textId="77777777" w:rsidTr="008F2F6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7D840A" w14:textId="1965FF5B" w:rsidR="007955A6" w:rsidRPr="007955A6" w:rsidRDefault="00857ED2" w:rsidP="007955A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955A6" w:rsidRPr="007955A6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e selecionar informação especializada, verbal e não verbal, em suportes variados no</w:t>
            </w:r>
            <w:r w:rsidR="00C2794C" w:rsidRPr="00C2794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contexto da atividade arqueológica</w:t>
            </w:r>
          </w:p>
          <w:p w14:paraId="243F21B7" w14:textId="01DEE64B" w:rsidR="007955A6" w:rsidRPr="007955A6" w:rsidRDefault="007955A6" w:rsidP="007955A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955A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Transmitir enunciados orais coerentes no âmbito </w:t>
            </w:r>
            <w:r w:rsidR="00C2794C" w:rsidRPr="00C2794C">
              <w:rPr>
                <w:rFonts w:ascii="Verdana Pro Light" w:eastAsia="Arial Unicode MS" w:hAnsi="Verdana Pro Light" w:cs="Arial Unicode MS"/>
                <w:sz w:val="18"/>
                <w:szCs w:val="18"/>
              </w:rPr>
              <w:t>da atividade arqueológica</w:t>
            </w:r>
          </w:p>
          <w:p w14:paraId="785288D2" w14:textId="19B02D7B" w:rsidR="00857ED2" w:rsidRPr="001B353A" w:rsidRDefault="007955A6" w:rsidP="00B704B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955A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textos articulados e coesos relacionados com </w:t>
            </w:r>
            <w:r w:rsidR="00C2794C" w:rsidRPr="00C2794C">
              <w:rPr>
                <w:rFonts w:ascii="Verdana Pro Light" w:eastAsia="Arial Unicode MS" w:hAnsi="Verdana Pro Light" w:cs="Arial Unicode MS"/>
                <w:sz w:val="18"/>
                <w:szCs w:val="18"/>
              </w:rPr>
              <w:t>o contexto da atividade arqueológica</w:t>
            </w:r>
          </w:p>
          <w:p w14:paraId="1157DA93" w14:textId="72BB8C17" w:rsidR="00857ED2" w:rsidRPr="001B353A" w:rsidRDefault="00857ED2" w:rsidP="008F2F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57ED2" w:rsidRPr="00136AD8" w14:paraId="0D357FD4" w14:textId="77777777" w:rsidTr="008F2F6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D82871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944E31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7889128" w14:textId="77777777" w:rsidR="00857ED2" w:rsidRPr="001B353A" w:rsidRDefault="00857ED2" w:rsidP="008F2F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86EE6" w:rsidRPr="00136AD8" w14:paraId="215A792F" w14:textId="77777777" w:rsidTr="008F2F6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8F846" w14:textId="4994F917" w:rsidR="00086EE6" w:rsidRPr="002007FD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007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 w:rsidR="002007FD" w:rsidRPr="002007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atividade arqueológica</w:t>
            </w:r>
            <w:r w:rsidRPr="002007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7D98AB1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7FAA8C7A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4CDC1EE7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339A640D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44FD2249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3E192303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5875A8C1" w14:textId="77777777" w:rsidR="00086EE6" w:rsidRPr="001B353A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92DBF" w14:textId="71E87C55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 w:rsidR="00ED5AB0"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contexto da atividade arqueológica</w:t>
            </w:r>
            <w:r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2ACDD2A" w14:textId="1435616B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="00ED5AB0"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contexto da atividade arqueológica</w:t>
            </w:r>
            <w:r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CAD79DC" w14:textId="77777777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B704B4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571E6456" w14:textId="77777777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04B4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43FC19EC" w14:textId="77777777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04B4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397B550B" w14:textId="315CFC22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04B4">
              <w:rPr>
                <w:rFonts w:ascii="Verdana Pro Light" w:hAnsi="Verdana Pro Light"/>
                <w:sz w:val="18"/>
                <w:szCs w:val="18"/>
              </w:rPr>
              <w:t xml:space="preserve">Responder a perguntas diretas </w:t>
            </w:r>
            <w:r w:rsidR="00ED5AB0" w:rsidRPr="00B704B4">
              <w:rPr>
                <w:rFonts w:ascii="Verdana Pro Light" w:hAnsi="Verdana Pro Light"/>
                <w:sz w:val="18"/>
                <w:szCs w:val="18"/>
              </w:rPr>
              <w:t>no contexto da atividade arqueológica</w:t>
            </w:r>
            <w:r w:rsidRPr="00B704B4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4B7A4676" w14:textId="2C658E61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04B4">
              <w:rPr>
                <w:rFonts w:ascii="Verdana Pro Light" w:hAnsi="Verdana Pro Light"/>
                <w:sz w:val="18"/>
                <w:szCs w:val="18"/>
              </w:rPr>
              <w:t xml:space="preserve">Iniciar, manter e terminar conversas no/a </w:t>
            </w:r>
            <w:r w:rsidR="00ED5AB0" w:rsidRPr="00B704B4">
              <w:rPr>
                <w:rFonts w:ascii="Verdana Pro Light" w:hAnsi="Verdana Pro Light"/>
                <w:sz w:val="18"/>
                <w:szCs w:val="18"/>
              </w:rPr>
              <w:t>no contexto da atividade arqueológica</w:t>
            </w:r>
            <w:r w:rsidRPr="00B704B4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2CEDF0F0" w14:textId="5875266B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B704B4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 w:rsidR="00ED5AB0" w:rsidRPr="00B704B4">
              <w:rPr>
                <w:rFonts w:ascii="Verdana Pro Light" w:hAnsi="Verdana Pro Light"/>
                <w:sz w:val="18"/>
                <w:szCs w:val="18"/>
              </w:rPr>
              <w:t xml:space="preserve">no </w:t>
            </w:r>
            <w:r w:rsidR="00ED5AB0" w:rsidRPr="00B704B4">
              <w:rPr>
                <w:rFonts w:ascii="Verdana Pro Light" w:hAnsi="Verdana Pro Light"/>
                <w:sz w:val="18"/>
                <w:szCs w:val="18"/>
              </w:rPr>
              <w:lastRenderedPageBreak/>
              <w:t>contexto da atividade arqueológica</w:t>
            </w:r>
            <w:r w:rsidRPr="00B704B4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3F40F962" w14:textId="77777777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3AAC0868" w14:textId="0102013C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Transmitir informações concretas e diretas </w:t>
            </w:r>
            <w:r w:rsidR="00ED5AB0"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contexto da atividade arqueológica</w:t>
            </w:r>
            <w:r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4CB5585" w14:textId="2764AAE7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Trocar, verificar e confirmar informações </w:t>
            </w:r>
            <w:r w:rsidR="003B772C"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contexto da atividade arqueológica</w:t>
            </w:r>
            <w:r w:rsidRPr="00B704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4D7CB8E" w14:textId="1010E205" w:rsidR="00086EE6" w:rsidRPr="00B704B4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04B4">
              <w:rPr>
                <w:rFonts w:ascii="Verdana Pro Light" w:hAnsi="Verdana Pro Light"/>
                <w:sz w:val="18"/>
                <w:szCs w:val="18"/>
              </w:rPr>
              <w:t xml:space="preserve">Redigir notas, relatórios e preencher formulários.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A26EE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4A5423C5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18ED15F5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5A70263A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1B777130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503E0A6A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77226563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7D9881D8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5EBA3779" w14:textId="77777777" w:rsidR="00086EE6" w:rsidRPr="00F057ED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6851B35A" w14:textId="28EF0E7A" w:rsidR="00086EE6" w:rsidRPr="00057283" w:rsidRDefault="00086EE6" w:rsidP="00086EE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26E7D2B9" w14:textId="77777777" w:rsidR="00857ED2" w:rsidRDefault="00857ED2" w:rsidP="00857ED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68BC419" w14:textId="77777777" w:rsidR="00857ED2" w:rsidRDefault="00857ED2" w:rsidP="00857ED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AEEB218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23339B5" w14:textId="77777777" w:rsidR="00857ED2" w:rsidRPr="00F20E6F" w:rsidRDefault="00857ED2" w:rsidP="00857ED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8A86D36" w14:textId="77777777" w:rsidR="006B1B16" w:rsidRPr="006B1B16" w:rsidRDefault="00857ED2" w:rsidP="006B1B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B1B16" w:rsidRPr="006B1B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Interagir em inglês no/a (indicação da área profissional):</w:t>
      </w:r>
    </w:p>
    <w:p w14:paraId="5072A08F" w14:textId="77777777" w:rsidR="006B1B16" w:rsidRPr="006B1B16" w:rsidRDefault="006B1B16" w:rsidP="006B1B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B1B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Identificando o contexto, a ideia principal, distinguindo informações simples e de maior complexidade do discurso oral e do texto escrito.</w:t>
      </w:r>
    </w:p>
    <w:p w14:paraId="58867606" w14:textId="77777777" w:rsidR="006B1B16" w:rsidRPr="006B1B16" w:rsidRDefault="006B1B16" w:rsidP="006B1B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B1B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Comunicando oralmente de forma precisa e eficaz, com ritmo e entoação apropriados e adaptando o discurso ao registo do interlocutor.</w:t>
      </w:r>
    </w:p>
    <w:p w14:paraId="396AA97C" w14:textId="77777777" w:rsidR="006B1B16" w:rsidRPr="006B1B16" w:rsidRDefault="006B1B16" w:rsidP="006B1B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B1B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 vocabulário, estruturas frásicas diversas e formas de tratamento adequados à situação comunicativa oral e escrita e ao público-alvo.</w:t>
      </w:r>
    </w:p>
    <w:p w14:paraId="4BF4C3B3" w14:textId="77777777" w:rsidR="006B1B16" w:rsidRPr="006B1B16" w:rsidRDefault="006B1B16" w:rsidP="006B1B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B1B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público-alvo.</w:t>
      </w:r>
    </w:p>
    <w:p w14:paraId="52399950" w14:textId="08049913" w:rsidR="00857ED2" w:rsidRPr="0064164C" w:rsidRDefault="006B1B16" w:rsidP="006B1B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B1B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4AD7FE4B" w14:textId="77777777" w:rsidR="00857ED2" w:rsidRPr="00136AD8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43695F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A82D7D7" w14:textId="77777777" w:rsidR="006B1B16" w:rsidRPr="00A75D7E" w:rsidRDefault="006B1B16" w:rsidP="006B1B16">
      <w:pPr>
        <w:pStyle w:val="PargrafodaLista"/>
        <w:numPr>
          <w:ilvl w:val="0"/>
          <w:numId w:val="3"/>
        </w:numPr>
        <w:rPr>
          <w:rFonts w:ascii="Verdana Pro Light" w:eastAsia="Arial Unicode MS" w:hAnsi="Verdana Pro Light" w:cs="Arial Unicode MS"/>
          <w:sz w:val="18"/>
          <w:szCs w:val="18"/>
        </w:rPr>
      </w:pPr>
      <w:r w:rsidRPr="00A75D7E">
        <w:rPr>
          <w:rFonts w:ascii="Verdana Pro Light" w:eastAsia="Arial Unicode MS" w:hAnsi="Verdana Pro Light" w:cs="Arial Unicode MS"/>
          <w:sz w:val="18"/>
          <w:szCs w:val="18"/>
        </w:rPr>
        <w:t>Entidades públicas (governo, autarquias, universidades, etc.); Empresas privadas de recuperação de património; Organizações Não Governamentais (ONG)</w:t>
      </w:r>
    </w:p>
    <w:p w14:paraId="442E5174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FF7B737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D3C9E49" w14:textId="77777777" w:rsidR="00857ED2" w:rsidRPr="00984B30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991202D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8C2708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BC2F612" w14:textId="17DF7300" w:rsidR="00103D1F" w:rsidRDefault="00103D1F" w:rsidP="00103D1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F7B22">
        <w:rPr>
          <w:rFonts w:ascii="Verdana Pro Light" w:eastAsia="Arial Unicode MS" w:hAnsi="Verdana Pro Light" w:cs="Arial Unicode MS"/>
          <w:sz w:val="18"/>
          <w:szCs w:val="18"/>
        </w:rPr>
        <w:t>Dispositivos tec</w:t>
      </w:r>
      <w:r>
        <w:rPr>
          <w:rFonts w:ascii="Verdana Pro Light" w:eastAsia="Arial Unicode MS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1166F95E" w14:textId="77777777" w:rsidR="00103D1F" w:rsidRDefault="00103D1F" w:rsidP="00103D1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Conteúdos multimédia.</w:t>
      </w:r>
    </w:p>
    <w:p w14:paraId="3679430C" w14:textId="77777777" w:rsidR="00103D1F" w:rsidRPr="007D0F29" w:rsidRDefault="00103D1F" w:rsidP="00103D1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outros.</w:t>
      </w:r>
    </w:p>
    <w:p w14:paraId="0EC218BA" w14:textId="650DEA2A" w:rsidR="00857ED2" w:rsidRPr="009A5236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73B6199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1C161B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C88D662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955FDE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58BA1A2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C4C9D4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07F74CE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B0AB73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AE1F7C" w14:textId="77777777" w:rsidR="00857ED2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AFAD30B" w14:textId="77777777" w:rsidR="00857ED2" w:rsidRPr="00501DC8" w:rsidRDefault="00857ED2" w:rsidP="00857E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37F19F3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1347A9" w14:textId="77777777" w:rsidR="00857ED2" w:rsidRPr="00F87025" w:rsidRDefault="00857ED2" w:rsidP="00857E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7B90732" w14:textId="77777777" w:rsidR="007A35BF" w:rsidRPr="000507B4" w:rsidRDefault="007A35BF" w:rsidP="007A35BF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3D9537B1">
        <w:rPr>
          <w:rFonts w:ascii="Verdana Pro Light" w:eastAsia="Arial Unicode MS" w:hAnsi="Verdana Pro Light" w:cs="Arial Unicode MS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14B0E3B5" w14:textId="77777777" w:rsidR="00857ED2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1C4AE7" w14:textId="77777777" w:rsidR="00857ED2" w:rsidRPr="00051C79" w:rsidRDefault="00857ED2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0056F" w:rsidRPr="00136AD8" w14:paraId="16968A15" w14:textId="77777777" w:rsidTr="00CB6ED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FAB9BCF" w14:textId="6186B116" w:rsidR="00E0056F" w:rsidRPr="00AD5225" w:rsidRDefault="00E0056F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0000/002</w:t>
            </w:r>
            <w:r w:rsidR="00EB2AEC"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85518D" w14:textId="5D9CD928" w:rsidR="00E0056F" w:rsidRPr="00AD5225" w:rsidRDefault="005F6765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Colaborar e trabalhar em equipa</w:t>
            </w:r>
          </w:p>
        </w:tc>
      </w:tr>
      <w:tr w:rsidR="00E0056F" w:rsidRPr="00136AD8" w14:paraId="153669DD" w14:textId="77777777" w:rsidTr="00CB6ED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83C04D9" w14:textId="77777777" w:rsidR="00E0056F" w:rsidRPr="00AD5225" w:rsidRDefault="00E0056F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192BBAC" w14:textId="1A966E7A" w:rsidR="00E0056F" w:rsidRPr="00AD5225" w:rsidRDefault="00E8659F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Colaboração e trabalho em equipa</w:t>
            </w:r>
          </w:p>
        </w:tc>
      </w:tr>
    </w:tbl>
    <w:p w14:paraId="6387F57C" w14:textId="77777777" w:rsidR="00E0056F" w:rsidRPr="00136AD8" w:rsidRDefault="00E0056F" w:rsidP="00E0056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1E18AB5" w14:textId="77777777" w:rsidR="00E0056F" w:rsidRPr="003200F2" w:rsidRDefault="00E0056F" w:rsidP="00E0056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4933AD6" w14:textId="77777777" w:rsidR="00E0056F" w:rsidRPr="00136AD8" w:rsidRDefault="00E0056F" w:rsidP="00E0056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0056F" w:rsidRPr="00136AD8" w14:paraId="27CEEBB3" w14:textId="77777777" w:rsidTr="00CB6ED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4511F6" w14:textId="77777777" w:rsidR="00E0056F" w:rsidRPr="001B353A" w:rsidRDefault="00E0056F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0056F" w:rsidRPr="00136AD8" w14:paraId="007448B8" w14:textId="77777777" w:rsidTr="00CB6ED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481AD2" w14:textId="5FD20934" w:rsidR="005C6D7B" w:rsidRPr="005C6D7B" w:rsidRDefault="00E0056F" w:rsidP="005C6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C6D7B" w:rsidRPr="005C6D7B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 identidade pessoal e partilhada e respetivos comportamentos associados</w:t>
            </w:r>
          </w:p>
          <w:p w14:paraId="2639E027" w14:textId="670E6A97" w:rsidR="005C6D7B" w:rsidRPr="005C6D7B" w:rsidRDefault="005C6D7B" w:rsidP="005C6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C6D7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Colaborar na aplicação de dinâmicas facilitadoras do trabalho em equipa</w:t>
            </w:r>
          </w:p>
          <w:p w14:paraId="7C0BAD90" w14:textId="77777777" w:rsidR="005C6D7B" w:rsidRDefault="005C6D7B" w:rsidP="005C6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C6D7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C6D7B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Colaborar na definição de estratégias de resolução de problemas e de tomada de decisão</w:t>
            </w:r>
          </w:p>
          <w:p w14:paraId="0E0211DF" w14:textId="529A145A" w:rsidR="00E0056F" w:rsidRPr="001B353A" w:rsidRDefault="00E0056F" w:rsidP="005C6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E0056F" w:rsidRPr="00136AD8" w14:paraId="3C3F5648" w14:textId="77777777" w:rsidTr="00CB6ED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1670DF" w14:textId="77777777" w:rsidR="00E0056F" w:rsidRPr="001B353A" w:rsidRDefault="00E0056F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F4CD10" w14:textId="77777777" w:rsidR="00E0056F" w:rsidRPr="001B353A" w:rsidRDefault="00E0056F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D6BD10A" w14:textId="77777777" w:rsidR="00E0056F" w:rsidRPr="001B353A" w:rsidRDefault="00E0056F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B3E21" w:rsidRPr="00057283" w14:paraId="11410255" w14:textId="77777777" w:rsidTr="002B3E2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8CF74" w14:textId="218A92D8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Identidade pessoal, social e profissional</w:t>
            </w:r>
          </w:p>
          <w:p w14:paraId="1B0B4F5D" w14:textId="5C302ADB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Fenómenos da dinâmica de grupo - influência social e papel social, normas sociais, atitudes e comportamentos facilitadores e dificultadores, padrão de grupo e motivação individual</w:t>
            </w:r>
          </w:p>
          <w:p w14:paraId="1BF05B6F" w14:textId="3EE8EADA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em equipa - fatores pessoais, relacionais e organizacionais</w:t>
            </w:r>
          </w:p>
          <w:p w14:paraId="6EF07116" w14:textId="08867821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Equipa de trabalho - princípios de organização de grupo </w:t>
            </w:r>
            <w:r w:rsidRPr="002B3E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vs.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 de trabalho, estilos comportamentais, estrutura e fases de desenvolvimento da equipa, perceção de desempenho individual, formas e técnicas de organização, cooperação e colaboração </w:t>
            </w:r>
          </w:p>
          <w:p w14:paraId="192F48F0" w14:textId="29BB2FAE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</w:t>
            </w:r>
          </w:p>
          <w:p w14:paraId="460DE10D" w14:textId="77777777" w:rsidR="002B3E21" w:rsidRP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1D7F7C9A" w14:textId="0D20E7B4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Importância da comunicação no trabalho entre equipas - fluxos de comunicação, comunicação vertical e horizontal, </w:t>
            </w:r>
            <w:r w:rsidRPr="002B3E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desempenho</w:t>
            </w:r>
          </w:p>
          <w:p w14:paraId="3EDBE15C" w14:textId="42658E6D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</w:t>
            </w:r>
          </w:p>
          <w:p w14:paraId="14614FDB" w14:textId="05587C0D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Gestão de tempo – técnicas, planeamento, autoavaliação e otimização das tecnologias </w:t>
            </w:r>
          </w:p>
          <w:p w14:paraId="74413855" w14:textId="2E9BA52A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</w:t>
            </w:r>
            <w:r w:rsidRPr="002B3E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teletrabalho - condições facilitadoras, equipas 4D e atitude partilhada</w:t>
            </w:r>
          </w:p>
          <w:p w14:paraId="051B026E" w14:textId="241BF6B4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Saúde no trabalho - síndroma de </w:t>
            </w:r>
            <w:proofErr w:type="spellStart"/>
            <w:r w:rsidRPr="002B3E2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</w:p>
          <w:p w14:paraId="7838D8A6" w14:textId="5FD424F1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das equipas na área profissional</w:t>
            </w:r>
          </w:p>
          <w:p w14:paraId="37DC5C54" w14:textId="77777777" w:rsidR="002B3E21" w:rsidRPr="001B353A" w:rsidRDefault="002B3E21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EDE75" w14:textId="77777777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e analisar os estilos comportamentais individuais</w:t>
            </w:r>
            <w:r w:rsidRPr="002B3E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6A38DD1B" w14:textId="50AD2CEA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competências individuais</w:t>
            </w:r>
          </w:p>
          <w:p w14:paraId="22875444" w14:textId="27645F6A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 </w:t>
            </w:r>
          </w:p>
          <w:p w14:paraId="3CB8670E" w14:textId="1BD3CCCC" w:rsidR="002B3E21" w:rsidRPr="008705DA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 fase de desenvolvimento de competências na qual a equipa se encontra </w:t>
            </w:r>
          </w:p>
          <w:p w14:paraId="09566054" w14:textId="1FB27233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valores e as principais competências necessários para a equipa atingir o(s) objetivo(s) traçado(s)</w:t>
            </w:r>
          </w:p>
          <w:p w14:paraId="51BA1AA1" w14:textId="6D458955" w:rsidR="002B3E21" w:rsidRPr="009835C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3E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Colaborar na definição dos mecanismos de coesão e controlo na equipa </w:t>
            </w:r>
          </w:p>
          <w:p w14:paraId="6B9C8174" w14:textId="657FA764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</w:t>
            </w:r>
          </w:p>
          <w:p w14:paraId="6E1F3FB7" w14:textId="2CF59C73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Participar na execução de tarefas predefinidas para a equipa</w:t>
            </w:r>
          </w:p>
          <w:p w14:paraId="3FDC43FF" w14:textId="75392962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comunicação em diferentes contextos</w:t>
            </w:r>
          </w:p>
          <w:p w14:paraId="00295280" w14:textId="56B191F4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comunicação</w:t>
            </w:r>
          </w:p>
          <w:p w14:paraId="4C4EA934" w14:textId="4D15C19D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002B3E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online</w:t>
            </w:r>
          </w:p>
          <w:p w14:paraId="00BE0C48" w14:textId="6956EDA2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Formular ideias e sugestões em diferentes contextos comunicacionais</w:t>
            </w:r>
          </w:p>
          <w:p w14:paraId="15E9E699" w14:textId="46E74E5F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Trocar conhecimentos e experiências</w:t>
            </w:r>
          </w:p>
          <w:p w14:paraId="49403727" w14:textId="32B66948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princípios subjacentes à tomada de decisão</w:t>
            </w:r>
          </w:p>
          <w:p w14:paraId="3F90A1A8" w14:textId="1AF1AFAC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problemas e tomar decisões</w:t>
            </w:r>
          </w:p>
          <w:p w14:paraId="2A967AF5" w14:textId="44ED1C05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</w:t>
            </w:r>
          </w:p>
          <w:p w14:paraId="69F7C312" w14:textId="5758D10B" w:rsidR="002B3E21" w:rsidRPr="00057283" w:rsidRDefault="002B3E21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002B3E2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próprio e/ou dos colegas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380F9" w14:textId="1EA0EAD2" w:rsidR="002B3E21" w:rsidRDefault="002B3E21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</w:t>
            </w:r>
          </w:p>
          <w:p w14:paraId="5E77BED3" w14:textId="1E5D3DA7" w:rsidR="002B3E21" w:rsidRDefault="002B3E21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32E093D9" w14:textId="7A12EE74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6C94B496" w14:textId="4352E096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</w:p>
          <w:p w14:paraId="1FE0C6A5" w14:textId="5D7EAB7D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</w:t>
            </w:r>
          </w:p>
          <w:p w14:paraId="0D316E01" w14:textId="5F85C1CF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3C55C978" w14:textId="29691584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421EE7C5" w14:textId="3F6B3156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36AE4EFA" w14:textId="0E50758E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 </w:t>
            </w:r>
          </w:p>
          <w:p w14:paraId="5818A190" w14:textId="3FBA7CBD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3FAFBDC" w14:textId="70502251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</w:p>
          <w:p w14:paraId="0E9D0C01" w14:textId="4D417E74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</w:p>
          <w:p w14:paraId="39E2371D" w14:textId="649CF9E3" w:rsidR="002B3E21" w:rsidRPr="00A128FE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36692894" w14:textId="752B59D2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e valorização das diferenças individuais</w:t>
            </w:r>
          </w:p>
          <w:p w14:paraId="7B4695D2" w14:textId="1B21BDC2" w:rsidR="002B3E21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sensibilidade e bem-estar dos outros</w:t>
            </w:r>
          </w:p>
          <w:p w14:paraId="5DEE943F" w14:textId="787987AD" w:rsidR="002B3E21" w:rsidRPr="00AB5AF8" w:rsidRDefault="002B3E21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</w:t>
            </w:r>
          </w:p>
          <w:p w14:paraId="24BA1193" w14:textId="77777777" w:rsidR="002B3E21" w:rsidRPr="00057283" w:rsidRDefault="002B3E21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DE76580" w14:textId="77777777" w:rsidR="00E0056F" w:rsidRDefault="00E0056F" w:rsidP="00E0056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12DBA63" w14:textId="77777777" w:rsidR="00E0056F" w:rsidRDefault="00E0056F" w:rsidP="00E0056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4AF4090" w14:textId="77777777" w:rsidR="00057E69" w:rsidRPr="00F87025" w:rsidRDefault="00057E69" w:rsidP="00057E6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24C81B8" w14:textId="77777777" w:rsidR="00057E69" w:rsidRPr="00C3428A" w:rsidRDefault="00057E69" w:rsidP="00057E69">
      <w:pPr>
        <w:spacing w:before="120"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5C194C87" w14:textId="678D6383" w:rsidR="00057E69" w:rsidRPr="00AB5AF8" w:rsidRDefault="00057E69" w:rsidP="00057E69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 </w:t>
      </w:r>
    </w:p>
    <w:p w14:paraId="5199CB55" w14:textId="11F10D06" w:rsidR="00057E69" w:rsidRPr="00AB5AF8" w:rsidRDefault="00057E69" w:rsidP="00057E69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Aplicando técnicas de comunicação e negociação adequadas aos interlocutores e ao contexto</w:t>
      </w:r>
    </w:p>
    <w:p w14:paraId="141A5220" w14:textId="59E92CBD" w:rsidR="00057E69" w:rsidRDefault="00057E69" w:rsidP="00057E69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 Analisando problemas e propondo soluções</w:t>
      </w:r>
    </w:p>
    <w:p w14:paraId="50CD4BB9" w14:textId="61663B4E" w:rsidR="00057E69" w:rsidRDefault="00057E69" w:rsidP="00057E69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</w:rPr>
        <w:t>CD4. G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erando oportunidades de desenvolvimento e aprendizagem colaborativa</w:t>
      </w:r>
    </w:p>
    <w:p w14:paraId="6EDED797" w14:textId="77777777" w:rsidR="00057E69" w:rsidRPr="00136AD8" w:rsidRDefault="00057E69" w:rsidP="00057E6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019E75" w14:textId="77777777" w:rsidR="00057E69" w:rsidRPr="00F87025" w:rsidRDefault="00057E69" w:rsidP="00057E6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673A4F9" w14:textId="77777777" w:rsidR="00057E69" w:rsidRPr="00A75D7E" w:rsidRDefault="00057E69" w:rsidP="00057E69">
      <w:pPr>
        <w:pStyle w:val="PargrafodaLista"/>
        <w:numPr>
          <w:ilvl w:val="0"/>
          <w:numId w:val="3"/>
        </w:numPr>
        <w:rPr>
          <w:rFonts w:ascii="Verdana Pro Light" w:eastAsia="Arial Unicode MS" w:hAnsi="Verdana Pro Light" w:cs="Arial Unicode MS"/>
          <w:sz w:val="18"/>
          <w:szCs w:val="18"/>
        </w:rPr>
      </w:pPr>
      <w:r w:rsidRPr="00A75D7E">
        <w:rPr>
          <w:rFonts w:ascii="Verdana Pro Light" w:eastAsia="Arial Unicode MS" w:hAnsi="Verdana Pro Light" w:cs="Arial Unicode MS"/>
          <w:sz w:val="18"/>
          <w:szCs w:val="18"/>
        </w:rPr>
        <w:t>Entidades públicas (governo, autarquias, universidades, etc.); Empresas privadas de recuperação de património; Organizações Não Governamentais (ONG)</w:t>
      </w:r>
    </w:p>
    <w:p w14:paraId="4FE2FB15" w14:textId="77777777" w:rsidR="00057E69" w:rsidRPr="00490A8B" w:rsidRDefault="00057E69" w:rsidP="00057E6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1C7270D" w14:textId="77777777" w:rsidR="00057E69" w:rsidRPr="00051C79" w:rsidRDefault="00057E69" w:rsidP="00057E6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31F011" w14:textId="77777777" w:rsidR="00057E69" w:rsidRPr="00F87025" w:rsidRDefault="00057E69" w:rsidP="00057E6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6D3ADEA" w14:textId="29FE07B6" w:rsidR="00057E69" w:rsidRPr="00DA0C85" w:rsidRDefault="00057E69" w:rsidP="00057E6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eastAsia="Arial Unicode MS" w:hAnsi="Verdana Pro Light" w:cs="Arial Unicode MS"/>
          <w:i/>
          <w:sz w:val="18"/>
          <w:szCs w:val="18"/>
        </w:rPr>
        <w:t>internet</w:t>
      </w:r>
    </w:p>
    <w:p w14:paraId="31C3DFDF" w14:textId="0EBA08D2" w:rsidR="00057E69" w:rsidRPr="00DA0C85" w:rsidRDefault="00057E69" w:rsidP="00057E6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interação, de comunicação e produtividade</w:t>
      </w:r>
    </w:p>
    <w:p w14:paraId="42703D36" w14:textId="117AABEF" w:rsidR="00057E69" w:rsidRDefault="00057E69" w:rsidP="00057E6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</w:t>
      </w:r>
    </w:p>
    <w:p w14:paraId="66E91A3B" w14:textId="77777777" w:rsidR="00057E69" w:rsidRPr="00501DC8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Boas práticas na comunicação</w:t>
      </w:r>
    </w:p>
    <w:p w14:paraId="17A02C91" w14:textId="77777777" w:rsidR="00057E69" w:rsidRPr="00501DC8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6DA7610" w14:textId="77777777" w:rsidR="00057E69" w:rsidRPr="00501DC8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5F03747" w14:textId="77777777" w:rsidR="00057E69" w:rsidRPr="00501DC8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85752F" w14:textId="77777777" w:rsidR="00057E69" w:rsidRPr="00501DC8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9ED7679" w14:textId="77777777" w:rsidR="00057E69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5E6D71A" w14:textId="77777777" w:rsidR="00057E69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3D6BD70" w14:textId="77777777" w:rsidR="00057E69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02E45FB" w14:textId="77777777" w:rsidR="00057E69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A3F9549" w14:textId="77777777" w:rsidR="00057E69" w:rsidRPr="00501DC8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4EE8F6" w14:textId="77777777" w:rsidR="00057E69" w:rsidRPr="00051C79" w:rsidRDefault="00057E69" w:rsidP="00057E6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4BFE3B" w14:textId="77777777" w:rsidR="00057E69" w:rsidRPr="00F87025" w:rsidRDefault="00057E69" w:rsidP="00057E6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14D199C" w14:textId="77777777" w:rsidR="00E0056F" w:rsidRDefault="00E0056F" w:rsidP="00E005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DC4865" w14:textId="77777777" w:rsidR="00E0056F" w:rsidRPr="00051C79" w:rsidRDefault="00E0056F" w:rsidP="00E005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D2128C" w14:textId="77777777" w:rsidR="00E0056F" w:rsidRPr="00051C79" w:rsidRDefault="00E0056F" w:rsidP="00E005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1E661E" w14:textId="77777777" w:rsidR="00E0056F" w:rsidRDefault="00E0056F" w:rsidP="00E0056F">
      <w:pPr>
        <w:rPr>
          <w:rFonts w:ascii="Verdana Pro Light" w:hAnsi="Verdana Pro Light"/>
          <w:smallCaps/>
        </w:rPr>
      </w:pPr>
    </w:p>
    <w:p w14:paraId="55405DE5" w14:textId="77777777" w:rsidR="00E0056F" w:rsidRDefault="00E0056F" w:rsidP="00E0056F">
      <w:pPr>
        <w:rPr>
          <w:rFonts w:ascii="Verdana Pro Light" w:hAnsi="Verdana Pro Light"/>
          <w:smallCaps/>
        </w:rPr>
      </w:pPr>
    </w:p>
    <w:p w14:paraId="215F0198" w14:textId="77777777" w:rsidR="00E0056F" w:rsidRDefault="00E0056F" w:rsidP="00E0056F">
      <w:pPr>
        <w:rPr>
          <w:rFonts w:ascii="Verdana Pro Light" w:hAnsi="Verdana Pro Light"/>
          <w:smallCaps/>
        </w:rPr>
      </w:pPr>
    </w:p>
    <w:p w14:paraId="54CCF12B" w14:textId="77777777" w:rsidR="00E0056F" w:rsidRDefault="00E0056F" w:rsidP="00E0056F">
      <w:pPr>
        <w:rPr>
          <w:rFonts w:ascii="Verdana Pro Light" w:hAnsi="Verdana Pro Light"/>
          <w:smallCaps/>
        </w:rPr>
      </w:pPr>
    </w:p>
    <w:p w14:paraId="554CED5D" w14:textId="77777777" w:rsidR="00E0056F" w:rsidRDefault="00E0056F" w:rsidP="00E0056F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7E69" w:rsidRPr="00136AD8" w14:paraId="3F34CAEF" w14:textId="77777777" w:rsidTr="00CB6ED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EF17E75" w14:textId="6AD04633" w:rsidR="00057E69" w:rsidRPr="00AD5225" w:rsidRDefault="00057E69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0000/002</w:t>
            </w:r>
            <w:r w:rsidR="00EB2AEC"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18D2799" w14:textId="5AB33792" w:rsidR="00057E69" w:rsidRPr="00AD5225" w:rsidRDefault="00674CCF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Implementar normas de segurança </w:t>
            </w:r>
            <w:r w:rsidR="00455FA3"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e saúde no trabalho</w:t>
            </w:r>
            <w:r w:rsidR="006E4AC5"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 no contexto da atividade arqueológica</w:t>
            </w:r>
          </w:p>
        </w:tc>
      </w:tr>
      <w:tr w:rsidR="00057E69" w:rsidRPr="00136AD8" w14:paraId="04853CDB" w14:textId="77777777" w:rsidTr="00CB6ED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75A0F0F" w14:textId="77777777" w:rsidR="00057E69" w:rsidRPr="00AD5225" w:rsidRDefault="00057E69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500A34C" w14:textId="324239E2" w:rsidR="00057E69" w:rsidRPr="00AD5225" w:rsidRDefault="00E8659F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Normas de seguranç</w:t>
            </w:r>
            <w:r w:rsidR="003F4BD3"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a e saúde no trabalho no contexto da atividade arqueológica</w:t>
            </w:r>
          </w:p>
        </w:tc>
      </w:tr>
    </w:tbl>
    <w:p w14:paraId="067C516A" w14:textId="77777777" w:rsidR="00057E69" w:rsidRPr="00136AD8" w:rsidRDefault="00057E69" w:rsidP="00057E6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A4BF74B" w14:textId="77777777" w:rsidR="00057E69" w:rsidRPr="003200F2" w:rsidRDefault="00057E69" w:rsidP="00057E6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F5AE364" w14:textId="77777777" w:rsidR="00057E69" w:rsidRPr="00136AD8" w:rsidRDefault="00057E69" w:rsidP="00057E6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57E69" w:rsidRPr="00136AD8" w14:paraId="0F314AF8" w14:textId="77777777" w:rsidTr="00CB6ED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D269CA" w14:textId="77777777" w:rsidR="00057E69" w:rsidRPr="001B353A" w:rsidRDefault="00057E69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57E69" w:rsidRPr="00136AD8" w14:paraId="560CC91D" w14:textId="77777777" w:rsidTr="00CB6ED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E5A601" w14:textId="77777777" w:rsidR="00EB1E91" w:rsidRPr="00EB1E91" w:rsidRDefault="00057E69" w:rsidP="00EB1E9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B1E91" w:rsidRPr="00EB1E91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os princípios gerais sobre segurança e saúde no trabalho.</w:t>
            </w:r>
          </w:p>
          <w:p w14:paraId="6B296CC9" w14:textId="3B6C2805" w:rsidR="00057E69" w:rsidRPr="001B353A" w:rsidRDefault="00EB1E91" w:rsidP="00EB1E9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B1E91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Aplicar medidas e procedimentos de segurança e saúde no trabalho</w:t>
            </w:r>
          </w:p>
          <w:p w14:paraId="2F3F4B0A" w14:textId="77777777" w:rsidR="00057E69" w:rsidRPr="001B353A" w:rsidRDefault="00057E69" w:rsidP="00CB6E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2A2E8764" w14:textId="77777777" w:rsidR="00057E69" w:rsidRPr="001B353A" w:rsidRDefault="00057E69" w:rsidP="00CB6E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057E69" w:rsidRPr="00136AD8" w14:paraId="02A2626F" w14:textId="77777777" w:rsidTr="00CB6ED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8C49CF" w14:textId="77777777" w:rsidR="00057E69" w:rsidRPr="001B353A" w:rsidRDefault="00057E69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F84FBB" w14:textId="77777777" w:rsidR="00057E69" w:rsidRPr="001B353A" w:rsidRDefault="00057E69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C17A85B" w14:textId="77777777" w:rsidR="00057E69" w:rsidRPr="001B353A" w:rsidRDefault="00057E69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8366D" w:rsidRPr="00057283" w14:paraId="66E5A09A" w14:textId="77777777" w:rsidTr="0058366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9465A" w14:textId="73A1BCEC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segurança e saúde no trabalho</w:t>
            </w:r>
          </w:p>
          <w:p w14:paraId="582CA36A" w14:textId="6E3E81C7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e disposições relativas à segurança e saúde no contexto da atividade arqueológica – legislação</w:t>
            </w:r>
          </w:p>
          <w:p w14:paraId="4386069A" w14:textId="2089E03A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segurança do estabelecimento</w:t>
            </w:r>
          </w:p>
          <w:p w14:paraId="07B82DC5" w14:textId="646BE297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prevenção de acidentes</w:t>
            </w:r>
          </w:p>
          <w:p w14:paraId="3FC0A0A7" w14:textId="19E0ACAD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prevenção de incêndios</w:t>
            </w:r>
          </w:p>
          <w:p w14:paraId="5BE00873" w14:textId="5B4D18F3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evacuação</w:t>
            </w:r>
          </w:p>
          <w:p w14:paraId="3CB0FF31" w14:textId="37C313A5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contra roubos</w:t>
            </w:r>
          </w:p>
          <w:p w14:paraId="6D3AC55A" w14:textId="51D573F6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Manuais de segurança</w:t>
            </w:r>
          </w:p>
          <w:p w14:paraId="02B203A3" w14:textId="77777777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Meios e regras de segurança nos museus e no património </w:t>
            </w:r>
          </w:p>
          <w:p w14:paraId="02423419" w14:textId="04CE881A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proteção individual (EPI), métodos de supressão da negligência e falta de atenção, proteção de máquinas e ergonomia</w:t>
            </w:r>
          </w:p>
          <w:p w14:paraId="40D5592F" w14:textId="12A99580" w:rsidR="0058366D" w:rsidRPr="00C17B73" w:rsidRDefault="0058366D" w:rsidP="00C17B73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segurança na condução de equipamento e na movimentação de materiais - normas do vestuário, prevenção de choques elétricos, movimentação de peças pesadas</w:t>
            </w:r>
            <w:r w:rsidRPr="00C17B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3CB3018" w14:textId="0ED8FB69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Causas de acidentes no trabalho - acidentes de movimentação, choques e quedas, acidentes provocados por ferramentas e máquinas em movimento, choques elétricos, acidentes </w:t>
            </w: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provocados por agentes químicos e gases, queimaduras</w:t>
            </w:r>
          </w:p>
          <w:p w14:paraId="3500DA9E" w14:textId="77777777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Caixa de primeiros socorros.</w:t>
            </w:r>
          </w:p>
          <w:p w14:paraId="7CCFA754" w14:textId="3531AF8E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Situações de emergência - perda de sentidos, feridas aberta e fechada, queimadura, choque elétrico, eletrocussões, ataque cardíaco, entorses ou distensões, envenenamento, queimaduras</w:t>
            </w:r>
          </w:p>
          <w:p w14:paraId="455329BE" w14:textId="4E28AE35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Causas de incêndio - sistema de aquecimento e cozedura, chaminé e tubos de fumo, materiais inflamáveis, aparelhos elétricos, trabalhadores e outras pessoas fumadoras</w:t>
            </w:r>
          </w:p>
          <w:p w14:paraId="22752AFA" w14:textId="09AFF602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incêndio</w:t>
            </w:r>
          </w:p>
          <w:p w14:paraId="03FE8134" w14:textId="3E7D5A88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Sistemas de deteção </w:t>
            </w:r>
          </w:p>
          <w:p w14:paraId="55AF6D33" w14:textId="6A06E8E6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extintores</w:t>
            </w:r>
          </w:p>
          <w:p w14:paraId="45FD180A" w14:textId="2621A310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Incêndio - plano de ataque, manipulação de extintores, acionamento do sistema automático</w:t>
            </w:r>
          </w:p>
          <w:p w14:paraId="199021A9" w14:textId="737958AD" w:rsidR="0058366D" w:rsidRPr="001B353A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extinção de incêndio de gás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804B2" w14:textId="079C8D8F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as normas relativas à segurança e saúde no trabalho</w:t>
            </w:r>
          </w:p>
          <w:p w14:paraId="3688F243" w14:textId="10AAE840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 plano de segurança do estabelecimento</w:t>
            </w:r>
          </w:p>
          <w:p w14:paraId="3EC2C6C3" w14:textId="62A936DF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manuais de segurança</w:t>
            </w:r>
          </w:p>
          <w:p w14:paraId="514FF92F" w14:textId="775067C0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medidas de prevenção do risco</w:t>
            </w:r>
          </w:p>
          <w:p w14:paraId="041771D2" w14:textId="09A0C273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em caso de acidente de trabalho</w:t>
            </w:r>
          </w:p>
          <w:p w14:paraId="12762E6E" w14:textId="6E2B2E6B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de emergência</w:t>
            </w:r>
          </w:p>
          <w:p w14:paraId="5ADFDAB8" w14:textId="083B835D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medidas de prevenção de roubo</w:t>
            </w:r>
          </w:p>
          <w:p w14:paraId="58D6BDDA" w14:textId="27DDEF8C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 diferentes tipos de incêndio e respetivos sistemas de deteção e de extinção</w:t>
            </w:r>
          </w:p>
          <w:p w14:paraId="413E3B72" w14:textId="61522839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medidas de prevenção de incêndios</w:t>
            </w:r>
          </w:p>
          <w:p w14:paraId="0B7B69CC" w14:textId="3689D8E2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 extintor</w:t>
            </w:r>
          </w:p>
          <w:p w14:paraId="1896615F" w14:textId="43733A21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equipamentos de proteção individual</w:t>
            </w:r>
          </w:p>
          <w:p w14:paraId="5C223E12" w14:textId="6F059006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Reportar a </w:t>
            </w:r>
            <w:proofErr w:type="gramStart"/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situação de emergência</w:t>
            </w:r>
            <w:proofErr w:type="gramEnd"/>
          </w:p>
          <w:p w14:paraId="28B41A19" w14:textId="77777777" w:rsidR="0058366D" w:rsidRPr="00057283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9F798" w14:textId="149D6341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367C32C6" w14:textId="76757F31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55B4A461" w14:textId="15CD0CEC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</w:t>
            </w:r>
          </w:p>
          <w:p w14:paraId="0E12FDE6" w14:textId="7076BA11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09A3202C" w14:textId="5170D3B5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5215F3A0" w14:textId="7BE669AC" w:rsidR="0058366D" w:rsidRPr="0058366D" w:rsidRDefault="0058366D" w:rsidP="005836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normas de segurança</w:t>
            </w:r>
          </w:p>
          <w:p w14:paraId="2F303172" w14:textId="77777777" w:rsidR="0058366D" w:rsidRPr="00057283" w:rsidRDefault="0058366D" w:rsidP="005836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7635655" w14:textId="77777777" w:rsidR="00057E69" w:rsidRDefault="00057E69" w:rsidP="00057E6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8F3B52D" w14:textId="77777777" w:rsidR="00057E69" w:rsidRDefault="00057E69" w:rsidP="00057E6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87A3EF7" w14:textId="77777777" w:rsidR="00057E69" w:rsidRPr="00F87025" w:rsidRDefault="00057E69" w:rsidP="00057E6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4CE455F" w14:textId="77777777" w:rsidR="00057E69" w:rsidRPr="00F20E6F" w:rsidRDefault="00057E69" w:rsidP="00057E6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8FC65A4" w14:textId="77777777" w:rsidR="0017649C" w:rsidRPr="0017649C" w:rsidRDefault="0017649C" w:rsidP="001764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764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45D4290F" w14:textId="77777777" w:rsidR="0017649C" w:rsidRPr="0017649C" w:rsidRDefault="0017649C" w:rsidP="001764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764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001764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situação de emergência</w:t>
      </w:r>
      <w:proofErr w:type="gramEnd"/>
      <w:r w:rsidRPr="001764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2F04D30" w14:textId="7737EE2D" w:rsidR="00057E69" w:rsidRPr="0064164C" w:rsidRDefault="0017649C" w:rsidP="001764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764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Respeitando o protocolo interno definido.</w:t>
      </w:r>
      <w:r w:rsidR="00057E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="00057E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7CE07E0" w14:textId="77777777" w:rsidR="00057E69" w:rsidRPr="0064164C" w:rsidRDefault="00057E69" w:rsidP="00057E6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610E341" w14:textId="77777777" w:rsidR="00057E69" w:rsidRPr="00136AD8" w:rsidRDefault="00057E69" w:rsidP="00057E6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EB2E60" w14:textId="77777777" w:rsidR="00057E69" w:rsidRPr="00F87025" w:rsidRDefault="00057E69" w:rsidP="00057E6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95ED2CB" w14:textId="77777777" w:rsidR="00057E69" w:rsidRPr="00984B30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25C99F40" w14:textId="77777777" w:rsidR="00057E69" w:rsidRPr="00984B30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2EF0F99" w14:textId="77777777" w:rsidR="00057E69" w:rsidRPr="00984B30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8364702" w14:textId="77777777" w:rsidR="00057E69" w:rsidRPr="00984B30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4EFD2F" w14:textId="77777777" w:rsidR="00057E69" w:rsidRPr="00051C79" w:rsidRDefault="00057E69" w:rsidP="00057E6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53A54D" w14:textId="77777777" w:rsidR="00057E69" w:rsidRPr="00F87025" w:rsidRDefault="00057E69" w:rsidP="00057E6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9F8ACB2" w14:textId="2A2DDE8D" w:rsidR="00D92D7E" w:rsidRPr="00D92D7E" w:rsidRDefault="00D92D7E" w:rsidP="00D92D7E">
      <w:pPr>
        <w:pStyle w:val="PargrafodaLista"/>
        <w:numPr>
          <w:ilvl w:val="0"/>
          <w:numId w:val="3"/>
        </w:numPr>
        <w:spacing w:before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92D7E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internet. </w:t>
      </w:r>
    </w:p>
    <w:p w14:paraId="4405E4D5" w14:textId="77777777" w:rsidR="00D92D7E" w:rsidRPr="00D92D7E" w:rsidRDefault="00D92D7E" w:rsidP="00D92D7E">
      <w:pPr>
        <w:pStyle w:val="PargrafodaLista"/>
        <w:numPr>
          <w:ilvl w:val="0"/>
          <w:numId w:val="3"/>
        </w:numPr>
        <w:spacing w:before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92D7E">
        <w:rPr>
          <w:rFonts w:ascii="Verdana Pro Light" w:eastAsia="Arial Unicode MS" w:hAnsi="Verdana Pro Light" w:cs="Arial Unicode MS"/>
          <w:sz w:val="18"/>
          <w:szCs w:val="18"/>
        </w:rPr>
        <w:t>Legislação sobre segurança e saúde no trabalho.</w:t>
      </w:r>
    </w:p>
    <w:p w14:paraId="312893C0" w14:textId="77777777" w:rsidR="00D92D7E" w:rsidRPr="00D92D7E" w:rsidRDefault="00D92D7E" w:rsidP="00D92D7E">
      <w:pPr>
        <w:pStyle w:val="PargrafodaLista"/>
        <w:numPr>
          <w:ilvl w:val="0"/>
          <w:numId w:val="3"/>
        </w:numPr>
        <w:spacing w:before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92D7E">
        <w:rPr>
          <w:rFonts w:ascii="Verdana Pro Light" w:eastAsia="Arial Unicode MS" w:hAnsi="Verdana Pro Light" w:cs="Arial Unicode MS"/>
          <w:sz w:val="18"/>
          <w:szCs w:val="18"/>
        </w:rPr>
        <w:t>Normativos específicos de segurança e saúde no trabalho.</w:t>
      </w:r>
    </w:p>
    <w:p w14:paraId="7CB8F474" w14:textId="77777777" w:rsidR="00D92D7E" w:rsidRPr="00D92D7E" w:rsidRDefault="00D92D7E" w:rsidP="00D92D7E">
      <w:pPr>
        <w:pStyle w:val="PargrafodaLista"/>
        <w:numPr>
          <w:ilvl w:val="0"/>
          <w:numId w:val="3"/>
        </w:numPr>
        <w:spacing w:before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92D7E">
        <w:rPr>
          <w:rFonts w:ascii="Verdana Pro Light" w:eastAsia="Arial Unicode MS" w:hAnsi="Verdana Pro Light" w:cs="Arial Unicode MS"/>
          <w:sz w:val="18"/>
          <w:szCs w:val="18"/>
        </w:rPr>
        <w:t>Documentação sobre segurança e saúde no trabalho (relatórios, folhetos, brochuras, outros).</w:t>
      </w:r>
    </w:p>
    <w:p w14:paraId="5E86FFD3" w14:textId="77777777" w:rsidR="00D92D7E" w:rsidRPr="00D92D7E" w:rsidRDefault="00D92D7E" w:rsidP="00D92D7E">
      <w:pPr>
        <w:pStyle w:val="PargrafodaLista"/>
        <w:numPr>
          <w:ilvl w:val="0"/>
          <w:numId w:val="3"/>
        </w:numPr>
        <w:spacing w:before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92D7E">
        <w:rPr>
          <w:rFonts w:ascii="Verdana Pro Light" w:eastAsia="Arial Unicode MS" w:hAnsi="Verdana Pro Light" w:cs="Arial Unicode MS"/>
          <w:sz w:val="18"/>
          <w:szCs w:val="18"/>
        </w:rPr>
        <w:t>Equipamentos de proteção individual (EPI).</w:t>
      </w:r>
    </w:p>
    <w:p w14:paraId="7C111AE3" w14:textId="77777777" w:rsidR="00D92D7E" w:rsidRPr="00D92D7E" w:rsidRDefault="00D92D7E" w:rsidP="00D92D7E">
      <w:pPr>
        <w:pStyle w:val="PargrafodaLista"/>
        <w:numPr>
          <w:ilvl w:val="0"/>
          <w:numId w:val="3"/>
        </w:numPr>
        <w:spacing w:before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92D7E">
        <w:rPr>
          <w:rFonts w:ascii="Verdana Pro Light" w:eastAsia="Arial Unicode MS" w:hAnsi="Verdana Pro Light" w:cs="Arial Unicode MS"/>
          <w:sz w:val="18"/>
          <w:szCs w:val="18"/>
        </w:rPr>
        <w:t>Planos de prevenção de acidentes, de incêndios, de evacuação e de roubo.</w:t>
      </w:r>
    </w:p>
    <w:p w14:paraId="3741837B" w14:textId="77777777" w:rsidR="00D92D7E" w:rsidRPr="00D92D7E" w:rsidRDefault="00D92D7E" w:rsidP="00D92D7E">
      <w:pPr>
        <w:pStyle w:val="PargrafodaLista"/>
        <w:numPr>
          <w:ilvl w:val="0"/>
          <w:numId w:val="3"/>
        </w:numPr>
        <w:spacing w:before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92D7E">
        <w:rPr>
          <w:rFonts w:ascii="Verdana Pro Light" w:eastAsia="Arial Unicode MS" w:hAnsi="Verdana Pro Light" w:cs="Arial Unicode MS"/>
          <w:sz w:val="18"/>
          <w:szCs w:val="18"/>
        </w:rPr>
        <w:t>Planos de emergência</w:t>
      </w:r>
    </w:p>
    <w:p w14:paraId="1DF961C7" w14:textId="675DD9D3" w:rsidR="00057E69" w:rsidRPr="009A5236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28CADD" w14:textId="77777777" w:rsidR="00057E69" w:rsidRPr="00501DC8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FB4345" w14:textId="77777777" w:rsidR="00057E69" w:rsidRPr="00501DC8" w:rsidRDefault="00057E69" w:rsidP="00057E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850AF8" w14:textId="77777777" w:rsidR="00057E69" w:rsidRPr="00F87025" w:rsidRDefault="00057E69" w:rsidP="00057E6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10297ED" w14:textId="77777777" w:rsidR="00057E69" w:rsidRDefault="00057E69" w:rsidP="00057E6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F1EB8A" w14:textId="77777777" w:rsidR="00057E69" w:rsidRDefault="00057E69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FA17B4" w14:textId="77777777" w:rsidR="005B5A7A" w:rsidRDefault="005B5A7A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CBACE0" w14:textId="77777777" w:rsidR="005B5A7A" w:rsidRDefault="005B5A7A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144736" w14:textId="77777777" w:rsidR="005B5A7A" w:rsidRDefault="005B5A7A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2F3FA3" w14:textId="77777777" w:rsidR="005B5A7A" w:rsidRDefault="005B5A7A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9CAE4F" w14:textId="77777777" w:rsidR="005B5A7A" w:rsidRDefault="005B5A7A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4C3B72" w14:textId="77777777" w:rsidR="005B5A7A" w:rsidRDefault="005B5A7A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0CF2EA" w14:textId="77777777" w:rsidR="00BB106C" w:rsidRDefault="00BB106C" w:rsidP="00857E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B106C" w:rsidRPr="00136AD8" w14:paraId="366AE5F7" w14:textId="77777777" w:rsidTr="00A363F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16B364C" w14:textId="5B807556" w:rsidR="00BB106C" w:rsidRPr="00AD5225" w:rsidRDefault="00BB106C" w:rsidP="00A363F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0000/002</w:t>
            </w:r>
            <w:r w:rsidR="00EB2AEC"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0EC366" w14:textId="77777777" w:rsidR="00BB106C" w:rsidRPr="00AD5225" w:rsidRDefault="00BB106C" w:rsidP="00A363F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Implementar normas legais da atividade arqueológica nacional</w:t>
            </w:r>
          </w:p>
        </w:tc>
      </w:tr>
      <w:tr w:rsidR="00BB106C" w:rsidRPr="00136AD8" w14:paraId="3FF2AF23" w14:textId="77777777" w:rsidTr="00A363F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E04FA44" w14:textId="77777777" w:rsidR="00BB106C" w:rsidRPr="00AD5225" w:rsidRDefault="00BB106C" w:rsidP="00A363F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001CBC2" w14:textId="7B76F322" w:rsidR="00BB106C" w:rsidRPr="00AD5225" w:rsidRDefault="002E0EB6" w:rsidP="00A363F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N</w:t>
            </w:r>
            <w:r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ormas legais da atividade arqueológica nacional</w:t>
            </w:r>
          </w:p>
        </w:tc>
      </w:tr>
    </w:tbl>
    <w:p w14:paraId="5C35AD80" w14:textId="77777777" w:rsidR="00BB106C" w:rsidRPr="00136AD8" w:rsidRDefault="00BB106C" w:rsidP="00BB10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24DF4E6" w14:textId="77777777" w:rsidR="00BB106C" w:rsidRPr="003200F2" w:rsidRDefault="00BB106C" w:rsidP="00BB10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3B8D686" w14:textId="77777777" w:rsidR="00BB106C" w:rsidRPr="00136AD8" w:rsidRDefault="00BB106C" w:rsidP="00BB10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B106C" w:rsidRPr="00136AD8" w14:paraId="35415F39" w14:textId="77777777" w:rsidTr="00A363F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0AAAA5" w14:textId="77777777" w:rsidR="00BB106C" w:rsidRPr="001B353A" w:rsidRDefault="00BB106C" w:rsidP="00A363F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B106C" w:rsidRPr="00136AD8" w14:paraId="64BD04BD" w14:textId="77777777" w:rsidTr="00A363F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EEDB1C" w14:textId="53CCDAFF" w:rsidR="00BB106C" w:rsidRPr="00666AC4" w:rsidRDefault="00BB106C" w:rsidP="00A363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F67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Assegurar </w:t>
            </w:r>
            <w:r w:rsidR="00CF67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mecanismos legais</w:t>
            </w:r>
            <w:r w:rsidRPr="00CF67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preservação</w:t>
            </w:r>
            <w:r w:rsidRPr="00CF67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património cultural</w:t>
            </w:r>
          </w:p>
          <w:p w14:paraId="11588D01" w14:textId="77777777" w:rsidR="00BB106C" w:rsidRPr="001B353A" w:rsidRDefault="00BB106C" w:rsidP="00A363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66AC4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666AC4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85AE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o utilizador dos </w:t>
            </w:r>
            <w:r w:rsidRPr="000D1E01">
              <w:rPr>
                <w:rFonts w:ascii="Verdana Pro Light" w:eastAsia="Arial Unicode MS" w:hAnsi="Verdana Pro Light" w:cs="Arial Unicode MS"/>
                <w:sz w:val="18"/>
                <w:szCs w:val="18"/>
              </w:rPr>
              <w:t>principais mecanismos legais de proteção do património cultural</w:t>
            </w:r>
          </w:p>
          <w:p w14:paraId="0D260BF3" w14:textId="77777777" w:rsidR="00BB106C" w:rsidRPr="001B353A" w:rsidRDefault="00BB106C" w:rsidP="00A363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D55A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3D55AE">
              <w:rPr>
                <w:rFonts w:ascii="Verdana Pro Light" w:eastAsia="Arial Unicode MS" w:hAnsi="Verdana Pro Light" w:cs="Arial Unicode MS"/>
                <w:sz w:val="18"/>
                <w:szCs w:val="18"/>
                <w:highlight w:val="yellow"/>
                <w:lang w:eastAsia="pt-PT"/>
              </w:rPr>
              <w:t xml:space="preserve"> </w:t>
            </w:r>
          </w:p>
          <w:p w14:paraId="07A51FAE" w14:textId="77777777" w:rsidR="00BB106C" w:rsidRPr="001B353A" w:rsidRDefault="00BB106C" w:rsidP="00A363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BB106C" w:rsidRPr="00136AD8" w14:paraId="46178108" w14:textId="77777777" w:rsidTr="00A363F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6BBF25" w14:textId="77777777" w:rsidR="00BB106C" w:rsidRPr="001B353A" w:rsidRDefault="00BB106C" w:rsidP="00A363F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90CB47" w14:textId="77777777" w:rsidR="00BB106C" w:rsidRPr="001B353A" w:rsidRDefault="00BB106C" w:rsidP="00A363F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FD33EA7" w14:textId="77777777" w:rsidR="00BB106C" w:rsidRPr="001B353A" w:rsidRDefault="00BB106C" w:rsidP="00A363F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B106C" w:rsidRPr="00057283" w14:paraId="300D263D" w14:textId="77777777" w:rsidTr="00A363F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DED1F" w14:textId="77777777" w:rsidR="00BB106C" w:rsidRPr="00270BB9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70B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Estabilização jurídica do Património Cultural: A “Constituição Cultural” e as Orientações Internacionais e Europeias</w:t>
            </w:r>
          </w:p>
          <w:p w14:paraId="273E703E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A3F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 de Património Cultural</w:t>
            </w:r>
          </w:p>
          <w:p w14:paraId="2164B3EC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A3F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 da proteção e salvaguarda do Património Cultural</w:t>
            </w:r>
          </w:p>
          <w:p w14:paraId="2F571D75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A3F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Agentes de salvaguarda</w:t>
            </w:r>
          </w:p>
          <w:p w14:paraId="3C11D83D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A3F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política do Património Cultural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Princípios gerais e aplicações</w:t>
            </w:r>
          </w:p>
          <w:p w14:paraId="13A1619F" w14:textId="77777777" w:rsidR="00BB106C" w:rsidRPr="00CF6741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7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Bens Culturais e das Formas de Proteção: Inventariação – conceito e função; Classificação; Conceito operativo; Categorias e graus; Disciplina jurídica</w:t>
            </w:r>
          </w:p>
          <w:p w14:paraId="312AD2DA" w14:textId="77777777" w:rsidR="00BB106C" w:rsidRPr="002D1E04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1E0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Património Edificado como componente cultural do território – O planeamento territorial</w:t>
            </w:r>
          </w:p>
          <w:p w14:paraId="52E7B09D" w14:textId="77777777" w:rsidR="00BB106C" w:rsidRPr="00E216E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216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e regime de proteção do Património Arqueológico</w:t>
            </w:r>
          </w:p>
          <w:p w14:paraId="1D6F5273" w14:textId="77777777" w:rsidR="00BB106C" w:rsidRPr="009F511F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51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Regime sancionatório do Património Cultural</w:t>
            </w:r>
          </w:p>
          <w:p w14:paraId="52BAD055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Conhecer e respeitar a Política de Património Cultural</w:t>
            </w:r>
          </w:p>
          <w:p w14:paraId="63D71C73" w14:textId="77777777" w:rsidR="00BB106C" w:rsidRPr="001B353A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B643C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principais mecanismos legais de proteção do património cultural</w:t>
            </w:r>
          </w:p>
          <w:p w14:paraId="08F12053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Conhecer os </w:t>
            </w:r>
            <w:r w:rsidRPr="00590A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padrões internacionais para a proteção do patrim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590A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nio cultural</w:t>
            </w:r>
          </w:p>
          <w:p w14:paraId="2571D16B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finalidades de p</w:t>
            </w:r>
            <w:r w:rsidRPr="001301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reservação do patrim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1301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nio cultural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1301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promoção da diversidade cultural </w:t>
            </w:r>
          </w:p>
          <w:p w14:paraId="1A7BB15E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r</w:t>
            </w:r>
            <w:r w:rsidRPr="00F824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econhece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F824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diversidade e a importância dos bens culturais</w:t>
            </w:r>
          </w:p>
          <w:p w14:paraId="16501F2B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identificar a classificação do sítio arqueológico</w:t>
            </w:r>
            <w:r w:rsidRPr="005450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AC87B0E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regras e normas do planeamento territorial no património edificado</w:t>
            </w:r>
          </w:p>
          <w:p w14:paraId="1825980A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leis e os regulamentos específicos de proteção do património nos</w:t>
            </w:r>
            <w:r w:rsidRPr="00E216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sítios arqueológicos</w:t>
            </w:r>
          </w:p>
          <w:p w14:paraId="754663D6" w14:textId="77777777" w:rsidR="00BB106C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Conhecer o regime sancionatório do património cultural </w:t>
            </w:r>
          </w:p>
          <w:p w14:paraId="28710F64" w14:textId="77777777" w:rsidR="00BB106C" w:rsidRPr="00057283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8328B" w14:textId="77777777" w:rsidR="00BB106C" w:rsidRPr="0058366D" w:rsidRDefault="00BB106C" w:rsidP="00A363F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C67AF59" w14:textId="77777777" w:rsidR="00BB106C" w:rsidRPr="0058366D" w:rsidRDefault="00BB106C" w:rsidP="00A363F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30BED3A8" w14:textId="77777777" w:rsidR="00BB106C" w:rsidRPr="0058366D" w:rsidRDefault="00BB106C" w:rsidP="00A363F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36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normas de segurança</w:t>
            </w:r>
          </w:p>
          <w:p w14:paraId="23CAA448" w14:textId="77777777" w:rsidR="00BB106C" w:rsidRPr="00057283" w:rsidRDefault="00BB106C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</w:tc>
      </w:tr>
    </w:tbl>
    <w:p w14:paraId="0380C1F6" w14:textId="77777777" w:rsidR="00BB106C" w:rsidRDefault="00BB106C" w:rsidP="00BB10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D9DBF00" w14:textId="77777777" w:rsidR="00BB106C" w:rsidRDefault="00BB106C" w:rsidP="00BB10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7B54B87" w14:textId="77777777" w:rsidR="00BB106C" w:rsidRPr="00F87025" w:rsidRDefault="00BB106C" w:rsidP="00BB1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11F3C80" w14:textId="77777777" w:rsidR="00BB106C" w:rsidRPr="00F20E6F" w:rsidRDefault="00BB106C" w:rsidP="00BB10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660FF1F" w14:textId="77777777" w:rsidR="00BB106C" w:rsidRPr="00FF4F26" w:rsidRDefault="00BB106C" w:rsidP="00BB1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Conhecendo </w:t>
      </w:r>
      <w:r w:rsidRPr="00257E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proteção jurídica dos bens culturais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nacionais </w:t>
      </w:r>
    </w:p>
    <w:p w14:paraId="62283595" w14:textId="77777777" w:rsidR="00BB106C" w:rsidRPr="0064164C" w:rsidRDefault="00BB106C" w:rsidP="00BB1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F4F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Cumprindo os mecanismos legais e jurídicos de inventariação, classificação do património cultural</w:t>
      </w:r>
    </w:p>
    <w:p w14:paraId="3B9C6F7E" w14:textId="77777777" w:rsidR="00BB106C" w:rsidRPr="0064164C" w:rsidRDefault="00BB106C" w:rsidP="00BB1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Cumprindo as práticas adequadas de preservação do sítio arqueológico</w:t>
      </w:r>
    </w:p>
    <w:p w14:paraId="7B6E10DB" w14:textId="77777777" w:rsidR="00BB106C" w:rsidRPr="0064164C" w:rsidRDefault="00BB106C" w:rsidP="00BB1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889AAD4" w14:textId="77777777" w:rsidR="00BB106C" w:rsidRPr="0064164C" w:rsidRDefault="00BB106C" w:rsidP="00BB1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46B57DD" w14:textId="77777777" w:rsidR="00BB106C" w:rsidRPr="00136AD8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1692C1" w14:textId="77777777" w:rsidR="00BB106C" w:rsidRPr="00F87025" w:rsidRDefault="00BB106C" w:rsidP="00BB1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E08A4F1" w14:textId="77777777" w:rsidR="00BB106C" w:rsidRPr="00984B30" w:rsidRDefault="00BB106C" w:rsidP="00BB1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3CAC9F8C" w14:textId="77777777" w:rsidR="00BB106C" w:rsidRPr="00984B30" w:rsidRDefault="00BB106C" w:rsidP="00BB1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5718A36" w14:textId="77777777" w:rsidR="00BB106C" w:rsidRPr="00984B30" w:rsidRDefault="00BB106C" w:rsidP="00BB1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FD016FB" w14:textId="77777777" w:rsidR="00BB106C" w:rsidRPr="00984B30" w:rsidRDefault="00BB106C" w:rsidP="00BB1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0E5B19" w14:textId="77777777" w:rsidR="00BB106C" w:rsidRPr="00051C79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C9A59A" w14:textId="77777777" w:rsidR="00BB106C" w:rsidRPr="009607D8" w:rsidRDefault="00BB106C" w:rsidP="00BB1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4E2BE6A" w14:textId="77777777" w:rsidR="00BB106C" w:rsidRPr="00501DC8" w:rsidRDefault="00BB106C" w:rsidP="00BB1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Regulamentos</w:t>
      </w:r>
      <w:r w:rsidRPr="00D23A97">
        <w:rPr>
          <w:rFonts w:ascii="Verdana Pro Light" w:eastAsia="Arial Unicode MS" w:hAnsi="Verdana Pro Light" w:cs="Arial Unicode MS"/>
          <w:sz w:val="18"/>
          <w:szCs w:val="18"/>
        </w:rPr>
        <w:t xml:space="preserve"> internacionais para a proteção do patrim</w:t>
      </w:r>
      <w:r>
        <w:rPr>
          <w:rFonts w:ascii="Verdana Pro Light" w:eastAsia="Arial Unicode MS" w:hAnsi="Verdana Pro Light" w:cs="Arial Unicode MS"/>
          <w:sz w:val="18"/>
          <w:szCs w:val="18"/>
        </w:rPr>
        <w:t>ó</w:t>
      </w:r>
      <w:r w:rsidRPr="00D23A97">
        <w:rPr>
          <w:rFonts w:ascii="Verdana Pro Light" w:eastAsia="Arial Unicode MS" w:hAnsi="Verdana Pro Light" w:cs="Arial Unicode MS"/>
          <w:sz w:val="18"/>
          <w:szCs w:val="18"/>
        </w:rPr>
        <w:t>nio cultural</w:t>
      </w:r>
    </w:p>
    <w:p w14:paraId="39AFCE90" w14:textId="77777777" w:rsidR="00BB106C" w:rsidRPr="00501DC8" w:rsidRDefault="00BB106C" w:rsidP="00BB1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 nacional aplicada aos sítios arqueológicos</w:t>
      </w:r>
    </w:p>
    <w:p w14:paraId="28942D13" w14:textId="77777777" w:rsidR="00BB106C" w:rsidRPr="00984B30" w:rsidRDefault="00BB106C" w:rsidP="00BB1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9205AC" w14:textId="77777777" w:rsidR="00BB106C" w:rsidRPr="00984B30" w:rsidRDefault="00BB106C" w:rsidP="00BB1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F0742C" w14:textId="77777777" w:rsidR="00BB106C" w:rsidRPr="00984B30" w:rsidRDefault="00BB106C" w:rsidP="00BB1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A589E8" w14:textId="77777777" w:rsidR="00BB106C" w:rsidRPr="00AD2FF3" w:rsidRDefault="00BB106C" w:rsidP="00BB106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FA885E3" w14:textId="77777777" w:rsidR="00BB106C" w:rsidRPr="008A466A" w:rsidRDefault="00BB106C" w:rsidP="00BB106C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F253200" w14:textId="77777777" w:rsidR="00BB106C" w:rsidRPr="00051C79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FC105B" w14:textId="77777777" w:rsidR="00BB106C" w:rsidRPr="00F87025" w:rsidRDefault="00BB106C" w:rsidP="00BB1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10C2B54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E71F2B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A377E7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3BDD77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AC0482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35C6BF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1646DB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A9259C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14BAA5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493823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FB7BA4" w14:textId="77777777" w:rsidR="00BB106C" w:rsidRDefault="00BB106C" w:rsidP="00BB1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A466A" w:rsidRPr="00136AD8" w14:paraId="798CF4D2" w14:textId="77777777" w:rsidTr="00CB6ED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61D0B62" w14:textId="41917C53" w:rsidR="008A466A" w:rsidRPr="00AD5225" w:rsidRDefault="008A466A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0000/002</w:t>
            </w:r>
            <w:r w:rsidR="00EB2AEC"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34A6EE4" w14:textId="0F1AA572" w:rsidR="008A466A" w:rsidRPr="00AD5225" w:rsidRDefault="00C62F0B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Prestar informação sobre a atividade arqueológica</w:t>
            </w:r>
          </w:p>
        </w:tc>
      </w:tr>
      <w:tr w:rsidR="008A466A" w:rsidRPr="00136AD8" w14:paraId="7774491F" w14:textId="77777777" w:rsidTr="00CB6ED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F990DE2" w14:textId="77777777" w:rsidR="008A466A" w:rsidRPr="00AD5225" w:rsidRDefault="008A466A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DB658AB" w14:textId="0960A74F" w:rsidR="008A466A" w:rsidRPr="00AD5225" w:rsidRDefault="002E0EB6" w:rsidP="00CB6ED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mallCaps/>
                <w:sz w:val="18"/>
                <w:szCs w:val="18"/>
              </w:rPr>
            </w:pPr>
            <w:r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I</w:t>
            </w:r>
            <w:r w:rsidRPr="00AD5225">
              <w:rPr>
                <w:rFonts w:ascii="Verdana Pro Light" w:hAnsi="Verdana Pro Light" w:cs="Times New Roman"/>
                <w:smallCaps/>
                <w:sz w:val="18"/>
                <w:szCs w:val="18"/>
              </w:rPr>
              <w:t>nformação sobre a atividade arqueológica</w:t>
            </w:r>
          </w:p>
        </w:tc>
      </w:tr>
    </w:tbl>
    <w:p w14:paraId="43262286" w14:textId="77777777" w:rsidR="008A466A" w:rsidRPr="00136AD8" w:rsidRDefault="008A466A" w:rsidP="008A466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A03155C" w14:textId="77777777" w:rsidR="00185893" w:rsidRPr="00136AD8" w:rsidRDefault="00185893" w:rsidP="0018589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85893" w:rsidRPr="00136AD8" w14:paraId="43999A54" w14:textId="77777777" w:rsidTr="00CB6ED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573504" w14:textId="77777777" w:rsidR="00185893" w:rsidRPr="001B353A" w:rsidRDefault="00185893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85893" w:rsidRPr="00136AD8" w14:paraId="05860F0A" w14:textId="77777777" w:rsidTr="00CB6ED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C26FBA" w14:textId="77777777" w:rsidR="00185893" w:rsidRPr="00666AC4" w:rsidRDefault="00185893" w:rsidP="00CB6E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66AC4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 informação requerida acerca d</w:t>
            </w:r>
            <w:r w:rsidRPr="00382ACF">
              <w:rPr>
                <w:rFonts w:ascii="Verdana Pro Light" w:eastAsia="Arial Unicode MS" w:hAnsi="Verdana Pro Light" w:cs="Arial Unicode MS"/>
                <w:sz w:val="18"/>
                <w:szCs w:val="18"/>
              </w:rPr>
              <w:t>a atividade arqueológica</w:t>
            </w:r>
          </w:p>
          <w:p w14:paraId="1C45279C" w14:textId="77777777" w:rsidR="00185893" w:rsidRPr="001B353A" w:rsidRDefault="00185893" w:rsidP="00CB6E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66AC4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666AC4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Informar e esclarecer o cliente sobre </w:t>
            </w:r>
            <w:r w:rsidRPr="00382ACF">
              <w:rPr>
                <w:rFonts w:ascii="Verdana Pro Light" w:eastAsia="Arial Unicode MS" w:hAnsi="Verdana Pro Light" w:cs="Arial Unicode MS"/>
                <w:sz w:val="18"/>
                <w:szCs w:val="18"/>
              </w:rPr>
              <w:t>a atividade arqueológica</w:t>
            </w:r>
          </w:p>
          <w:p w14:paraId="240D5B06" w14:textId="77777777" w:rsidR="00185893" w:rsidRPr="001B353A" w:rsidRDefault="00185893" w:rsidP="00CB6E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</w:p>
          <w:p w14:paraId="2F69B65E" w14:textId="77777777" w:rsidR="00185893" w:rsidRPr="001B353A" w:rsidRDefault="00185893" w:rsidP="00CB6E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185893" w:rsidRPr="00136AD8" w14:paraId="65526368" w14:textId="77777777" w:rsidTr="00CB6ED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FBB2C7" w14:textId="77777777" w:rsidR="00185893" w:rsidRPr="001B353A" w:rsidRDefault="00185893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061BFE" w14:textId="77777777" w:rsidR="00185893" w:rsidRPr="001B353A" w:rsidRDefault="00185893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E6C8C62" w14:textId="77777777" w:rsidR="00185893" w:rsidRPr="001B353A" w:rsidRDefault="00185893" w:rsidP="00CB6ED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85893" w:rsidRPr="00057283" w14:paraId="00930FC9" w14:textId="77777777" w:rsidTr="00CB6ED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C7934" w14:textId="77777777" w:rsidR="00185893" w:rsidRPr="003C0084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Atividade arqueológica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antecedentes históricos</w:t>
            </w:r>
          </w:p>
          <w:p w14:paraId="6D82935C" w14:textId="77777777" w:rsidR="00185893" w:rsidRPr="003C0084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Influência socioeconómica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atividade</w:t>
            </w:r>
          </w:p>
          <w:p w14:paraId="455C1799" w14:textId="77777777" w:rsidR="00185893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Museus e de Património</w:t>
            </w:r>
          </w:p>
          <w:p w14:paraId="79022710" w14:textId="77777777" w:rsidR="00185893" w:rsidRPr="003C0084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Novas tendências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 w:rsidRPr="00BA08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atividade arqueológica 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 novos produtos e serviços</w:t>
            </w:r>
          </w:p>
          <w:p w14:paraId="62A192E3" w14:textId="77777777" w:rsidR="00185893" w:rsidRPr="003C0084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produtos e serviços</w:t>
            </w:r>
          </w:p>
          <w:p w14:paraId="6B8CF4E4" w14:textId="77777777" w:rsidR="00185893" w:rsidRPr="003C0084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Fatores críticos de sucesso </w:t>
            </w:r>
            <w:r w:rsidRPr="00BA08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atividade arqueológica</w:t>
            </w:r>
            <w:r w:rsidRPr="003131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do Património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Portugal</w:t>
            </w:r>
          </w:p>
          <w:p w14:paraId="199BB449" w14:textId="77777777" w:rsidR="00185893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internacionais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 w:rsidRPr="00BA08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atividade arqueológica</w:t>
            </w:r>
          </w:p>
          <w:p w14:paraId="056005E7" w14:textId="77777777" w:rsidR="00185893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nacionais e locais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 w:rsidRPr="00BA08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atividade arqueológica </w:t>
            </w:r>
          </w:p>
          <w:p w14:paraId="4FCF16EE" w14:textId="77777777" w:rsidR="00185893" w:rsidRPr="003C0084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Organização e divisão funcional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 w:rsidRPr="00BA08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atividade arqueológica</w:t>
            </w:r>
          </w:p>
          <w:p w14:paraId="56AF8226" w14:textId="77777777" w:rsidR="00185893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relacionamento interpessoal</w:t>
            </w:r>
          </w:p>
          <w:p w14:paraId="2620D5E8" w14:textId="77777777" w:rsidR="00185893" w:rsidRPr="00B01FFA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da atividade</w:t>
            </w:r>
          </w:p>
          <w:p w14:paraId="54BAE08C" w14:textId="77777777" w:rsidR="00185893" w:rsidRPr="001B353A" w:rsidRDefault="00185893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54EB3" w14:textId="77777777" w:rsidR="00185893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 evolução e a influência socioeconómica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 w:rsidRPr="00173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atividade arqueológica </w:t>
            </w:r>
          </w:p>
          <w:p w14:paraId="1DE8FBD3" w14:textId="77777777" w:rsidR="00185893" w:rsidRPr="003C0084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Enumerar as novas tendências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 w:rsidRPr="00173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atividade arqueológica</w:t>
            </w:r>
          </w:p>
          <w:p w14:paraId="0E119C7B" w14:textId="77777777" w:rsidR="00185893" w:rsidRPr="003C0084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</w:t>
            </w:r>
            <w:r w:rsidRPr="00173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atividade arqueológica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nível nacional e internacional</w:t>
            </w:r>
          </w:p>
          <w:p w14:paraId="54ACD175" w14:textId="77777777" w:rsidR="00185893" w:rsidRPr="00AC29A1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C29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técnicas de comunicação verbal e não verbal assertiva</w:t>
            </w:r>
          </w:p>
          <w:p w14:paraId="04EC46E1" w14:textId="77777777" w:rsidR="00185893" w:rsidRPr="00AC29A1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C29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interação orais e escritas</w:t>
            </w:r>
          </w:p>
          <w:p w14:paraId="7767E340" w14:textId="77777777" w:rsidR="00185893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</w:t>
            </w:r>
            <w:r w:rsidRPr="00173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atividade arqueológica </w:t>
            </w:r>
          </w:p>
          <w:p w14:paraId="67861352" w14:textId="77777777" w:rsidR="00185893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atividade arqueológica</w:t>
            </w:r>
          </w:p>
          <w:p w14:paraId="1DA02169" w14:textId="77777777" w:rsidR="00185893" w:rsidRPr="003C0084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Diferenciar a estrutura, organização e divisão funcional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 w:rsidRPr="00173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atividade arqueológica</w:t>
            </w:r>
          </w:p>
          <w:p w14:paraId="232E6CD9" w14:textId="77777777" w:rsidR="00185893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 w:rsidRPr="00173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atividade arqueológica </w:t>
            </w:r>
          </w:p>
          <w:p w14:paraId="4712810C" w14:textId="77777777" w:rsidR="00185893" w:rsidRPr="003C0084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sobre as diferentes atividades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arqueológicas</w:t>
            </w:r>
          </w:p>
          <w:p w14:paraId="2BED7663" w14:textId="77777777" w:rsidR="00185893" w:rsidRPr="00057283" w:rsidRDefault="00185893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legislação relativa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à atividade arqueológica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38350" w14:textId="77777777" w:rsidR="00185893" w:rsidRPr="00FD35E9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apresentação pessoal e postura profissional</w:t>
            </w:r>
          </w:p>
          <w:p w14:paraId="66317B9D" w14:textId="77777777" w:rsidR="00185893" w:rsidRPr="00FD35E9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</w:t>
            </w:r>
          </w:p>
          <w:p w14:paraId="136010ED" w14:textId="77777777" w:rsidR="00185893" w:rsidRPr="00FD35E9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</w:p>
          <w:p w14:paraId="6776143C" w14:textId="77777777" w:rsidR="00185893" w:rsidRPr="00FD35E9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7F32E38" w14:textId="77777777" w:rsidR="00185893" w:rsidRPr="00FD35E9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</w:p>
          <w:p w14:paraId="0740EDD1" w14:textId="77777777" w:rsidR="00185893" w:rsidRPr="00FD35E9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60F02BBD" w14:textId="77777777" w:rsidR="00185893" w:rsidRPr="00FD35E9" w:rsidRDefault="00185893" w:rsidP="00CB6ED7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 na comunicação</w:t>
            </w:r>
          </w:p>
          <w:p w14:paraId="78CAD011" w14:textId="77777777" w:rsidR="00185893" w:rsidRDefault="00185893" w:rsidP="00CB6ED7">
            <w:pPr>
              <w:pStyle w:val="PargrafodaLista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9D1749" w14:textId="77777777" w:rsidR="00185893" w:rsidRPr="00057283" w:rsidRDefault="00185893" w:rsidP="00CB6E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4D13157" w14:textId="77777777" w:rsidR="00185893" w:rsidRDefault="00185893" w:rsidP="0018589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85EAD9A" w14:textId="77777777" w:rsidR="00185893" w:rsidRDefault="00185893" w:rsidP="0018589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336A781" w14:textId="77777777" w:rsidR="00185893" w:rsidRPr="00F87025" w:rsidRDefault="00185893" w:rsidP="001858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2C4C4AF" w14:textId="77777777" w:rsidR="00185893" w:rsidRPr="00F20E6F" w:rsidRDefault="00185893" w:rsidP="0018589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1BA5456" w14:textId="77777777" w:rsidR="00185893" w:rsidRPr="00FF4F26" w:rsidRDefault="00185893" w:rsidP="0018589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FF4F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Contextualizando a sua evolução histórica, os principais marcos de desenvolvimento e o aparecimento de produtos e serviços em expansão.</w:t>
      </w:r>
    </w:p>
    <w:p w14:paraId="444258D5" w14:textId="77777777" w:rsidR="00185893" w:rsidRPr="0064164C" w:rsidRDefault="00185893" w:rsidP="0018589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F4F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a comunicação ao tipo e à solicitação do interlocutor</w:t>
      </w:r>
    </w:p>
    <w:p w14:paraId="4056CB4E" w14:textId="77777777" w:rsidR="00185893" w:rsidRPr="0064164C" w:rsidRDefault="00185893" w:rsidP="0018589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CC246B3" w14:textId="77777777" w:rsidR="00185893" w:rsidRPr="0064164C" w:rsidRDefault="00185893" w:rsidP="0018589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41F394A" w14:textId="77777777" w:rsidR="00185893" w:rsidRPr="0064164C" w:rsidRDefault="00185893" w:rsidP="0018589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CE593D0" w14:textId="77777777" w:rsidR="00185893" w:rsidRPr="0064164C" w:rsidRDefault="00185893" w:rsidP="0018589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E647AC9" w14:textId="77777777" w:rsidR="00185893" w:rsidRPr="00136AD8" w:rsidRDefault="00185893" w:rsidP="0018589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C76443" w14:textId="77777777" w:rsidR="00185893" w:rsidRPr="00F87025" w:rsidRDefault="00185893" w:rsidP="001858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F5E1FE7" w14:textId="77777777" w:rsidR="00185893" w:rsidRPr="00984B30" w:rsidRDefault="00185893" w:rsidP="001858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18FAB849" w14:textId="77777777" w:rsidR="00185893" w:rsidRPr="00984B30" w:rsidRDefault="00185893" w:rsidP="001858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57C9A6A" w14:textId="77777777" w:rsidR="00185893" w:rsidRPr="00984B30" w:rsidRDefault="00185893" w:rsidP="001858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3CC2CD" w14:textId="77777777" w:rsidR="00185893" w:rsidRPr="00984B30" w:rsidRDefault="00185893" w:rsidP="001858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0A1AB3" w14:textId="77777777" w:rsidR="00185893" w:rsidRPr="00051C79" w:rsidRDefault="00185893" w:rsidP="0018589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AF11FA" w14:textId="77777777" w:rsidR="00185893" w:rsidRPr="009607D8" w:rsidRDefault="00185893" w:rsidP="001858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B519290" w14:textId="77777777" w:rsidR="00185893" w:rsidRPr="009607D8" w:rsidRDefault="00185893" w:rsidP="00185893">
      <w:pPr>
        <w:pStyle w:val="PargrafodaLista"/>
        <w:numPr>
          <w:ilvl w:val="0"/>
          <w:numId w:val="3"/>
        </w:numPr>
        <w:spacing w:before="120" w:after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607D8">
        <w:rPr>
          <w:rFonts w:ascii="Verdana Pro Light" w:eastAsia="Arial Unicode MS" w:hAnsi="Verdana Pro Light" w:cs="Arial Unicode MS"/>
          <w:sz w:val="18"/>
          <w:szCs w:val="18"/>
        </w:rPr>
        <w:t>Dispositivo eletrónico com acesso à internet.</w:t>
      </w:r>
    </w:p>
    <w:p w14:paraId="03708A23" w14:textId="77777777" w:rsidR="00185893" w:rsidRPr="009607D8" w:rsidRDefault="00185893" w:rsidP="00185893">
      <w:pPr>
        <w:pStyle w:val="PargrafodaLista"/>
        <w:numPr>
          <w:ilvl w:val="0"/>
          <w:numId w:val="3"/>
        </w:numPr>
        <w:spacing w:before="120" w:after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607D8">
        <w:rPr>
          <w:rFonts w:ascii="Verdana Pro Light" w:eastAsia="Arial Unicode MS" w:hAnsi="Verdana Pro Light" w:cs="Arial Unicode MS"/>
          <w:sz w:val="18"/>
          <w:szCs w:val="18"/>
        </w:rPr>
        <w:t>Relatórios de atividade setorial.</w:t>
      </w:r>
    </w:p>
    <w:p w14:paraId="0F7022E1" w14:textId="77777777" w:rsidR="00185893" w:rsidRPr="009607D8" w:rsidRDefault="00185893" w:rsidP="00185893">
      <w:pPr>
        <w:pStyle w:val="PargrafodaLista"/>
        <w:numPr>
          <w:ilvl w:val="0"/>
          <w:numId w:val="3"/>
        </w:numPr>
        <w:spacing w:before="120" w:after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607D8">
        <w:rPr>
          <w:rFonts w:ascii="Verdana Pro Light" w:eastAsia="Arial Unicode MS" w:hAnsi="Verdana Pro Light" w:cs="Arial Unicode MS"/>
          <w:sz w:val="18"/>
          <w:szCs w:val="18"/>
        </w:rPr>
        <w:t>Documentação técnica sobre o setor.</w:t>
      </w:r>
    </w:p>
    <w:p w14:paraId="5BF6D420" w14:textId="77777777" w:rsidR="00185893" w:rsidRPr="009607D8" w:rsidRDefault="00185893" w:rsidP="00185893">
      <w:pPr>
        <w:pStyle w:val="PargrafodaLista"/>
        <w:numPr>
          <w:ilvl w:val="0"/>
          <w:numId w:val="3"/>
        </w:numPr>
        <w:spacing w:before="120" w:after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607D8">
        <w:rPr>
          <w:rFonts w:ascii="Verdana Pro Light" w:eastAsia="Arial Unicode MS" w:hAnsi="Verdana Pro Light" w:cs="Arial Unicode MS"/>
          <w:sz w:val="18"/>
          <w:szCs w:val="18"/>
        </w:rPr>
        <w:t xml:space="preserve">Legislação reguladora do setor dos Museus e do Património. </w:t>
      </w:r>
    </w:p>
    <w:p w14:paraId="2734A6EB" w14:textId="77777777" w:rsidR="00185893" w:rsidRPr="009607D8" w:rsidRDefault="00185893" w:rsidP="00185893">
      <w:pPr>
        <w:pStyle w:val="PargrafodaLista"/>
        <w:numPr>
          <w:ilvl w:val="0"/>
          <w:numId w:val="3"/>
        </w:numPr>
        <w:spacing w:before="120" w:after="120" w:line="480" w:lineRule="auto"/>
        <w:ind w:left="578" w:hanging="35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607D8">
        <w:rPr>
          <w:rFonts w:ascii="Verdana Pro Light" w:eastAsia="Arial Unicode MS" w:hAnsi="Verdana Pro Light" w:cs="Arial Unicode MS"/>
          <w:sz w:val="18"/>
          <w:szCs w:val="18"/>
        </w:rPr>
        <w:t>Exemplos de produtos/serviços inovadores</w:t>
      </w:r>
    </w:p>
    <w:p w14:paraId="29F4504D" w14:textId="77777777" w:rsidR="00185893" w:rsidRPr="00501DC8" w:rsidRDefault="00185893" w:rsidP="001858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B96607" w14:textId="77777777" w:rsidR="00185893" w:rsidRPr="00501DC8" w:rsidRDefault="00185893" w:rsidP="001858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8BDC09" w14:textId="77777777" w:rsidR="00185893" w:rsidRPr="00501DC8" w:rsidRDefault="00185893" w:rsidP="001858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84EF4F" w14:textId="77777777" w:rsidR="00185893" w:rsidRPr="00501DC8" w:rsidRDefault="00185893" w:rsidP="001858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DDD595B" w14:textId="77777777" w:rsidR="00185893" w:rsidRPr="008A466A" w:rsidRDefault="00185893" w:rsidP="00185893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FB9BF9D" w14:textId="77777777" w:rsidR="00185893" w:rsidRPr="00051C79" w:rsidRDefault="00185893" w:rsidP="0018589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F8D5C9" w14:textId="77777777" w:rsidR="00185893" w:rsidRPr="00F87025" w:rsidRDefault="00185893" w:rsidP="001858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C2E3B24" w14:textId="77777777" w:rsidR="00185893" w:rsidRDefault="00185893" w:rsidP="0018589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9F939E" w14:textId="77777777" w:rsidR="00185893" w:rsidRDefault="00185893" w:rsidP="0018589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EEEF6F" w14:textId="77777777" w:rsidR="00185893" w:rsidRDefault="00185893" w:rsidP="0018589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6469C4" w14:textId="77777777" w:rsidR="00185893" w:rsidRDefault="00185893" w:rsidP="0018589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3A4204" w14:textId="77777777" w:rsidR="00185893" w:rsidRDefault="00185893" w:rsidP="0018589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038E08" w14:textId="77777777" w:rsidR="00185893" w:rsidRDefault="00185893" w:rsidP="0018589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6D1074" w14:textId="4A6D365F" w:rsidR="00A03EBA" w:rsidRDefault="00A03EBA" w:rsidP="00A03EBA">
      <w:pPr>
        <w:spacing w:before="120" w:after="0" w:line="276" w:lineRule="auto"/>
        <w:jc w:val="center"/>
        <w:rPr>
          <w:rFonts w:ascii="Verdana Pro Light" w:hAnsi="Verdana Pro Light"/>
          <w:b/>
          <w:bCs/>
          <w:smallCaps/>
          <w:sz w:val="28"/>
          <w:szCs w:val="28"/>
        </w:rPr>
      </w:pPr>
      <w:r w:rsidRPr="00A03EBA">
        <w:rPr>
          <w:rFonts w:ascii="Verdana Pro Light" w:hAnsi="Verdana Pro Light"/>
          <w:b/>
          <w:bCs/>
          <w:smallCaps/>
          <w:sz w:val="28"/>
          <w:szCs w:val="28"/>
        </w:rPr>
        <w:lastRenderedPageBreak/>
        <w:t>Unidades de competências opcionais</w:t>
      </w:r>
    </w:p>
    <w:p w14:paraId="5ACBB373" w14:textId="77777777" w:rsidR="00A03EBA" w:rsidRDefault="00A03EBA">
      <w:pPr>
        <w:rPr>
          <w:rFonts w:ascii="Verdana Pro Light" w:hAnsi="Verdana Pro Light"/>
          <w:b/>
          <w:bCs/>
          <w:smallCaps/>
          <w:sz w:val="28"/>
          <w:szCs w:val="28"/>
        </w:rPr>
      </w:pPr>
      <w:r>
        <w:rPr>
          <w:rFonts w:ascii="Verdana Pro Light" w:hAnsi="Verdana Pro Light"/>
          <w:b/>
          <w:bCs/>
          <w:smallCaps/>
          <w:sz w:val="28"/>
          <w:szCs w:val="28"/>
        </w:rPr>
        <w:br w:type="page"/>
      </w:r>
    </w:p>
    <w:p w14:paraId="7F325ED6" w14:textId="77777777" w:rsidR="008A466A" w:rsidRDefault="008A466A" w:rsidP="00A03EBA">
      <w:pPr>
        <w:spacing w:before="120" w:after="0" w:line="276" w:lineRule="auto"/>
        <w:jc w:val="center"/>
        <w:rPr>
          <w:rFonts w:ascii="Verdana Pro Light" w:hAnsi="Verdana Pro Light"/>
          <w:b/>
          <w:bCs/>
          <w:smallCaps/>
          <w:sz w:val="28"/>
          <w:szCs w:val="2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23C92" w:rsidRPr="00136AD8" w14:paraId="7A6563D3" w14:textId="77777777" w:rsidTr="001D053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9584CA3" w14:textId="77777777" w:rsidR="00223C92" w:rsidRPr="00136AD8" w:rsidRDefault="00223C92" w:rsidP="001D053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80E1DB" w14:textId="77777777" w:rsidR="00223C92" w:rsidRPr="009C256C" w:rsidRDefault="00223C92" w:rsidP="001D053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0650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Fotografar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objetos para documentação visual </w:t>
            </w:r>
            <w:r w:rsidRPr="00E0650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 efetuar o tratamento de imagem analógica </w:t>
            </w:r>
          </w:p>
        </w:tc>
      </w:tr>
      <w:tr w:rsidR="00223C92" w:rsidRPr="00136AD8" w14:paraId="7E9DB917" w14:textId="77777777" w:rsidTr="001D053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EB38A9E" w14:textId="77777777" w:rsidR="00223C92" w:rsidRPr="00136AD8" w:rsidRDefault="00223C92" w:rsidP="001D053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8D997B4" w14:textId="48E6B5D3" w:rsidR="00223C92" w:rsidRPr="00136AD8" w:rsidRDefault="002E0EB6" w:rsidP="001D053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0650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Fotografar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objetos para documentação visual </w:t>
            </w:r>
            <w:r w:rsidRPr="00E0650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 tratamento de imagem analógica</w:t>
            </w:r>
          </w:p>
        </w:tc>
      </w:tr>
    </w:tbl>
    <w:p w14:paraId="03D2AC5B" w14:textId="77777777" w:rsidR="00223C92" w:rsidRPr="00136AD8" w:rsidRDefault="00223C92" w:rsidP="00223C9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42AE26B" w14:textId="77777777" w:rsidR="00223C92" w:rsidRPr="003200F2" w:rsidRDefault="00223C92" w:rsidP="00223C9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C3D0806" w14:textId="77777777" w:rsidR="00223C92" w:rsidRPr="00136AD8" w:rsidRDefault="00223C92" w:rsidP="00223C9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23C92" w:rsidRPr="00136AD8" w14:paraId="4D9BCB43" w14:textId="77777777" w:rsidTr="001D053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69B044" w14:textId="77777777" w:rsidR="00223C92" w:rsidRPr="001B353A" w:rsidRDefault="00223C92" w:rsidP="001D053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23C92" w:rsidRPr="00136AD8" w14:paraId="40B8E581" w14:textId="77777777" w:rsidTr="001D053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D1A9C5" w14:textId="77777777" w:rsidR="00223C92" w:rsidRPr="001B353A" w:rsidRDefault="00223C92" w:rsidP="001D053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Selecionar equipamentos e o tipo de película a utilizar </w:t>
            </w:r>
          </w:p>
          <w:p w14:paraId="426AE201" w14:textId="77777777" w:rsidR="00223C92" w:rsidRDefault="00223C92" w:rsidP="001D053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Configurar a máquinas e os acessórios</w:t>
            </w:r>
          </w:p>
          <w:p w14:paraId="196D0886" w14:textId="77777777" w:rsidR="00223C92" w:rsidRPr="001B353A" w:rsidRDefault="00223C92" w:rsidP="001D053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Efetuar a recolha das imagens</w:t>
            </w:r>
          </w:p>
          <w:p w14:paraId="06ECAD16" w14:textId="77777777" w:rsidR="00223C92" w:rsidRPr="001B353A" w:rsidRDefault="00223C92" w:rsidP="001D053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176C7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 revelação e tratamento final das fotografias</w:t>
            </w:r>
          </w:p>
        </w:tc>
      </w:tr>
      <w:tr w:rsidR="00223C92" w:rsidRPr="00136AD8" w14:paraId="62A7B305" w14:textId="77777777" w:rsidTr="001D053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496EC4" w14:textId="77777777" w:rsidR="00223C92" w:rsidRPr="001B353A" w:rsidRDefault="00223C92" w:rsidP="001D053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2B1411" w14:textId="77777777" w:rsidR="00223C92" w:rsidRPr="001B353A" w:rsidRDefault="00223C92" w:rsidP="001D053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BADB93A" w14:textId="77777777" w:rsidR="00223C92" w:rsidRPr="001B353A" w:rsidRDefault="00223C92" w:rsidP="001D053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23C92" w:rsidRPr="00136AD8" w14:paraId="47B89F96" w14:textId="77777777" w:rsidTr="001D053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BB58F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equipamento fotográfico e acessórios: câmaras fotográficas, objetivas, lentes, tripés e outros</w:t>
            </w:r>
          </w:p>
          <w:p w14:paraId="48C11A9F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fundamentais da linguagem fotográfica</w:t>
            </w:r>
          </w:p>
          <w:p w14:paraId="33272047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da fotografia analógica</w:t>
            </w:r>
          </w:p>
          <w:p w14:paraId="7F0E0773" w14:textId="799D5124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</w:t>
            </w:r>
            <w:r w:rsidRPr="00E44A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recolha de </w:t>
            </w:r>
            <w:r w:rsidR="00F836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44A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objetos para documentação visual</w:t>
            </w:r>
          </w:p>
          <w:p w14:paraId="5840C7CD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laboratório: normas de segurança, equipamentos e acessórios </w:t>
            </w:r>
          </w:p>
          <w:p w14:paraId="483DFB95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revelação de fotografias a preto e branco</w:t>
            </w:r>
          </w:p>
          <w:p w14:paraId="0CE9637D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secagem e armazenamento</w:t>
            </w:r>
          </w:p>
          <w:p w14:paraId="709A7C83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impressão</w:t>
            </w:r>
          </w:p>
          <w:p w14:paraId="71A7A014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B50E16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EA2E59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00C354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5253CB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6656A57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BAD4C0C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4B23ED" w14:textId="77777777" w:rsidR="00223C92" w:rsidRPr="001B353A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E2472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diferentes tipos de equipamento fotográfico</w:t>
            </w:r>
          </w:p>
          <w:p w14:paraId="6EB91216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noções fundamentais da linguagem fotográfica</w:t>
            </w:r>
          </w:p>
          <w:p w14:paraId="4CF7CCC1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básicas de fotografia em diferentes cenários</w:t>
            </w:r>
          </w:p>
          <w:p w14:paraId="5976DE34" w14:textId="77777777" w:rsidR="00223C92" w:rsidRPr="00517AA8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fotografia </w:t>
            </w:r>
            <w:r w:rsidRPr="00E44A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objetos para documentação visual</w:t>
            </w:r>
          </w:p>
          <w:p w14:paraId="403765C7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Pr="002247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principais equipamentos e acessórios num laboratório preto e branco</w:t>
            </w:r>
          </w:p>
          <w:p w14:paraId="28486AEC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revelação de películas</w:t>
            </w:r>
          </w:p>
          <w:p w14:paraId="7D3A9B39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básicas de secagem e armazenagem de fotografias</w:t>
            </w:r>
          </w:p>
          <w:p w14:paraId="4C61E273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3942A5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BEB139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A1A628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702D30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827069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1F7484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C5B5E7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E069D6" w14:textId="77777777" w:rsidR="00223C92" w:rsidRPr="00057283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90797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CB50553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6799EFFB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17985E2E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B61D710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74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03845E2D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1DA444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3375DA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3D3264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C30C75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C1AE29" w14:textId="77777777" w:rsidR="00223C92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432393" w14:textId="77777777" w:rsidR="00223C92" w:rsidRPr="00057283" w:rsidRDefault="00223C92" w:rsidP="001D05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0CF0786" w14:textId="77777777" w:rsidR="00223C92" w:rsidRDefault="00223C92" w:rsidP="00223C9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16064D6" w14:textId="77777777" w:rsidR="00223C92" w:rsidRDefault="00223C92" w:rsidP="00223C9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A0958AF" w14:textId="77777777" w:rsidR="00223C92" w:rsidRPr="00F87025" w:rsidRDefault="00223C92" w:rsidP="00223C9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39BFDA0" w14:textId="77777777" w:rsidR="00223C92" w:rsidRPr="00F20E6F" w:rsidRDefault="00223C92" w:rsidP="00223C9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25DCAFA" w14:textId="77777777" w:rsidR="00223C92" w:rsidRPr="0064164C" w:rsidRDefault="00223C92" w:rsidP="00223C9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Selecionando os equipamentos, acessórios e película em função do objeto a fotografar e do fim a que se destina</w:t>
      </w:r>
    </w:p>
    <w:p w14:paraId="2340A95F" w14:textId="77777777" w:rsidR="00223C92" w:rsidRPr="0064164C" w:rsidRDefault="00223C92" w:rsidP="00223C9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801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801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fotografia analógica para documentação visual</w:t>
      </w:r>
    </w:p>
    <w:p w14:paraId="02AE5F1B" w14:textId="77777777" w:rsidR="00223C92" w:rsidRPr="0064164C" w:rsidRDefault="00223C92" w:rsidP="00223C9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Cumprindo as etapas e cuidados no processo de revelação das fotografias </w:t>
      </w:r>
    </w:p>
    <w:p w14:paraId="76834E1F" w14:textId="77777777" w:rsidR="00223C92" w:rsidRPr="0064164C" w:rsidRDefault="00223C92" w:rsidP="00223C9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658E7C3" w14:textId="77777777" w:rsidR="00223C92" w:rsidRPr="0064164C" w:rsidRDefault="00223C92" w:rsidP="00223C9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BBFEEFE" w14:textId="77777777" w:rsidR="00223C92" w:rsidRPr="00136AD8" w:rsidRDefault="00223C92" w:rsidP="00223C9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40673B" w14:textId="77777777" w:rsidR="00223C92" w:rsidRPr="00F87025" w:rsidRDefault="00223C92" w:rsidP="00223C9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C51DEC" w14:textId="77777777" w:rsidR="00223C92" w:rsidRPr="00984B30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Setor Público</w:t>
      </w:r>
    </w:p>
    <w:p w14:paraId="3719B842" w14:textId="77777777" w:rsidR="00223C92" w:rsidRPr="00984B30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70BE876D" w14:textId="77777777" w:rsidR="00223C92" w:rsidRPr="00984B30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Galerias</w:t>
      </w:r>
    </w:p>
    <w:p w14:paraId="585E5D6D" w14:textId="77777777" w:rsidR="00223C92" w:rsidRPr="00984B30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733101D" w14:textId="77777777" w:rsidR="00223C92" w:rsidRPr="00051C79" w:rsidRDefault="00223C92" w:rsidP="00223C9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FE097E" w14:textId="77777777" w:rsidR="00223C92" w:rsidRPr="00F87025" w:rsidRDefault="00223C92" w:rsidP="00223C9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8BF0242" w14:textId="77777777" w:rsidR="00223C92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Máquina fotográfica e acessórios</w:t>
      </w:r>
    </w:p>
    <w:p w14:paraId="52C695DC" w14:textId="77777777" w:rsidR="00223C92" w:rsidRPr="00501DC8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27700ABD" w14:textId="77777777" w:rsidR="00223C92" w:rsidRPr="00501DC8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Procedimentos e normas internas para a recolha de imagens </w:t>
      </w:r>
    </w:p>
    <w:p w14:paraId="1058CB21" w14:textId="77777777" w:rsidR="00223C92" w:rsidRPr="00501DC8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 e regulamentos</w:t>
      </w:r>
    </w:p>
    <w:p w14:paraId="39757BFE" w14:textId="77777777" w:rsidR="00223C92" w:rsidRPr="00501DC8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 de laboratório de revelação a preto e branco</w:t>
      </w:r>
    </w:p>
    <w:p w14:paraId="6B22924B" w14:textId="77777777" w:rsidR="00223C92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Equipamento e material de impressão </w:t>
      </w:r>
    </w:p>
    <w:p w14:paraId="28532AFA" w14:textId="77777777" w:rsidR="00223C92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A489AC" w14:textId="77777777" w:rsidR="00223C92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423E96" w14:textId="77777777" w:rsidR="00223C92" w:rsidRPr="00501DC8" w:rsidRDefault="00223C92" w:rsidP="00223C9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067D5B1" w14:textId="77777777" w:rsidR="00223C92" w:rsidRPr="00051C79" w:rsidRDefault="00223C92" w:rsidP="00223C9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7D8892" w14:textId="77777777" w:rsidR="00223C92" w:rsidRPr="00F87025" w:rsidRDefault="00223C92" w:rsidP="00223C9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CED1565" w14:textId="77777777" w:rsidR="00223C92" w:rsidRPr="00051C79" w:rsidRDefault="00223C92" w:rsidP="00223C9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5A8914" w14:textId="77777777" w:rsidR="00223C92" w:rsidRDefault="00223C92" w:rsidP="00223C92">
      <w:pPr>
        <w:rPr>
          <w:rFonts w:ascii="Verdana Pro Light" w:hAnsi="Verdana Pro Light"/>
          <w:smallCaps/>
        </w:rPr>
      </w:pPr>
    </w:p>
    <w:p w14:paraId="12497F63" w14:textId="77777777" w:rsidR="00223C92" w:rsidRDefault="00223C92" w:rsidP="00223C92">
      <w:pPr>
        <w:rPr>
          <w:rFonts w:ascii="Verdana Pro Light" w:hAnsi="Verdana Pro Light"/>
          <w:smallCaps/>
        </w:rPr>
      </w:pPr>
    </w:p>
    <w:p w14:paraId="28A8B881" w14:textId="77777777" w:rsidR="00223C92" w:rsidRDefault="00223C92" w:rsidP="00223C92">
      <w:pPr>
        <w:rPr>
          <w:rFonts w:ascii="Verdana Pro Light" w:hAnsi="Verdana Pro Light"/>
          <w:smallCaps/>
        </w:rPr>
      </w:pPr>
    </w:p>
    <w:p w14:paraId="29C4A2DA" w14:textId="77777777" w:rsidR="00A03EBA" w:rsidRDefault="00A03EBA" w:rsidP="00A03EBA">
      <w:pPr>
        <w:spacing w:before="120" w:after="0" w:line="276" w:lineRule="auto"/>
        <w:jc w:val="center"/>
        <w:rPr>
          <w:rFonts w:ascii="Verdana Pro Light" w:hAnsi="Verdana Pro Light"/>
          <w:b/>
          <w:bCs/>
          <w:smallCaps/>
          <w:sz w:val="28"/>
          <w:szCs w:val="28"/>
        </w:rPr>
      </w:pPr>
    </w:p>
    <w:p w14:paraId="6469998C" w14:textId="77777777" w:rsidR="00132FD6" w:rsidRDefault="00132FD6" w:rsidP="00A03EBA">
      <w:pPr>
        <w:spacing w:before="120" w:after="0" w:line="276" w:lineRule="auto"/>
        <w:jc w:val="center"/>
        <w:rPr>
          <w:rFonts w:ascii="Verdana Pro Light" w:hAnsi="Verdana Pro Light"/>
          <w:b/>
          <w:bCs/>
          <w:smallCaps/>
          <w:sz w:val="28"/>
          <w:szCs w:val="28"/>
        </w:rPr>
      </w:pPr>
    </w:p>
    <w:p w14:paraId="72E9C59D" w14:textId="77777777" w:rsidR="00132FD6" w:rsidRDefault="00132FD6" w:rsidP="00A03EBA">
      <w:pPr>
        <w:spacing w:before="120" w:after="0" w:line="276" w:lineRule="auto"/>
        <w:jc w:val="center"/>
        <w:rPr>
          <w:rFonts w:ascii="Verdana Pro Light" w:hAnsi="Verdana Pro Light"/>
          <w:b/>
          <w:bCs/>
          <w:smallCaps/>
          <w:sz w:val="28"/>
          <w:szCs w:val="28"/>
        </w:rPr>
      </w:pPr>
    </w:p>
    <w:p w14:paraId="2E7B8CAB" w14:textId="77777777" w:rsidR="00132FD6" w:rsidRDefault="00132FD6" w:rsidP="00A03EBA">
      <w:pPr>
        <w:spacing w:before="120" w:after="0" w:line="276" w:lineRule="auto"/>
        <w:jc w:val="center"/>
        <w:rPr>
          <w:rFonts w:ascii="Verdana Pro Light" w:hAnsi="Verdana Pro Light"/>
          <w:b/>
          <w:bCs/>
          <w:smallCaps/>
          <w:sz w:val="28"/>
          <w:szCs w:val="2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32FD6" w:rsidRPr="00136AD8" w14:paraId="43A9B798" w14:textId="77777777" w:rsidTr="00A363F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6F35D1" w14:textId="11EF5548" w:rsidR="00132FD6" w:rsidRPr="00136AD8" w:rsidRDefault="00132FD6" w:rsidP="00A363F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F49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7708BA3" w14:textId="50ECBEDC" w:rsidR="00132FD6" w:rsidRPr="009C256C" w:rsidRDefault="00132FD6" w:rsidP="00A363F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42E2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Acompanhar atividades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culturais integradas nos sítios arqueológicos </w:t>
            </w:r>
            <w:r w:rsidR="00E9212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para a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comunidade escolar e </w:t>
            </w:r>
            <w:r w:rsidR="002E0EB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o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público em geral</w:t>
            </w:r>
            <w:r w:rsidRPr="00D42E2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132FD6" w:rsidRPr="00136AD8" w14:paraId="343A92BE" w14:textId="77777777" w:rsidTr="00A363F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0F511B7" w14:textId="77777777" w:rsidR="00132FD6" w:rsidRPr="00136AD8" w:rsidRDefault="00132FD6" w:rsidP="00A363F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4B58EF8" w14:textId="38B7CC19" w:rsidR="00132FD6" w:rsidRPr="00136AD8" w:rsidRDefault="002E0EB6" w:rsidP="00A363F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</w:t>
            </w:r>
            <w:r w:rsidRPr="00D42E2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tividades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culturais integradas nos sítios arqueológicos para a comunidade escolar e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o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público em geral</w:t>
            </w:r>
          </w:p>
        </w:tc>
      </w:tr>
    </w:tbl>
    <w:p w14:paraId="461C43E9" w14:textId="77777777" w:rsidR="00132FD6" w:rsidRPr="00136AD8" w:rsidRDefault="00132FD6" w:rsidP="00132FD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5662706" w14:textId="77777777" w:rsidR="00132FD6" w:rsidRPr="003200F2" w:rsidRDefault="00132FD6" w:rsidP="00132FD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AF3E1CD" w14:textId="77777777" w:rsidR="00132FD6" w:rsidRPr="00136AD8" w:rsidRDefault="00132FD6" w:rsidP="00132FD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32FD6" w:rsidRPr="00136AD8" w14:paraId="69C0E452" w14:textId="77777777" w:rsidTr="00A363F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2A6064" w14:textId="77777777" w:rsidR="00132FD6" w:rsidRPr="001B353A" w:rsidRDefault="00132FD6" w:rsidP="00A363F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32FD6" w:rsidRPr="00136AD8" w14:paraId="4378048D" w14:textId="77777777" w:rsidTr="00A363F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0411B4" w14:textId="11C7DF0C" w:rsidR="00132FD6" w:rsidRPr="009529DC" w:rsidRDefault="00132FD6" w:rsidP="00A363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529DC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9529DC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E608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</w:t>
            </w:r>
            <w:r w:rsidR="006760C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="006E608E">
              <w:rPr>
                <w:rFonts w:ascii="Verdana Pro Light" w:eastAsia="Arial Unicode MS" w:hAnsi="Verdana Pro Light" w:cs="Arial Unicode MS"/>
                <w:sz w:val="18"/>
                <w:szCs w:val="18"/>
              </w:rPr>
              <w:t>e</w:t>
            </w:r>
            <w:r w:rsidRPr="009529D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tapas </w:t>
            </w:r>
            <w:r w:rsidR="006E608E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6760C0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Pr="009529D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organização de eventos</w:t>
            </w:r>
          </w:p>
          <w:p w14:paraId="3F280028" w14:textId="77777777" w:rsidR="00132FD6" w:rsidRPr="00B872FA" w:rsidRDefault="00132FD6" w:rsidP="00A363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872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B872FA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AD21B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Assegurar a organização das atividades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culturais</w:t>
            </w:r>
          </w:p>
          <w:p w14:paraId="7C9AC93B" w14:textId="77777777" w:rsidR="00132FD6" w:rsidRPr="001B353A" w:rsidRDefault="00132FD6" w:rsidP="00A363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872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B872FA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atividades adaptadas a diferentes segmentos etários</w:t>
            </w:r>
          </w:p>
          <w:p w14:paraId="5926E04E" w14:textId="77777777" w:rsidR="00132FD6" w:rsidRPr="001B353A" w:rsidRDefault="00132FD6" w:rsidP="00A363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132FD6" w:rsidRPr="00136AD8" w14:paraId="25BD9A32" w14:textId="77777777" w:rsidTr="00A363F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53647F" w14:textId="77777777" w:rsidR="00132FD6" w:rsidRPr="001B353A" w:rsidRDefault="00132FD6" w:rsidP="00A363F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433CB9" w14:textId="77777777" w:rsidR="00132FD6" w:rsidRPr="001B353A" w:rsidRDefault="00132FD6" w:rsidP="00A363F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7D3DED" w14:textId="77777777" w:rsidR="00132FD6" w:rsidRPr="001B353A" w:rsidRDefault="00132FD6" w:rsidP="00A363F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32FD6" w:rsidRPr="00136AD8" w14:paraId="6642B300" w14:textId="77777777" w:rsidTr="002E0EB6">
        <w:trPr>
          <w:trHeight w:val="84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1359F" w14:textId="77777777" w:rsidR="00132FD6" w:rsidRPr="000305E9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 do planeamento e organização de eventos</w:t>
            </w:r>
          </w:p>
          <w:p w14:paraId="7602FD35" w14:textId="77777777" w:rsidR="00132FD6" w:rsidRPr="000305E9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Etapas de planeamento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organização de eventos</w:t>
            </w:r>
          </w:p>
          <w:p w14:paraId="6BB8E28C" w14:textId="77777777" w:rsidR="00132FD6" w:rsidRPr="000305E9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organização de eventos</w:t>
            </w:r>
          </w:p>
          <w:p w14:paraId="2ED7FE49" w14:textId="77777777" w:rsidR="00132FD6" w:rsidRPr="000305E9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tipos de recursos necessários para a organização de eventos</w:t>
            </w:r>
          </w:p>
          <w:p w14:paraId="2F42FFE0" w14:textId="4D1D8859" w:rsidR="00132FD6" w:rsidRPr="000305E9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Caraterísticas específicas do</w:t>
            </w:r>
            <w:r w:rsidR="000801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evento</w:t>
            </w:r>
            <w:r w:rsidR="000801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385F078C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Atividades lúdicas e pedagógicas </w:t>
            </w:r>
          </w:p>
          <w:p w14:paraId="1D8380CA" w14:textId="77777777" w:rsidR="00132FD6" w:rsidRPr="000305E9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Caraterísticas dos espaços e das instalações</w:t>
            </w:r>
          </w:p>
          <w:p w14:paraId="58F098A0" w14:textId="77777777" w:rsidR="00132FD6" w:rsidRPr="000305E9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 dos recursos, materiais e instalações</w:t>
            </w:r>
          </w:p>
          <w:p w14:paraId="211C2AC3" w14:textId="77777777" w:rsidR="00132FD6" w:rsidRPr="000305E9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gestão do espaço e de recursos e materiais</w:t>
            </w:r>
          </w:p>
          <w:p w14:paraId="50A13F40" w14:textId="77777777" w:rsidR="00132FD6" w:rsidRPr="00B06BCE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Registo e credenciais dos/as participantes – segmentos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participantes</w:t>
            </w:r>
            <w:r w:rsidRPr="000305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suas necessidades especificas, documentos de suporte, gestão documental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C32C3" w14:textId="25DE40D8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</w:t>
            </w:r>
            <w:r w:rsidR="000801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os desafios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p</w:t>
            </w:r>
            <w:r w:rsidRPr="001A2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laneamento e</w:t>
            </w:r>
            <w:r>
              <w:rPr>
                <w:rFonts w:ascii="Roboto" w:hAnsi="Roboto"/>
                <w:color w:val="435068"/>
                <w:sz w:val="21"/>
                <w:szCs w:val="21"/>
                <w:shd w:val="clear" w:color="auto" w:fill="FFFFFF"/>
              </w:rPr>
              <w:t xml:space="preserve"> </w:t>
            </w:r>
            <w:r w:rsidRPr="001A2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eventos</w:t>
            </w:r>
          </w:p>
          <w:p w14:paraId="37A43902" w14:textId="02074ABF" w:rsidR="00132FD6" w:rsidRDefault="006760C0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aplicar </w:t>
            </w:r>
            <w:r w:rsidR="000801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  <w:r w:rsidR="00132F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boas práticas na organização de eventos</w:t>
            </w:r>
          </w:p>
          <w:p w14:paraId="322BD739" w14:textId="77777777" w:rsidR="00132FD6" w:rsidRPr="00517AA8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analisar os diferentes </w:t>
            </w:r>
            <w:r w:rsidRPr="005E3D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recursos necessários para a organização de eventos</w:t>
            </w:r>
          </w:p>
          <w:p w14:paraId="56EC62D9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0656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as necessidades especificas e características do plano de atividades</w:t>
            </w:r>
          </w:p>
          <w:p w14:paraId="45990110" w14:textId="77777777" w:rsidR="00132FD6" w:rsidRPr="00206562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as atividades aos diferentes segmentos etários</w:t>
            </w:r>
          </w:p>
          <w:p w14:paraId="19CAA1AD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elementos lúdicos e pedagógicos nas atividades</w:t>
            </w:r>
          </w:p>
          <w:p w14:paraId="0DA91BAE" w14:textId="04FEB562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="000801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diferentes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comunicação oral e escrita com os participantes</w:t>
            </w:r>
          </w:p>
          <w:p w14:paraId="2B978DAC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as caraterísticas e condições de aquisição de serviços de organização de eventos</w:t>
            </w:r>
          </w:p>
          <w:p w14:paraId="7022C072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supervisão da preparação, montagem e utilização dos equipamentos</w:t>
            </w:r>
          </w:p>
          <w:p w14:paraId="003DC1C4" w14:textId="77777777" w:rsidR="00132FD6" w:rsidRPr="00057283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emissão e distribuição da documentação necessárias aos participantes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F227D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7D1B0EA4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120DB420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2C3DD8F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1F1777B1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62577261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comunicação</w:t>
            </w:r>
          </w:p>
          <w:p w14:paraId="4FCBCC1A" w14:textId="77777777" w:rsidR="00132FD6" w:rsidRPr="00984482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44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e valorização das diferenças individuais</w:t>
            </w:r>
          </w:p>
          <w:p w14:paraId="5861EB9E" w14:textId="77777777" w:rsidR="00132FD6" w:rsidRPr="00984482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44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sensibilidade e bem-estar dos outros</w:t>
            </w:r>
          </w:p>
          <w:p w14:paraId="3F98F500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FBCA5A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8ED83A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0A1ABD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B08D44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2843EB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C25C85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644576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C9B67B" w14:textId="77777777" w:rsidR="00132FD6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C6A54C5" w14:textId="77777777" w:rsidR="00132FD6" w:rsidRPr="00057283" w:rsidRDefault="00132FD6" w:rsidP="00A363F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7D9F200" w14:textId="77777777" w:rsidR="00132FD6" w:rsidRDefault="00132FD6" w:rsidP="00132FD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25AC29" w14:textId="77777777" w:rsidR="00132FD6" w:rsidRDefault="00132FD6" w:rsidP="00132FD6">
      <w:pPr>
        <w:rPr>
          <w:rFonts w:ascii="Verdana Pro Light" w:hAnsi="Verdana Pro Light"/>
          <w:smallCaps/>
        </w:rPr>
      </w:pPr>
    </w:p>
    <w:p w14:paraId="134A89A6" w14:textId="77777777" w:rsidR="00132FD6" w:rsidRPr="00F87025" w:rsidRDefault="00132FD6" w:rsidP="00132FD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D8F5662" w14:textId="77777777" w:rsidR="00132FD6" w:rsidRPr="00F20E6F" w:rsidRDefault="00132FD6" w:rsidP="00132FD6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EF1C677" w14:textId="74D93A70" w:rsidR="00132FD6" w:rsidRPr="0064164C" w:rsidRDefault="00132FD6" w:rsidP="00132F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8012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Planeando </w:t>
      </w:r>
      <w:r w:rsidR="0059464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detalhadamente </w:t>
      </w:r>
      <w:r w:rsidR="0008012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as </w:t>
      </w:r>
      <w:r w:rsidR="0059464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etapas de organização de eventos </w:t>
      </w:r>
      <w:r w:rsidR="00594647" w:rsidRPr="0059464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integradas nos sítios arqueológicos</w:t>
      </w:r>
    </w:p>
    <w:p w14:paraId="4C57AD67" w14:textId="77777777" w:rsidR="00132FD6" w:rsidRPr="0064164C" w:rsidRDefault="00132FD6" w:rsidP="00132F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Promovendo atividades sobre o património arqueológico</w:t>
      </w:r>
    </w:p>
    <w:p w14:paraId="5AA43117" w14:textId="79EE6006" w:rsidR="00132FD6" w:rsidRPr="0064164C" w:rsidRDefault="00132FD6" w:rsidP="00132F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Desenvolvendo atividades nos sítios arqueológicos </w:t>
      </w:r>
      <w:r w:rsidR="0059464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adequadas aos diferentes públicos-alvo</w:t>
      </w:r>
    </w:p>
    <w:p w14:paraId="67FC360A" w14:textId="77777777" w:rsidR="00132FD6" w:rsidRPr="0064164C" w:rsidRDefault="00132FD6" w:rsidP="00132F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1B2130B" w14:textId="77777777" w:rsidR="00132FD6" w:rsidRPr="0064164C" w:rsidRDefault="00132FD6" w:rsidP="00132F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7917F0A" w14:textId="77777777" w:rsidR="00132FD6" w:rsidRPr="00136AD8" w:rsidRDefault="00132FD6" w:rsidP="00132FD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C367A4" w14:textId="77777777" w:rsidR="00132FD6" w:rsidRPr="00F87025" w:rsidRDefault="00132FD6" w:rsidP="00132FD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A6BE395" w14:textId="77777777" w:rsidR="00132FD6" w:rsidRPr="00984B30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Entidades públicas (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governo</w:t>
      </w:r>
      <w:r>
        <w:rPr>
          <w:rFonts w:ascii="Verdana Pro Light" w:eastAsia="Arial Unicode MS" w:hAnsi="Verdana Pro Light" w:cs="Arial Unicode MS"/>
          <w:sz w:val="18"/>
          <w:szCs w:val="18"/>
        </w:rPr>
        <w:t>, autarquias, universidades, etc.);</w:t>
      </w:r>
      <w:r w:rsidRPr="00F24A9A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Empresas privadas de recuperação de património;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rganizações 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 xml:space="preserve">ão </w:t>
      </w:r>
      <w:r>
        <w:rPr>
          <w:rFonts w:ascii="Verdana Pro Light" w:eastAsia="Arial Unicode MS" w:hAnsi="Verdana Pro Light" w:cs="Arial Unicode MS"/>
          <w:sz w:val="18"/>
          <w:szCs w:val="18"/>
        </w:rPr>
        <w:t>G</w:t>
      </w:r>
      <w:r w:rsidRPr="00F24A9A">
        <w:rPr>
          <w:rFonts w:ascii="Verdana Pro Light" w:eastAsia="Arial Unicode MS" w:hAnsi="Verdana Pro Light" w:cs="Arial Unicode MS"/>
          <w:sz w:val="18"/>
          <w:szCs w:val="18"/>
        </w:rPr>
        <w:t>overnamentais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(ONG)</w:t>
      </w:r>
    </w:p>
    <w:p w14:paraId="78069F45" w14:textId="77777777" w:rsidR="00132FD6" w:rsidRPr="00984B30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1191998" w14:textId="77777777" w:rsidR="00132FD6" w:rsidRPr="00984B30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F7BC0E" w14:textId="77777777" w:rsidR="00132FD6" w:rsidRPr="00984B30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CF624C6" w14:textId="77777777" w:rsidR="00132FD6" w:rsidRPr="00051C79" w:rsidRDefault="00132FD6" w:rsidP="00132FD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EDA8E8" w14:textId="77777777" w:rsidR="00132FD6" w:rsidRPr="00F87025" w:rsidRDefault="00132FD6" w:rsidP="00132FD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D759230" w14:textId="77777777" w:rsidR="00132FD6" w:rsidRPr="009A5236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A523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22762756" w14:textId="77777777" w:rsidR="00132FD6" w:rsidRPr="00501DC8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9CFD74D" w14:textId="77777777" w:rsidR="00132FD6" w:rsidRPr="00501DC8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835C46" w14:textId="77777777" w:rsidR="00132FD6" w:rsidRPr="00501DC8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B779EDB" w14:textId="77777777" w:rsidR="00132FD6" w:rsidRPr="00501DC8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15FE96" w14:textId="77777777" w:rsidR="00132FD6" w:rsidRPr="00501DC8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1D4C831" w14:textId="77777777" w:rsidR="00132FD6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B10B17A" w14:textId="77777777" w:rsidR="00132FD6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A757F91" w14:textId="77777777" w:rsidR="00132FD6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ABCD66" w14:textId="77777777" w:rsidR="00132FD6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1F36EDD" w14:textId="77777777" w:rsidR="00132FD6" w:rsidRPr="00501DC8" w:rsidRDefault="00132FD6" w:rsidP="00132F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2F0DF97" w14:textId="77777777" w:rsidR="00132FD6" w:rsidRPr="00051C79" w:rsidRDefault="00132FD6" w:rsidP="00132FD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BE6C63" w14:textId="77777777" w:rsidR="00132FD6" w:rsidRPr="00F87025" w:rsidRDefault="00132FD6" w:rsidP="00132FD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D50E535" w14:textId="77777777" w:rsidR="00132FD6" w:rsidRDefault="00132FD6" w:rsidP="00132FD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761AE4" w14:textId="77777777" w:rsidR="00132FD6" w:rsidRPr="00051C79" w:rsidRDefault="00132FD6" w:rsidP="00132FD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9E2E9E" w14:textId="77777777" w:rsidR="00132FD6" w:rsidRPr="00A03EBA" w:rsidRDefault="00132FD6" w:rsidP="006E608E">
      <w:pPr>
        <w:spacing w:before="120" w:after="0" w:line="276" w:lineRule="auto"/>
        <w:rPr>
          <w:rFonts w:ascii="Verdana Pro Light" w:hAnsi="Verdana Pro Light"/>
          <w:b/>
          <w:bCs/>
          <w:smallCaps/>
          <w:sz w:val="28"/>
          <w:szCs w:val="28"/>
        </w:rPr>
      </w:pPr>
    </w:p>
    <w:sectPr w:rsidR="00132FD6" w:rsidRPr="00A03EBA" w:rsidSect="008C1AD9">
      <w:footerReference w:type="default" r:id="rId13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BD248" w14:textId="77777777" w:rsidR="006B55D5" w:rsidRDefault="006B55D5" w:rsidP="00AC6E34">
      <w:pPr>
        <w:spacing w:after="0" w:line="240" w:lineRule="auto"/>
      </w:pPr>
      <w:r>
        <w:separator/>
      </w:r>
    </w:p>
  </w:endnote>
  <w:endnote w:type="continuationSeparator" w:id="0">
    <w:p w14:paraId="673FF0A0" w14:textId="77777777" w:rsidR="006B55D5" w:rsidRDefault="006B55D5" w:rsidP="00AC6E34">
      <w:pPr>
        <w:spacing w:after="0" w:line="240" w:lineRule="auto"/>
      </w:pPr>
      <w:r>
        <w:continuationSeparator/>
      </w:r>
    </w:p>
  </w:endnote>
  <w:endnote w:type="continuationNotice" w:id="1">
    <w:p w14:paraId="450883BD" w14:textId="77777777" w:rsidR="006B55D5" w:rsidRDefault="006B55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6090C" w14:textId="77777777" w:rsidR="00FF4F58" w:rsidRDefault="00FF4F58">
    <w:pPr>
      <w:pStyle w:val="Rodap"/>
      <w:jc w:val="right"/>
    </w:pPr>
  </w:p>
  <w:p w14:paraId="2805B5B4" w14:textId="77777777" w:rsidR="00FF4F58" w:rsidRDefault="00FF4F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88FD" w14:textId="4ED6FC3A" w:rsidR="008C1AD9" w:rsidRPr="00FD203A" w:rsidRDefault="008C1AD9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</w:t>
    </w:r>
    <w:proofErr w:type="gramStart"/>
    <w:r w:rsidRPr="00FD203A">
      <w:rPr>
        <w:rFonts w:ascii="Verdana Pro Light" w:hAnsi="Verdana Pro Light"/>
        <w:sz w:val="14"/>
        <w:szCs w:val="14"/>
      </w:rPr>
      <w:t xml:space="preserve">  </w:t>
    </w:r>
    <w:r w:rsidR="009E1A81" w:rsidRPr="00FD203A">
      <w:rPr>
        <w:rFonts w:ascii="Verdana Pro Light" w:hAnsi="Verdana Pro Light"/>
        <w:sz w:val="14"/>
        <w:szCs w:val="14"/>
      </w:rPr>
      <w:t xml:space="preserve"> (</w:t>
    </w:r>
    <w:proofErr w:type="gramEnd"/>
    <w:r w:rsidRPr="00FD203A">
      <w:rPr>
        <w:rFonts w:ascii="Verdana Pro Light" w:hAnsi="Verdana Pro Light"/>
        <w:sz w:val="14"/>
        <w:szCs w:val="14"/>
      </w:rPr>
      <w:t>designação da qualificação) | Nível “X”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4A3BFAE5" w14:textId="77777777" w:rsidR="008C1AD9" w:rsidRDefault="008C1AD9">
    <w:pPr>
      <w:pStyle w:val="Rodap"/>
      <w:jc w:val="right"/>
    </w:pPr>
  </w:p>
  <w:p w14:paraId="7A150ABD" w14:textId="77777777" w:rsidR="008C1AD9" w:rsidRDefault="008C1A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9C427" w14:textId="77777777" w:rsidR="006B55D5" w:rsidRDefault="006B55D5" w:rsidP="00AC6E34">
      <w:pPr>
        <w:spacing w:after="0" w:line="240" w:lineRule="auto"/>
      </w:pPr>
      <w:r>
        <w:separator/>
      </w:r>
    </w:p>
  </w:footnote>
  <w:footnote w:type="continuationSeparator" w:id="0">
    <w:p w14:paraId="6584E020" w14:textId="77777777" w:rsidR="006B55D5" w:rsidRDefault="006B55D5" w:rsidP="00AC6E34">
      <w:pPr>
        <w:spacing w:after="0" w:line="240" w:lineRule="auto"/>
      </w:pPr>
      <w:r>
        <w:continuationSeparator/>
      </w:r>
    </w:p>
  </w:footnote>
  <w:footnote w:type="continuationNotice" w:id="1">
    <w:p w14:paraId="0339F889" w14:textId="77777777" w:rsidR="006B55D5" w:rsidRDefault="006B55D5">
      <w:pPr>
        <w:spacing w:after="0" w:line="240" w:lineRule="auto"/>
      </w:pPr>
    </w:p>
  </w:footnote>
  <w:footnote w:id="2">
    <w:p w14:paraId="145946E6" w14:textId="77777777" w:rsidR="00FF4F58" w:rsidRDefault="00FF4F58" w:rsidP="00346D6E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3">
    <w:p w14:paraId="4001AB9D" w14:textId="77777777" w:rsidR="00FF4F58" w:rsidRDefault="00FF4F58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1B217982" w14:textId="77777777" w:rsidR="00FF4F58" w:rsidRPr="00616272" w:rsidRDefault="00FF4F58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4">
    <w:p w14:paraId="6E3F3109" w14:textId="77777777" w:rsidR="00FF4F58" w:rsidRPr="002962FF" w:rsidRDefault="00FF4F58" w:rsidP="006F0B80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09492B0C" w14:textId="77777777" w:rsidR="00FF4F58" w:rsidRDefault="00FF4F58" w:rsidP="006F0B80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295E" w14:textId="77777777" w:rsidR="00FF4F58" w:rsidRDefault="00FF4F5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676CA1BB" wp14:editId="4D8578A5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58241" behindDoc="0" locked="0" layoutInCell="1" allowOverlap="1" wp14:anchorId="1472397F" wp14:editId="7D1471A8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DE82FA5"/>
    <w:multiLevelType w:val="multilevel"/>
    <w:tmpl w:val="01CEB536"/>
    <w:lvl w:ilvl="0">
      <w:start w:val="1"/>
      <w:numFmt w:val="decimal"/>
      <w:lvlText w:val="%1."/>
      <w:lvlJc w:val="left"/>
      <w:pPr>
        <w:ind w:left="785" w:hanging="285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50" w:hanging="450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15" w:hanging="615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2847" w:hanging="61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75" w:hanging="6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6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30" w:hanging="6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57" w:hanging="6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85" w:hanging="615"/>
      </w:pPr>
      <w:rPr>
        <w:rFonts w:hint="default"/>
        <w:lang w:val="pt-PT" w:eastAsia="en-US" w:bidi="ar-SA"/>
      </w:rPr>
    </w:lvl>
  </w:abstractNum>
  <w:abstractNum w:abstractNumId="2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408BF"/>
    <w:multiLevelType w:val="hybridMultilevel"/>
    <w:tmpl w:val="F6CC8FF2"/>
    <w:lvl w:ilvl="0" w:tplc="08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5" w15:restartNumberingAfterBreak="0">
    <w:nsid w:val="3EDC4711"/>
    <w:multiLevelType w:val="multilevel"/>
    <w:tmpl w:val="25E66362"/>
    <w:lvl w:ilvl="0">
      <w:start w:val="1"/>
      <w:numFmt w:val="decimal"/>
      <w:lvlText w:val="%1."/>
      <w:lvlJc w:val="left"/>
      <w:pPr>
        <w:ind w:left="785" w:hanging="285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50" w:hanging="450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15" w:hanging="615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2847" w:hanging="61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75" w:hanging="6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6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30" w:hanging="6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57" w:hanging="6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85" w:hanging="615"/>
      </w:pPr>
      <w:rPr>
        <w:rFonts w:hint="default"/>
        <w:lang w:val="pt-PT" w:eastAsia="en-US" w:bidi="ar-SA"/>
      </w:rPr>
    </w:lvl>
  </w:abstractNum>
  <w:abstractNum w:abstractNumId="6" w15:restartNumberingAfterBreak="0">
    <w:nsid w:val="4801063D"/>
    <w:multiLevelType w:val="multilevel"/>
    <w:tmpl w:val="E1C00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132172"/>
    <w:multiLevelType w:val="multilevel"/>
    <w:tmpl w:val="7C94CC94"/>
    <w:lvl w:ilvl="0">
      <w:start w:val="1"/>
      <w:numFmt w:val="decimal"/>
      <w:lvlText w:val="%1."/>
      <w:lvlJc w:val="left"/>
      <w:pPr>
        <w:ind w:left="785" w:hanging="285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50" w:hanging="450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313" w:hanging="45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66" w:hanging="45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20" w:hanging="45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73" w:hanging="45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26" w:hanging="45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80" w:hanging="45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33" w:hanging="450"/>
      </w:pPr>
      <w:rPr>
        <w:rFonts w:hint="default"/>
        <w:lang w:val="pt-PT" w:eastAsia="en-US" w:bidi="ar-SA"/>
      </w:rPr>
    </w:lvl>
  </w:abstractNum>
  <w:abstractNum w:abstractNumId="8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9" w15:restartNumberingAfterBreak="0">
    <w:nsid w:val="7FBD440B"/>
    <w:multiLevelType w:val="hybridMultilevel"/>
    <w:tmpl w:val="4E187E26"/>
    <w:lvl w:ilvl="0" w:tplc="FFFFFFFF">
      <w:start w:val="1"/>
      <w:numFmt w:val="bullet"/>
      <w:lvlText w:val=""/>
      <w:lvlJc w:val="left"/>
      <w:pPr>
        <w:ind w:left="575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num w:numId="1" w16cid:durableId="974263314">
    <w:abstractNumId w:val="0"/>
  </w:num>
  <w:num w:numId="2" w16cid:durableId="1587568190">
    <w:abstractNumId w:val="4"/>
  </w:num>
  <w:num w:numId="3" w16cid:durableId="676544095">
    <w:abstractNumId w:val="8"/>
  </w:num>
  <w:num w:numId="4" w16cid:durableId="1957325811">
    <w:abstractNumId w:val="3"/>
  </w:num>
  <w:num w:numId="5" w16cid:durableId="878710780">
    <w:abstractNumId w:val="5"/>
  </w:num>
  <w:num w:numId="6" w16cid:durableId="796072477">
    <w:abstractNumId w:val="7"/>
  </w:num>
  <w:num w:numId="7" w16cid:durableId="2010017358">
    <w:abstractNumId w:val="1"/>
  </w:num>
  <w:num w:numId="8" w16cid:durableId="1603492402">
    <w:abstractNumId w:val="2"/>
  </w:num>
  <w:num w:numId="9" w16cid:durableId="61105724">
    <w:abstractNumId w:val="6"/>
  </w:num>
  <w:num w:numId="10" w16cid:durableId="7337039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F"/>
    <w:rsid w:val="00000224"/>
    <w:rsid w:val="0000026A"/>
    <w:rsid w:val="00001472"/>
    <w:rsid w:val="00002851"/>
    <w:rsid w:val="000037AF"/>
    <w:rsid w:val="000038F4"/>
    <w:rsid w:val="00004BA2"/>
    <w:rsid w:val="00004CAF"/>
    <w:rsid w:val="000064E6"/>
    <w:rsid w:val="0000676F"/>
    <w:rsid w:val="0000737E"/>
    <w:rsid w:val="00007380"/>
    <w:rsid w:val="000078BC"/>
    <w:rsid w:val="000104EB"/>
    <w:rsid w:val="00011528"/>
    <w:rsid w:val="00011906"/>
    <w:rsid w:val="0001293B"/>
    <w:rsid w:val="00012DA3"/>
    <w:rsid w:val="000136FC"/>
    <w:rsid w:val="0001549F"/>
    <w:rsid w:val="00016746"/>
    <w:rsid w:val="00017615"/>
    <w:rsid w:val="00020D72"/>
    <w:rsid w:val="00021127"/>
    <w:rsid w:val="0002125F"/>
    <w:rsid w:val="00021EEA"/>
    <w:rsid w:val="00022131"/>
    <w:rsid w:val="00022949"/>
    <w:rsid w:val="00022F6A"/>
    <w:rsid w:val="000231A0"/>
    <w:rsid w:val="00024BB1"/>
    <w:rsid w:val="00025110"/>
    <w:rsid w:val="00025BBA"/>
    <w:rsid w:val="00025D5E"/>
    <w:rsid w:val="000276F4"/>
    <w:rsid w:val="000326A7"/>
    <w:rsid w:val="000329F7"/>
    <w:rsid w:val="00032AD3"/>
    <w:rsid w:val="00035D9B"/>
    <w:rsid w:val="0004035E"/>
    <w:rsid w:val="00040854"/>
    <w:rsid w:val="000408A5"/>
    <w:rsid w:val="00041D83"/>
    <w:rsid w:val="00042355"/>
    <w:rsid w:val="00042E06"/>
    <w:rsid w:val="000443E3"/>
    <w:rsid w:val="00050757"/>
    <w:rsid w:val="00050F6A"/>
    <w:rsid w:val="00051A8C"/>
    <w:rsid w:val="0005314A"/>
    <w:rsid w:val="000533A6"/>
    <w:rsid w:val="000535F8"/>
    <w:rsid w:val="00053983"/>
    <w:rsid w:val="00054618"/>
    <w:rsid w:val="00054D94"/>
    <w:rsid w:val="00055E74"/>
    <w:rsid w:val="0005634E"/>
    <w:rsid w:val="00056555"/>
    <w:rsid w:val="000568AF"/>
    <w:rsid w:val="00056A1C"/>
    <w:rsid w:val="00056D42"/>
    <w:rsid w:val="00057376"/>
    <w:rsid w:val="00057E42"/>
    <w:rsid w:val="00057E69"/>
    <w:rsid w:val="00060188"/>
    <w:rsid w:val="00061970"/>
    <w:rsid w:val="00062419"/>
    <w:rsid w:val="00062767"/>
    <w:rsid w:val="00062D74"/>
    <w:rsid w:val="000664B9"/>
    <w:rsid w:val="00067F46"/>
    <w:rsid w:val="00070510"/>
    <w:rsid w:val="000716B4"/>
    <w:rsid w:val="00071B9C"/>
    <w:rsid w:val="000742D5"/>
    <w:rsid w:val="00074CB6"/>
    <w:rsid w:val="00076307"/>
    <w:rsid w:val="00076B4B"/>
    <w:rsid w:val="00077C85"/>
    <w:rsid w:val="00077CA8"/>
    <w:rsid w:val="0008012C"/>
    <w:rsid w:val="00080362"/>
    <w:rsid w:val="0008095B"/>
    <w:rsid w:val="00081990"/>
    <w:rsid w:val="00084F77"/>
    <w:rsid w:val="000859EB"/>
    <w:rsid w:val="00086A31"/>
    <w:rsid w:val="00086AF0"/>
    <w:rsid w:val="00086EE6"/>
    <w:rsid w:val="00086FA5"/>
    <w:rsid w:val="00087944"/>
    <w:rsid w:val="0009180E"/>
    <w:rsid w:val="00092AE0"/>
    <w:rsid w:val="00093233"/>
    <w:rsid w:val="000937DE"/>
    <w:rsid w:val="00094A5E"/>
    <w:rsid w:val="00094E98"/>
    <w:rsid w:val="00095DE9"/>
    <w:rsid w:val="000A05D6"/>
    <w:rsid w:val="000A0ED2"/>
    <w:rsid w:val="000A26D1"/>
    <w:rsid w:val="000A3998"/>
    <w:rsid w:val="000A3A13"/>
    <w:rsid w:val="000A4310"/>
    <w:rsid w:val="000A53D4"/>
    <w:rsid w:val="000A5BBC"/>
    <w:rsid w:val="000A61FE"/>
    <w:rsid w:val="000A6ED0"/>
    <w:rsid w:val="000A7DD8"/>
    <w:rsid w:val="000B1540"/>
    <w:rsid w:val="000B1E4C"/>
    <w:rsid w:val="000B37DD"/>
    <w:rsid w:val="000B3A24"/>
    <w:rsid w:val="000B4807"/>
    <w:rsid w:val="000B6869"/>
    <w:rsid w:val="000B78F3"/>
    <w:rsid w:val="000B7996"/>
    <w:rsid w:val="000C0159"/>
    <w:rsid w:val="000C1FB1"/>
    <w:rsid w:val="000C2959"/>
    <w:rsid w:val="000C446A"/>
    <w:rsid w:val="000C449B"/>
    <w:rsid w:val="000C63A7"/>
    <w:rsid w:val="000C6E6D"/>
    <w:rsid w:val="000C73AB"/>
    <w:rsid w:val="000D00D7"/>
    <w:rsid w:val="000D1F91"/>
    <w:rsid w:val="000D309E"/>
    <w:rsid w:val="000D3772"/>
    <w:rsid w:val="000D4351"/>
    <w:rsid w:val="000D4A05"/>
    <w:rsid w:val="000D5491"/>
    <w:rsid w:val="000D5BB2"/>
    <w:rsid w:val="000D6BAB"/>
    <w:rsid w:val="000D70C0"/>
    <w:rsid w:val="000D79F0"/>
    <w:rsid w:val="000E0051"/>
    <w:rsid w:val="000E0275"/>
    <w:rsid w:val="000E1DEA"/>
    <w:rsid w:val="000E266D"/>
    <w:rsid w:val="000E4619"/>
    <w:rsid w:val="000E5274"/>
    <w:rsid w:val="000F130C"/>
    <w:rsid w:val="000F1F97"/>
    <w:rsid w:val="000F2061"/>
    <w:rsid w:val="000F20D1"/>
    <w:rsid w:val="000F2823"/>
    <w:rsid w:val="000F36B7"/>
    <w:rsid w:val="000F3756"/>
    <w:rsid w:val="000F3A27"/>
    <w:rsid w:val="000F5228"/>
    <w:rsid w:val="000F5418"/>
    <w:rsid w:val="000F5AFA"/>
    <w:rsid w:val="000F5F7A"/>
    <w:rsid w:val="000F683E"/>
    <w:rsid w:val="000F797F"/>
    <w:rsid w:val="001003A3"/>
    <w:rsid w:val="001010FF"/>
    <w:rsid w:val="001016AD"/>
    <w:rsid w:val="00102350"/>
    <w:rsid w:val="0010334E"/>
    <w:rsid w:val="001034C8"/>
    <w:rsid w:val="0010352B"/>
    <w:rsid w:val="001035A6"/>
    <w:rsid w:val="00103D1F"/>
    <w:rsid w:val="00105479"/>
    <w:rsid w:val="00105F6D"/>
    <w:rsid w:val="00106CD8"/>
    <w:rsid w:val="001070F3"/>
    <w:rsid w:val="001075F3"/>
    <w:rsid w:val="00107FB8"/>
    <w:rsid w:val="00110504"/>
    <w:rsid w:val="00110815"/>
    <w:rsid w:val="00111D4B"/>
    <w:rsid w:val="0011229A"/>
    <w:rsid w:val="00113661"/>
    <w:rsid w:val="00113BB2"/>
    <w:rsid w:val="001141D8"/>
    <w:rsid w:val="0011448E"/>
    <w:rsid w:val="0011525A"/>
    <w:rsid w:val="001153FF"/>
    <w:rsid w:val="00115D55"/>
    <w:rsid w:val="00116169"/>
    <w:rsid w:val="0012036A"/>
    <w:rsid w:val="00120DFF"/>
    <w:rsid w:val="001214F7"/>
    <w:rsid w:val="001220F4"/>
    <w:rsid w:val="0012214F"/>
    <w:rsid w:val="00122652"/>
    <w:rsid w:val="0012284D"/>
    <w:rsid w:val="00122FD7"/>
    <w:rsid w:val="001239B8"/>
    <w:rsid w:val="00124015"/>
    <w:rsid w:val="001243F7"/>
    <w:rsid w:val="001245D3"/>
    <w:rsid w:val="001253E4"/>
    <w:rsid w:val="00125D12"/>
    <w:rsid w:val="00126802"/>
    <w:rsid w:val="001276A0"/>
    <w:rsid w:val="001276D4"/>
    <w:rsid w:val="00127742"/>
    <w:rsid w:val="001278A1"/>
    <w:rsid w:val="001278D5"/>
    <w:rsid w:val="00130366"/>
    <w:rsid w:val="0013118C"/>
    <w:rsid w:val="001319D2"/>
    <w:rsid w:val="00131F2A"/>
    <w:rsid w:val="001329C9"/>
    <w:rsid w:val="00132FD6"/>
    <w:rsid w:val="00133D8B"/>
    <w:rsid w:val="00134BA8"/>
    <w:rsid w:val="00135A70"/>
    <w:rsid w:val="00135DCC"/>
    <w:rsid w:val="00136887"/>
    <w:rsid w:val="00136E6C"/>
    <w:rsid w:val="00137F56"/>
    <w:rsid w:val="00141BC0"/>
    <w:rsid w:val="0014237F"/>
    <w:rsid w:val="001431BB"/>
    <w:rsid w:val="00143588"/>
    <w:rsid w:val="00143A59"/>
    <w:rsid w:val="001440B7"/>
    <w:rsid w:val="001443E8"/>
    <w:rsid w:val="00144B11"/>
    <w:rsid w:val="00144D01"/>
    <w:rsid w:val="00145B01"/>
    <w:rsid w:val="0014677B"/>
    <w:rsid w:val="001501E7"/>
    <w:rsid w:val="00150CBE"/>
    <w:rsid w:val="00151AB9"/>
    <w:rsid w:val="0015292D"/>
    <w:rsid w:val="00152CB3"/>
    <w:rsid w:val="00153C25"/>
    <w:rsid w:val="00153DC3"/>
    <w:rsid w:val="001542BE"/>
    <w:rsid w:val="00154EA7"/>
    <w:rsid w:val="00155DE1"/>
    <w:rsid w:val="001562D5"/>
    <w:rsid w:val="00157827"/>
    <w:rsid w:val="00160CF2"/>
    <w:rsid w:val="00163212"/>
    <w:rsid w:val="00163F1F"/>
    <w:rsid w:val="001649AE"/>
    <w:rsid w:val="00165BFB"/>
    <w:rsid w:val="00166DBC"/>
    <w:rsid w:val="001704D0"/>
    <w:rsid w:val="0017077C"/>
    <w:rsid w:val="001712E0"/>
    <w:rsid w:val="00171C67"/>
    <w:rsid w:val="00172D26"/>
    <w:rsid w:val="00173498"/>
    <w:rsid w:val="00173925"/>
    <w:rsid w:val="001739AA"/>
    <w:rsid w:val="00173A75"/>
    <w:rsid w:val="00173CD2"/>
    <w:rsid w:val="00175071"/>
    <w:rsid w:val="00175C3B"/>
    <w:rsid w:val="00176051"/>
    <w:rsid w:val="0017649C"/>
    <w:rsid w:val="0017694A"/>
    <w:rsid w:val="00176D14"/>
    <w:rsid w:val="00177138"/>
    <w:rsid w:val="0017786E"/>
    <w:rsid w:val="001812D4"/>
    <w:rsid w:val="00181406"/>
    <w:rsid w:val="001815DA"/>
    <w:rsid w:val="00182844"/>
    <w:rsid w:val="00183411"/>
    <w:rsid w:val="00183ED9"/>
    <w:rsid w:val="001846DF"/>
    <w:rsid w:val="0018479B"/>
    <w:rsid w:val="001852E6"/>
    <w:rsid w:val="00185893"/>
    <w:rsid w:val="001858DB"/>
    <w:rsid w:val="00185F9F"/>
    <w:rsid w:val="001878C9"/>
    <w:rsid w:val="00187921"/>
    <w:rsid w:val="00190205"/>
    <w:rsid w:val="0019119A"/>
    <w:rsid w:val="00193759"/>
    <w:rsid w:val="00193DA2"/>
    <w:rsid w:val="0019758B"/>
    <w:rsid w:val="00197793"/>
    <w:rsid w:val="00197F9F"/>
    <w:rsid w:val="001A0AAF"/>
    <w:rsid w:val="001A1250"/>
    <w:rsid w:val="001A194B"/>
    <w:rsid w:val="001A19F2"/>
    <w:rsid w:val="001A1C32"/>
    <w:rsid w:val="001A2180"/>
    <w:rsid w:val="001A2E2C"/>
    <w:rsid w:val="001A2F4F"/>
    <w:rsid w:val="001A3770"/>
    <w:rsid w:val="001A46CA"/>
    <w:rsid w:val="001A6283"/>
    <w:rsid w:val="001A6CE7"/>
    <w:rsid w:val="001A7C6A"/>
    <w:rsid w:val="001B062A"/>
    <w:rsid w:val="001B0B9C"/>
    <w:rsid w:val="001B1071"/>
    <w:rsid w:val="001B1AEA"/>
    <w:rsid w:val="001B1E37"/>
    <w:rsid w:val="001B248A"/>
    <w:rsid w:val="001B26B8"/>
    <w:rsid w:val="001B2B30"/>
    <w:rsid w:val="001B3349"/>
    <w:rsid w:val="001B3AB1"/>
    <w:rsid w:val="001B53B3"/>
    <w:rsid w:val="001B553C"/>
    <w:rsid w:val="001B5659"/>
    <w:rsid w:val="001B5917"/>
    <w:rsid w:val="001B70F3"/>
    <w:rsid w:val="001B7933"/>
    <w:rsid w:val="001C08F1"/>
    <w:rsid w:val="001C3D0A"/>
    <w:rsid w:val="001C41F9"/>
    <w:rsid w:val="001C45B2"/>
    <w:rsid w:val="001C59DC"/>
    <w:rsid w:val="001C6DC8"/>
    <w:rsid w:val="001C7829"/>
    <w:rsid w:val="001D00CB"/>
    <w:rsid w:val="001D07D6"/>
    <w:rsid w:val="001D09D0"/>
    <w:rsid w:val="001D0C42"/>
    <w:rsid w:val="001D1637"/>
    <w:rsid w:val="001D36D9"/>
    <w:rsid w:val="001D5E56"/>
    <w:rsid w:val="001D6C18"/>
    <w:rsid w:val="001D6FB8"/>
    <w:rsid w:val="001E0EC5"/>
    <w:rsid w:val="001E2FEA"/>
    <w:rsid w:val="001E35E7"/>
    <w:rsid w:val="001E3991"/>
    <w:rsid w:val="001E4100"/>
    <w:rsid w:val="001E4645"/>
    <w:rsid w:val="001E4D18"/>
    <w:rsid w:val="001E5949"/>
    <w:rsid w:val="001E5C4F"/>
    <w:rsid w:val="001E64C5"/>
    <w:rsid w:val="001E662A"/>
    <w:rsid w:val="001E6892"/>
    <w:rsid w:val="001E7311"/>
    <w:rsid w:val="001E7898"/>
    <w:rsid w:val="001F078B"/>
    <w:rsid w:val="001F129E"/>
    <w:rsid w:val="001F161E"/>
    <w:rsid w:val="001F1C50"/>
    <w:rsid w:val="001F2739"/>
    <w:rsid w:val="001F3650"/>
    <w:rsid w:val="001F402E"/>
    <w:rsid w:val="001F408E"/>
    <w:rsid w:val="001F456C"/>
    <w:rsid w:val="001F4CD4"/>
    <w:rsid w:val="001F4F7B"/>
    <w:rsid w:val="001F6087"/>
    <w:rsid w:val="001F6BBB"/>
    <w:rsid w:val="001F7168"/>
    <w:rsid w:val="001F71C2"/>
    <w:rsid w:val="001F7D95"/>
    <w:rsid w:val="002007FD"/>
    <w:rsid w:val="002011AF"/>
    <w:rsid w:val="00201214"/>
    <w:rsid w:val="00201AFF"/>
    <w:rsid w:val="00201E1A"/>
    <w:rsid w:val="00202195"/>
    <w:rsid w:val="002021A0"/>
    <w:rsid w:val="002037D5"/>
    <w:rsid w:val="00203CA7"/>
    <w:rsid w:val="00203D6B"/>
    <w:rsid w:val="00206DF5"/>
    <w:rsid w:val="00210C68"/>
    <w:rsid w:val="0021161C"/>
    <w:rsid w:val="002123CA"/>
    <w:rsid w:val="002131F2"/>
    <w:rsid w:val="002177F0"/>
    <w:rsid w:val="00217B4B"/>
    <w:rsid w:val="002201CE"/>
    <w:rsid w:val="00221FBC"/>
    <w:rsid w:val="002220C8"/>
    <w:rsid w:val="00222CC8"/>
    <w:rsid w:val="002230D2"/>
    <w:rsid w:val="0022380B"/>
    <w:rsid w:val="00223C92"/>
    <w:rsid w:val="00224DAA"/>
    <w:rsid w:val="00225010"/>
    <w:rsid w:val="0022567C"/>
    <w:rsid w:val="00226551"/>
    <w:rsid w:val="002269D8"/>
    <w:rsid w:val="002276E2"/>
    <w:rsid w:val="002325A5"/>
    <w:rsid w:val="0023289A"/>
    <w:rsid w:val="00233FDC"/>
    <w:rsid w:val="00234037"/>
    <w:rsid w:val="0023531B"/>
    <w:rsid w:val="00235AF4"/>
    <w:rsid w:val="00236569"/>
    <w:rsid w:val="00237304"/>
    <w:rsid w:val="00240053"/>
    <w:rsid w:val="00242D42"/>
    <w:rsid w:val="002430BE"/>
    <w:rsid w:val="00244908"/>
    <w:rsid w:val="00245ED0"/>
    <w:rsid w:val="00246592"/>
    <w:rsid w:val="002471CD"/>
    <w:rsid w:val="002474F2"/>
    <w:rsid w:val="002509CD"/>
    <w:rsid w:val="00250F16"/>
    <w:rsid w:val="00250F8C"/>
    <w:rsid w:val="00252322"/>
    <w:rsid w:val="00254B3F"/>
    <w:rsid w:val="00257A0C"/>
    <w:rsid w:val="00257D6E"/>
    <w:rsid w:val="0026028C"/>
    <w:rsid w:val="002605A1"/>
    <w:rsid w:val="00260886"/>
    <w:rsid w:val="00260BD3"/>
    <w:rsid w:val="00260D29"/>
    <w:rsid w:val="00260E0E"/>
    <w:rsid w:val="00260F02"/>
    <w:rsid w:val="002618F8"/>
    <w:rsid w:val="00261D20"/>
    <w:rsid w:val="002625C5"/>
    <w:rsid w:val="0026293F"/>
    <w:rsid w:val="0026347A"/>
    <w:rsid w:val="00264352"/>
    <w:rsid w:val="00265A05"/>
    <w:rsid w:val="00265BD1"/>
    <w:rsid w:val="00267B56"/>
    <w:rsid w:val="00267E7A"/>
    <w:rsid w:val="00267EF3"/>
    <w:rsid w:val="0027041D"/>
    <w:rsid w:val="0027117A"/>
    <w:rsid w:val="00272972"/>
    <w:rsid w:val="0027440D"/>
    <w:rsid w:val="002745C3"/>
    <w:rsid w:val="002755E2"/>
    <w:rsid w:val="00275ED4"/>
    <w:rsid w:val="00276462"/>
    <w:rsid w:val="0027673D"/>
    <w:rsid w:val="002770A8"/>
    <w:rsid w:val="002803E6"/>
    <w:rsid w:val="00280553"/>
    <w:rsid w:val="00283477"/>
    <w:rsid w:val="002838AB"/>
    <w:rsid w:val="00283A05"/>
    <w:rsid w:val="00284104"/>
    <w:rsid w:val="0028722A"/>
    <w:rsid w:val="00287638"/>
    <w:rsid w:val="00290669"/>
    <w:rsid w:val="00291019"/>
    <w:rsid w:val="0029141E"/>
    <w:rsid w:val="0029188D"/>
    <w:rsid w:val="00291B55"/>
    <w:rsid w:val="00292329"/>
    <w:rsid w:val="00293386"/>
    <w:rsid w:val="002939A6"/>
    <w:rsid w:val="00294562"/>
    <w:rsid w:val="00294B32"/>
    <w:rsid w:val="00294CF0"/>
    <w:rsid w:val="00295D54"/>
    <w:rsid w:val="00295D86"/>
    <w:rsid w:val="00296EA2"/>
    <w:rsid w:val="00296F7A"/>
    <w:rsid w:val="00297B80"/>
    <w:rsid w:val="002A1D90"/>
    <w:rsid w:val="002A282B"/>
    <w:rsid w:val="002A2E4D"/>
    <w:rsid w:val="002A3A59"/>
    <w:rsid w:val="002A4213"/>
    <w:rsid w:val="002A4BC2"/>
    <w:rsid w:val="002A4E08"/>
    <w:rsid w:val="002A51C0"/>
    <w:rsid w:val="002A5349"/>
    <w:rsid w:val="002A5EFB"/>
    <w:rsid w:val="002A5F23"/>
    <w:rsid w:val="002A6204"/>
    <w:rsid w:val="002A6484"/>
    <w:rsid w:val="002A7061"/>
    <w:rsid w:val="002A74C0"/>
    <w:rsid w:val="002B0690"/>
    <w:rsid w:val="002B217A"/>
    <w:rsid w:val="002B2A17"/>
    <w:rsid w:val="002B3E21"/>
    <w:rsid w:val="002B4276"/>
    <w:rsid w:val="002B4C62"/>
    <w:rsid w:val="002B7C85"/>
    <w:rsid w:val="002B7CA6"/>
    <w:rsid w:val="002C05CE"/>
    <w:rsid w:val="002C1875"/>
    <w:rsid w:val="002C1E6F"/>
    <w:rsid w:val="002C2746"/>
    <w:rsid w:val="002C336A"/>
    <w:rsid w:val="002C6790"/>
    <w:rsid w:val="002D041B"/>
    <w:rsid w:val="002D0590"/>
    <w:rsid w:val="002D197F"/>
    <w:rsid w:val="002D1A83"/>
    <w:rsid w:val="002D2DDC"/>
    <w:rsid w:val="002D3418"/>
    <w:rsid w:val="002D3F33"/>
    <w:rsid w:val="002D480C"/>
    <w:rsid w:val="002D68F3"/>
    <w:rsid w:val="002D7092"/>
    <w:rsid w:val="002D72A8"/>
    <w:rsid w:val="002D758A"/>
    <w:rsid w:val="002E04A2"/>
    <w:rsid w:val="002E098A"/>
    <w:rsid w:val="002E0C22"/>
    <w:rsid w:val="002E0EB6"/>
    <w:rsid w:val="002E1871"/>
    <w:rsid w:val="002E2947"/>
    <w:rsid w:val="002E699F"/>
    <w:rsid w:val="002E764F"/>
    <w:rsid w:val="002E7977"/>
    <w:rsid w:val="002E7FD9"/>
    <w:rsid w:val="002F1546"/>
    <w:rsid w:val="002F278F"/>
    <w:rsid w:val="002F4DD6"/>
    <w:rsid w:val="002F63EE"/>
    <w:rsid w:val="002F7199"/>
    <w:rsid w:val="002F7B7D"/>
    <w:rsid w:val="00300148"/>
    <w:rsid w:val="00300ACC"/>
    <w:rsid w:val="0030155A"/>
    <w:rsid w:val="003016BC"/>
    <w:rsid w:val="00301BE2"/>
    <w:rsid w:val="00301E02"/>
    <w:rsid w:val="0030478C"/>
    <w:rsid w:val="0030487B"/>
    <w:rsid w:val="00305652"/>
    <w:rsid w:val="003100DD"/>
    <w:rsid w:val="0031056D"/>
    <w:rsid w:val="003105BD"/>
    <w:rsid w:val="00310F21"/>
    <w:rsid w:val="00311E8C"/>
    <w:rsid w:val="00311FDF"/>
    <w:rsid w:val="00312720"/>
    <w:rsid w:val="003129A6"/>
    <w:rsid w:val="00312E64"/>
    <w:rsid w:val="00314025"/>
    <w:rsid w:val="003146DB"/>
    <w:rsid w:val="00314CA8"/>
    <w:rsid w:val="003150A2"/>
    <w:rsid w:val="003154B6"/>
    <w:rsid w:val="003169A8"/>
    <w:rsid w:val="003169B0"/>
    <w:rsid w:val="00317E72"/>
    <w:rsid w:val="00320A6C"/>
    <w:rsid w:val="00320DAA"/>
    <w:rsid w:val="00321E1A"/>
    <w:rsid w:val="00321F06"/>
    <w:rsid w:val="0032246E"/>
    <w:rsid w:val="00322A33"/>
    <w:rsid w:val="00322C9C"/>
    <w:rsid w:val="00322CDE"/>
    <w:rsid w:val="003242E9"/>
    <w:rsid w:val="00325C18"/>
    <w:rsid w:val="00325C8B"/>
    <w:rsid w:val="003263F4"/>
    <w:rsid w:val="003263FE"/>
    <w:rsid w:val="0033078C"/>
    <w:rsid w:val="00330AA9"/>
    <w:rsid w:val="003316A6"/>
    <w:rsid w:val="0033227B"/>
    <w:rsid w:val="00332C4A"/>
    <w:rsid w:val="00333F53"/>
    <w:rsid w:val="003344D8"/>
    <w:rsid w:val="00334AF0"/>
    <w:rsid w:val="00337DD2"/>
    <w:rsid w:val="003412AB"/>
    <w:rsid w:val="0034195D"/>
    <w:rsid w:val="00342616"/>
    <w:rsid w:val="00342762"/>
    <w:rsid w:val="003432E3"/>
    <w:rsid w:val="003440BE"/>
    <w:rsid w:val="003457F9"/>
    <w:rsid w:val="0034649F"/>
    <w:rsid w:val="003465E5"/>
    <w:rsid w:val="00346D6E"/>
    <w:rsid w:val="003473A3"/>
    <w:rsid w:val="00347BF3"/>
    <w:rsid w:val="00351319"/>
    <w:rsid w:val="00353BF5"/>
    <w:rsid w:val="00354450"/>
    <w:rsid w:val="00354BC8"/>
    <w:rsid w:val="00355C59"/>
    <w:rsid w:val="003560C0"/>
    <w:rsid w:val="0035634B"/>
    <w:rsid w:val="003577BB"/>
    <w:rsid w:val="00357A3E"/>
    <w:rsid w:val="00357C72"/>
    <w:rsid w:val="00360957"/>
    <w:rsid w:val="003611F7"/>
    <w:rsid w:val="00361FB2"/>
    <w:rsid w:val="0036235E"/>
    <w:rsid w:val="00362AC0"/>
    <w:rsid w:val="00362F9A"/>
    <w:rsid w:val="0036331C"/>
    <w:rsid w:val="00365397"/>
    <w:rsid w:val="003657D1"/>
    <w:rsid w:val="00365F61"/>
    <w:rsid w:val="003662AD"/>
    <w:rsid w:val="00367351"/>
    <w:rsid w:val="00372792"/>
    <w:rsid w:val="00373B5E"/>
    <w:rsid w:val="00374438"/>
    <w:rsid w:val="00375684"/>
    <w:rsid w:val="003763B8"/>
    <w:rsid w:val="00380EBD"/>
    <w:rsid w:val="00381643"/>
    <w:rsid w:val="00381B5D"/>
    <w:rsid w:val="00381E5E"/>
    <w:rsid w:val="00382ACF"/>
    <w:rsid w:val="00382FB4"/>
    <w:rsid w:val="003832CF"/>
    <w:rsid w:val="00383F8A"/>
    <w:rsid w:val="003844B7"/>
    <w:rsid w:val="0038468A"/>
    <w:rsid w:val="00386D6E"/>
    <w:rsid w:val="00387D3D"/>
    <w:rsid w:val="00391340"/>
    <w:rsid w:val="00392C54"/>
    <w:rsid w:val="00393134"/>
    <w:rsid w:val="00393628"/>
    <w:rsid w:val="00393916"/>
    <w:rsid w:val="00395416"/>
    <w:rsid w:val="00395492"/>
    <w:rsid w:val="003960FE"/>
    <w:rsid w:val="003A2E83"/>
    <w:rsid w:val="003A3030"/>
    <w:rsid w:val="003A419A"/>
    <w:rsid w:val="003A4C6C"/>
    <w:rsid w:val="003A5726"/>
    <w:rsid w:val="003A589D"/>
    <w:rsid w:val="003A7661"/>
    <w:rsid w:val="003A798B"/>
    <w:rsid w:val="003B1047"/>
    <w:rsid w:val="003B1388"/>
    <w:rsid w:val="003B29B3"/>
    <w:rsid w:val="003B4DA2"/>
    <w:rsid w:val="003B551E"/>
    <w:rsid w:val="003B58B2"/>
    <w:rsid w:val="003B66DA"/>
    <w:rsid w:val="003B772C"/>
    <w:rsid w:val="003C0A6C"/>
    <w:rsid w:val="003C15A9"/>
    <w:rsid w:val="003C1D49"/>
    <w:rsid w:val="003C3F21"/>
    <w:rsid w:val="003D1065"/>
    <w:rsid w:val="003D2160"/>
    <w:rsid w:val="003D2974"/>
    <w:rsid w:val="003D3D1B"/>
    <w:rsid w:val="003D4347"/>
    <w:rsid w:val="003D4A4F"/>
    <w:rsid w:val="003D4BC0"/>
    <w:rsid w:val="003D4E31"/>
    <w:rsid w:val="003D7F9F"/>
    <w:rsid w:val="003E1243"/>
    <w:rsid w:val="003E1779"/>
    <w:rsid w:val="003E192B"/>
    <w:rsid w:val="003E1BA1"/>
    <w:rsid w:val="003E1BF4"/>
    <w:rsid w:val="003E1D3D"/>
    <w:rsid w:val="003E2EA8"/>
    <w:rsid w:val="003E366A"/>
    <w:rsid w:val="003E38BB"/>
    <w:rsid w:val="003E3CA6"/>
    <w:rsid w:val="003E4F2D"/>
    <w:rsid w:val="003E5517"/>
    <w:rsid w:val="003E6129"/>
    <w:rsid w:val="003E6476"/>
    <w:rsid w:val="003E78F4"/>
    <w:rsid w:val="003E7ED9"/>
    <w:rsid w:val="003F0095"/>
    <w:rsid w:val="003F102E"/>
    <w:rsid w:val="003F22AE"/>
    <w:rsid w:val="003F46BB"/>
    <w:rsid w:val="003F4BD3"/>
    <w:rsid w:val="003F561C"/>
    <w:rsid w:val="003F78B0"/>
    <w:rsid w:val="004006FF"/>
    <w:rsid w:val="0040093E"/>
    <w:rsid w:val="0040147C"/>
    <w:rsid w:val="004014BA"/>
    <w:rsid w:val="00401792"/>
    <w:rsid w:val="004018C3"/>
    <w:rsid w:val="00401E40"/>
    <w:rsid w:val="00401FC0"/>
    <w:rsid w:val="004034AF"/>
    <w:rsid w:val="00403553"/>
    <w:rsid w:val="00404A8F"/>
    <w:rsid w:val="00404CAE"/>
    <w:rsid w:val="00407F8B"/>
    <w:rsid w:val="004121A4"/>
    <w:rsid w:val="00412E74"/>
    <w:rsid w:val="00414970"/>
    <w:rsid w:val="00416E2C"/>
    <w:rsid w:val="0041752B"/>
    <w:rsid w:val="00417E3F"/>
    <w:rsid w:val="004211E4"/>
    <w:rsid w:val="0042189A"/>
    <w:rsid w:val="00421AEA"/>
    <w:rsid w:val="00421D13"/>
    <w:rsid w:val="00422A6A"/>
    <w:rsid w:val="00422F88"/>
    <w:rsid w:val="00423521"/>
    <w:rsid w:val="00425E7A"/>
    <w:rsid w:val="0042626E"/>
    <w:rsid w:val="00427867"/>
    <w:rsid w:val="004304E5"/>
    <w:rsid w:val="00430953"/>
    <w:rsid w:val="00430D67"/>
    <w:rsid w:val="004316E5"/>
    <w:rsid w:val="00432E67"/>
    <w:rsid w:val="0043337D"/>
    <w:rsid w:val="0043347A"/>
    <w:rsid w:val="004336EB"/>
    <w:rsid w:val="00436EE7"/>
    <w:rsid w:val="004376A4"/>
    <w:rsid w:val="00440019"/>
    <w:rsid w:val="00440CAB"/>
    <w:rsid w:val="00441BCC"/>
    <w:rsid w:val="00442B8A"/>
    <w:rsid w:val="00442CD4"/>
    <w:rsid w:val="00442E14"/>
    <w:rsid w:val="00444192"/>
    <w:rsid w:val="0044536D"/>
    <w:rsid w:val="00445603"/>
    <w:rsid w:val="0044567F"/>
    <w:rsid w:val="0044646E"/>
    <w:rsid w:val="00447A86"/>
    <w:rsid w:val="004504F7"/>
    <w:rsid w:val="00451CEB"/>
    <w:rsid w:val="00452216"/>
    <w:rsid w:val="00452CDC"/>
    <w:rsid w:val="0045396F"/>
    <w:rsid w:val="0045492B"/>
    <w:rsid w:val="00454DAC"/>
    <w:rsid w:val="00455494"/>
    <w:rsid w:val="00455FA3"/>
    <w:rsid w:val="004563EF"/>
    <w:rsid w:val="00456A86"/>
    <w:rsid w:val="0045784C"/>
    <w:rsid w:val="004579B3"/>
    <w:rsid w:val="00457B3D"/>
    <w:rsid w:val="004616D3"/>
    <w:rsid w:val="004618B2"/>
    <w:rsid w:val="00461A23"/>
    <w:rsid w:val="004628B8"/>
    <w:rsid w:val="00462CC3"/>
    <w:rsid w:val="00462E76"/>
    <w:rsid w:val="004633C1"/>
    <w:rsid w:val="00463862"/>
    <w:rsid w:val="004649B8"/>
    <w:rsid w:val="00465711"/>
    <w:rsid w:val="00465F8C"/>
    <w:rsid w:val="004662E5"/>
    <w:rsid w:val="00466499"/>
    <w:rsid w:val="00467449"/>
    <w:rsid w:val="00470609"/>
    <w:rsid w:val="00470924"/>
    <w:rsid w:val="00471047"/>
    <w:rsid w:val="00471336"/>
    <w:rsid w:val="00471562"/>
    <w:rsid w:val="00471D9A"/>
    <w:rsid w:val="00472F9E"/>
    <w:rsid w:val="0047364D"/>
    <w:rsid w:val="004740A5"/>
    <w:rsid w:val="004744DB"/>
    <w:rsid w:val="00476D38"/>
    <w:rsid w:val="00477129"/>
    <w:rsid w:val="004771E7"/>
    <w:rsid w:val="00481714"/>
    <w:rsid w:val="00481739"/>
    <w:rsid w:val="004818C6"/>
    <w:rsid w:val="0048283F"/>
    <w:rsid w:val="00482AF0"/>
    <w:rsid w:val="00483A29"/>
    <w:rsid w:val="0048405C"/>
    <w:rsid w:val="00484CB2"/>
    <w:rsid w:val="00487073"/>
    <w:rsid w:val="00487210"/>
    <w:rsid w:val="0048745A"/>
    <w:rsid w:val="00490E1F"/>
    <w:rsid w:val="00491DF5"/>
    <w:rsid w:val="00492008"/>
    <w:rsid w:val="004921ED"/>
    <w:rsid w:val="004927E8"/>
    <w:rsid w:val="00493AE2"/>
    <w:rsid w:val="004942BB"/>
    <w:rsid w:val="004949D7"/>
    <w:rsid w:val="00494CE4"/>
    <w:rsid w:val="00495B4F"/>
    <w:rsid w:val="00495B74"/>
    <w:rsid w:val="00495F06"/>
    <w:rsid w:val="004967DD"/>
    <w:rsid w:val="00497AB4"/>
    <w:rsid w:val="004A0E86"/>
    <w:rsid w:val="004A1518"/>
    <w:rsid w:val="004A26A6"/>
    <w:rsid w:val="004A3788"/>
    <w:rsid w:val="004A39DE"/>
    <w:rsid w:val="004A4C9D"/>
    <w:rsid w:val="004A4ED1"/>
    <w:rsid w:val="004A66DE"/>
    <w:rsid w:val="004A766F"/>
    <w:rsid w:val="004B0BE8"/>
    <w:rsid w:val="004B0C89"/>
    <w:rsid w:val="004B2E69"/>
    <w:rsid w:val="004B356B"/>
    <w:rsid w:val="004B4777"/>
    <w:rsid w:val="004B5851"/>
    <w:rsid w:val="004B5B98"/>
    <w:rsid w:val="004B728A"/>
    <w:rsid w:val="004B79BF"/>
    <w:rsid w:val="004B7D6C"/>
    <w:rsid w:val="004C0117"/>
    <w:rsid w:val="004C0140"/>
    <w:rsid w:val="004C0F2B"/>
    <w:rsid w:val="004C37AB"/>
    <w:rsid w:val="004C382C"/>
    <w:rsid w:val="004C426C"/>
    <w:rsid w:val="004C47D7"/>
    <w:rsid w:val="004C589F"/>
    <w:rsid w:val="004C6544"/>
    <w:rsid w:val="004C7653"/>
    <w:rsid w:val="004D1001"/>
    <w:rsid w:val="004D104D"/>
    <w:rsid w:val="004D13F5"/>
    <w:rsid w:val="004D2654"/>
    <w:rsid w:val="004D38A4"/>
    <w:rsid w:val="004D5631"/>
    <w:rsid w:val="004D5F97"/>
    <w:rsid w:val="004D6719"/>
    <w:rsid w:val="004D75B6"/>
    <w:rsid w:val="004D7FEE"/>
    <w:rsid w:val="004E0030"/>
    <w:rsid w:val="004E00F6"/>
    <w:rsid w:val="004E25DE"/>
    <w:rsid w:val="004E2DBD"/>
    <w:rsid w:val="004E341C"/>
    <w:rsid w:val="004E58BF"/>
    <w:rsid w:val="004E627B"/>
    <w:rsid w:val="004E6934"/>
    <w:rsid w:val="004E7D00"/>
    <w:rsid w:val="004F0258"/>
    <w:rsid w:val="004F0767"/>
    <w:rsid w:val="004F117D"/>
    <w:rsid w:val="004F198C"/>
    <w:rsid w:val="004F1D7D"/>
    <w:rsid w:val="004F2588"/>
    <w:rsid w:val="004F27AB"/>
    <w:rsid w:val="004F2E2E"/>
    <w:rsid w:val="004F3445"/>
    <w:rsid w:val="004F35B3"/>
    <w:rsid w:val="004F4900"/>
    <w:rsid w:val="004F4D55"/>
    <w:rsid w:val="004F4FBC"/>
    <w:rsid w:val="004F51BA"/>
    <w:rsid w:val="004F63F0"/>
    <w:rsid w:val="004F6A33"/>
    <w:rsid w:val="004F729B"/>
    <w:rsid w:val="004F7768"/>
    <w:rsid w:val="004F7FE3"/>
    <w:rsid w:val="005006F1"/>
    <w:rsid w:val="005012AA"/>
    <w:rsid w:val="00501489"/>
    <w:rsid w:val="00503CFD"/>
    <w:rsid w:val="00505A35"/>
    <w:rsid w:val="0050676C"/>
    <w:rsid w:val="005072C7"/>
    <w:rsid w:val="005076E8"/>
    <w:rsid w:val="00507E86"/>
    <w:rsid w:val="00510467"/>
    <w:rsid w:val="0051049B"/>
    <w:rsid w:val="0051089D"/>
    <w:rsid w:val="00510CB9"/>
    <w:rsid w:val="0051237F"/>
    <w:rsid w:val="00514006"/>
    <w:rsid w:val="00514C65"/>
    <w:rsid w:val="005162F3"/>
    <w:rsid w:val="00516353"/>
    <w:rsid w:val="005169D0"/>
    <w:rsid w:val="005174F4"/>
    <w:rsid w:val="00517D03"/>
    <w:rsid w:val="00520779"/>
    <w:rsid w:val="005215A3"/>
    <w:rsid w:val="00521A4E"/>
    <w:rsid w:val="00521B99"/>
    <w:rsid w:val="00521F89"/>
    <w:rsid w:val="005231AD"/>
    <w:rsid w:val="005236BE"/>
    <w:rsid w:val="005237ED"/>
    <w:rsid w:val="00523C71"/>
    <w:rsid w:val="005254E7"/>
    <w:rsid w:val="005258AE"/>
    <w:rsid w:val="00527BEA"/>
    <w:rsid w:val="0053216E"/>
    <w:rsid w:val="00532D72"/>
    <w:rsid w:val="00533199"/>
    <w:rsid w:val="005338B7"/>
    <w:rsid w:val="00535F16"/>
    <w:rsid w:val="0053693C"/>
    <w:rsid w:val="00537187"/>
    <w:rsid w:val="0053794C"/>
    <w:rsid w:val="00540617"/>
    <w:rsid w:val="00541FD7"/>
    <w:rsid w:val="005420D4"/>
    <w:rsid w:val="00542DF1"/>
    <w:rsid w:val="00543DDB"/>
    <w:rsid w:val="0054480C"/>
    <w:rsid w:val="00544A00"/>
    <w:rsid w:val="005462ED"/>
    <w:rsid w:val="00550377"/>
    <w:rsid w:val="00550B4C"/>
    <w:rsid w:val="0055279C"/>
    <w:rsid w:val="00552DEC"/>
    <w:rsid w:val="00554A46"/>
    <w:rsid w:val="005556CF"/>
    <w:rsid w:val="0055593F"/>
    <w:rsid w:val="00556FE7"/>
    <w:rsid w:val="00557607"/>
    <w:rsid w:val="005577C6"/>
    <w:rsid w:val="00560142"/>
    <w:rsid w:val="005620CF"/>
    <w:rsid w:val="005625A3"/>
    <w:rsid w:val="00563B60"/>
    <w:rsid w:val="00564509"/>
    <w:rsid w:val="005646D7"/>
    <w:rsid w:val="00565F1A"/>
    <w:rsid w:val="00566811"/>
    <w:rsid w:val="00566A7D"/>
    <w:rsid w:val="0057009C"/>
    <w:rsid w:val="005727A2"/>
    <w:rsid w:val="00574928"/>
    <w:rsid w:val="0057611A"/>
    <w:rsid w:val="00580DD2"/>
    <w:rsid w:val="0058137F"/>
    <w:rsid w:val="00581D5C"/>
    <w:rsid w:val="005829CF"/>
    <w:rsid w:val="00582E01"/>
    <w:rsid w:val="0058349B"/>
    <w:rsid w:val="0058366D"/>
    <w:rsid w:val="00583E28"/>
    <w:rsid w:val="00584470"/>
    <w:rsid w:val="00584708"/>
    <w:rsid w:val="00584B48"/>
    <w:rsid w:val="00585468"/>
    <w:rsid w:val="00585726"/>
    <w:rsid w:val="00587323"/>
    <w:rsid w:val="00590A2C"/>
    <w:rsid w:val="00590BA8"/>
    <w:rsid w:val="00591411"/>
    <w:rsid w:val="00591C15"/>
    <w:rsid w:val="00593B58"/>
    <w:rsid w:val="00594647"/>
    <w:rsid w:val="00594DA3"/>
    <w:rsid w:val="005959B9"/>
    <w:rsid w:val="00596804"/>
    <w:rsid w:val="00597AB8"/>
    <w:rsid w:val="005A1397"/>
    <w:rsid w:val="005A218A"/>
    <w:rsid w:val="005A21E9"/>
    <w:rsid w:val="005A2BDD"/>
    <w:rsid w:val="005A36E8"/>
    <w:rsid w:val="005A3D2C"/>
    <w:rsid w:val="005A5CC5"/>
    <w:rsid w:val="005B07B3"/>
    <w:rsid w:val="005B1D17"/>
    <w:rsid w:val="005B3838"/>
    <w:rsid w:val="005B4985"/>
    <w:rsid w:val="005B4FAE"/>
    <w:rsid w:val="005B52BD"/>
    <w:rsid w:val="005B58A7"/>
    <w:rsid w:val="005B5A7A"/>
    <w:rsid w:val="005B6B65"/>
    <w:rsid w:val="005C056D"/>
    <w:rsid w:val="005C1274"/>
    <w:rsid w:val="005C161E"/>
    <w:rsid w:val="005C189C"/>
    <w:rsid w:val="005C1FA3"/>
    <w:rsid w:val="005C2353"/>
    <w:rsid w:val="005C3A01"/>
    <w:rsid w:val="005C45B1"/>
    <w:rsid w:val="005C604E"/>
    <w:rsid w:val="005C66FC"/>
    <w:rsid w:val="005C6D7B"/>
    <w:rsid w:val="005C7AD4"/>
    <w:rsid w:val="005C7D5C"/>
    <w:rsid w:val="005D0371"/>
    <w:rsid w:val="005D0670"/>
    <w:rsid w:val="005D092E"/>
    <w:rsid w:val="005D1C77"/>
    <w:rsid w:val="005D1D6A"/>
    <w:rsid w:val="005D23B3"/>
    <w:rsid w:val="005D24D2"/>
    <w:rsid w:val="005D2525"/>
    <w:rsid w:val="005D27E2"/>
    <w:rsid w:val="005D3BA3"/>
    <w:rsid w:val="005D4D73"/>
    <w:rsid w:val="005D4FAF"/>
    <w:rsid w:val="005D56BE"/>
    <w:rsid w:val="005D5F74"/>
    <w:rsid w:val="005D7AE2"/>
    <w:rsid w:val="005E070A"/>
    <w:rsid w:val="005E07AC"/>
    <w:rsid w:val="005E0F92"/>
    <w:rsid w:val="005E181A"/>
    <w:rsid w:val="005E5440"/>
    <w:rsid w:val="005E6C3E"/>
    <w:rsid w:val="005E7A0E"/>
    <w:rsid w:val="005E7D03"/>
    <w:rsid w:val="005F0ADA"/>
    <w:rsid w:val="005F1FA2"/>
    <w:rsid w:val="005F39F5"/>
    <w:rsid w:val="005F549E"/>
    <w:rsid w:val="005F6595"/>
    <w:rsid w:val="005F6599"/>
    <w:rsid w:val="005F6765"/>
    <w:rsid w:val="005F775B"/>
    <w:rsid w:val="005F7874"/>
    <w:rsid w:val="006026CE"/>
    <w:rsid w:val="006044E9"/>
    <w:rsid w:val="00604DCC"/>
    <w:rsid w:val="00604EC3"/>
    <w:rsid w:val="0060673C"/>
    <w:rsid w:val="00606A33"/>
    <w:rsid w:val="00607073"/>
    <w:rsid w:val="00607952"/>
    <w:rsid w:val="0061022F"/>
    <w:rsid w:val="006104EC"/>
    <w:rsid w:val="00610815"/>
    <w:rsid w:val="006109BE"/>
    <w:rsid w:val="00610B8B"/>
    <w:rsid w:val="00610FB9"/>
    <w:rsid w:val="00612684"/>
    <w:rsid w:val="00612972"/>
    <w:rsid w:val="00612CAF"/>
    <w:rsid w:val="006132E1"/>
    <w:rsid w:val="006136CD"/>
    <w:rsid w:val="00613AD4"/>
    <w:rsid w:val="006146FF"/>
    <w:rsid w:val="0061483F"/>
    <w:rsid w:val="00614F8E"/>
    <w:rsid w:val="0061593F"/>
    <w:rsid w:val="00615AE8"/>
    <w:rsid w:val="00616151"/>
    <w:rsid w:val="00616183"/>
    <w:rsid w:val="00616272"/>
    <w:rsid w:val="006206DE"/>
    <w:rsid w:val="006210A5"/>
    <w:rsid w:val="00621A26"/>
    <w:rsid w:val="00624EF8"/>
    <w:rsid w:val="0062505B"/>
    <w:rsid w:val="00625345"/>
    <w:rsid w:val="0062792E"/>
    <w:rsid w:val="00627E30"/>
    <w:rsid w:val="00630E0D"/>
    <w:rsid w:val="006311D9"/>
    <w:rsid w:val="006318C3"/>
    <w:rsid w:val="006327E7"/>
    <w:rsid w:val="006328F2"/>
    <w:rsid w:val="00633A9C"/>
    <w:rsid w:val="00634780"/>
    <w:rsid w:val="0063489C"/>
    <w:rsid w:val="00634C3B"/>
    <w:rsid w:val="00635539"/>
    <w:rsid w:val="00635680"/>
    <w:rsid w:val="00635D7F"/>
    <w:rsid w:val="006374B0"/>
    <w:rsid w:val="00640E2F"/>
    <w:rsid w:val="00641902"/>
    <w:rsid w:val="00641AB2"/>
    <w:rsid w:val="006444E4"/>
    <w:rsid w:val="00646169"/>
    <w:rsid w:val="00647083"/>
    <w:rsid w:val="0064798D"/>
    <w:rsid w:val="00651354"/>
    <w:rsid w:val="006523FB"/>
    <w:rsid w:val="0065288C"/>
    <w:rsid w:val="006531DB"/>
    <w:rsid w:val="00654AE2"/>
    <w:rsid w:val="00655AC8"/>
    <w:rsid w:val="00655DB1"/>
    <w:rsid w:val="006564E5"/>
    <w:rsid w:val="0066030E"/>
    <w:rsid w:val="00660C39"/>
    <w:rsid w:val="006618E4"/>
    <w:rsid w:val="00662229"/>
    <w:rsid w:val="006624B4"/>
    <w:rsid w:val="00662506"/>
    <w:rsid w:val="00662688"/>
    <w:rsid w:val="00662AA3"/>
    <w:rsid w:val="00662AC2"/>
    <w:rsid w:val="006636A8"/>
    <w:rsid w:val="00664820"/>
    <w:rsid w:val="006664A8"/>
    <w:rsid w:val="00666AC4"/>
    <w:rsid w:val="00666B32"/>
    <w:rsid w:val="00667EC5"/>
    <w:rsid w:val="0067100B"/>
    <w:rsid w:val="00672A5C"/>
    <w:rsid w:val="00672B30"/>
    <w:rsid w:val="00674CCF"/>
    <w:rsid w:val="00675493"/>
    <w:rsid w:val="00675EAD"/>
    <w:rsid w:val="006760C0"/>
    <w:rsid w:val="006762C0"/>
    <w:rsid w:val="006775C9"/>
    <w:rsid w:val="00681330"/>
    <w:rsid w:val="00683AE0"/>
    <w:rsid w:val="00684175"/>
    <w:rsid w:val="00684C8E"/>
    <w:rsid w:val="006850E6"/>
    <w:rsid w:val="00685EB0"/>
    <w:rsid w:val="00686D2A"/>
    <w:rsid w:val="00686F56"/>
    <w:rsid w:val="006904F1"/>
    <w:rsid w:val="006911E9"/>
    <w:rsid w:val="00691FB8"/>
    <w:rsid w:val="00692350"/>
    <w:rsid w:val="00692E34"/>
    <w:rsid w:val="00693A88"/>
    <w:rsid w:val="006942C8"/>
    <w:rsid w:val="00694CF6"/>
    <w:rsid w:val="00696950"/>
    <w:rsid w:val="00697BC9"/>
    <w:rsid w:val="00697C28"/>
    <w:rsid w:val="006A0BCA"/>
    <w:rsid w:val="006A1814"/>
    <w:rsid w:val="006A274F"/>
    <w:rsid w:val="006A2797"/>
    <w:rsid w:val="006A2B60"/>
    <w:rsid w:val="006A2BD7"/>
    <w:rsid w:val="006A2EFA"/>
    <w:rsid w:val="006A3019"/>
    <w:rsid w:val="006A30B5"/>
    <w:rsid w:val="006A46BE"/>
    <w:rsid w:val="006A526D"/>
    <w:rsid w:val="006A5DE3"/>
    <w:rsid w:val="006A7286"/>
    <w:rsid w:val="006B01C0"/>
    <w:rsid w:val="006B0C9E"/>
    <w:rsid w:val="006B1B16"/>
    <w:rsid w:val="006B2725"/>
    <w:rsid w:val="006B45B4"/>
    <w:rsid w:val="006B45C6"/>
    <w:rsid w:val="006B55D5"/>
    <w:rsid w:val="006C0318"/>
    <w:rsid w:val="006C1017"/>
    <w:rsid w:val="006C1367"/>
    <w:rsid w:val="006C2630"/>
    <w:rsid w:val="006C30C2"/>
    <w:rsid w:val="006C323A"/>
    <w:rsid w:val="006C391B"/>
    <w:rsid w:val="006C4554"/>
    <w:rsid w:val="006C6919"/>
    <w:rsid w:val="006C6B48"/>
    <w:rsid w:val="006C6E7A"/>
    <w:rsid w:val="006C718D"/>
    <w:rsid w:val="006C7CF1"/>
    <w:rsid w:val="006D024B"/>
    <w:rsid w:val="006D0AED"/>
    <w:rsid w:val="006D0CD1"/>
    <w:rsid w:val="006D1F2C"/>
    <w:rsid w:val="006D2390"/>
    <w:rsid w:val="006D2454"/>
    <w:rsid w:val="006D2813"/>
    <w:rsid w:val="006D2E19"/>
    <w:rsid w:val="006D311D"/>
    <w:rsid w:val="006D3453"/>
    <w:rsid w:val="006D354B"/>
    <w:rsid w:val="006D3A5D"/>
    <w:rsid w:val="006D3D6D"/>
    <w:rsid w:val="006D4386"/>
    <w:rsid w:val="006D5071"/>
    <w:rsid w:val="006E0C4B"/>
    <w:rsid w:val="006E24F1"/>
    <w:rsid w:val="006E2732"/>
    <w:rsid w:val="006E2766"/>
    <w:rsid w:val="006E33ED"/>
    <w:rsid w:val="006E372C"/>
    <w:rsid w:val="006E4407"/>
    <w:rsid w:val="006E4460"/>
    <w:rsid w:val="006E44D5"/>
    <w:rsid w:val="006E4617"/>
    <w:rsid w:val="006E4732"/>
    <w:rsid w:val="006E4AC5"/>
    <w:rsid w:val="006E5D6E"/>
    <w:rsid w:val="006E6017"/>
    <w:rsid w:val="006E608E"/>
    <w:rsid w:val="006E629C"/>
    <w:rsid w:val="006F0B80"/>
    <w:rsid w:val="006F1B59"/>
    <w:rsid w:val="006F1E2A"/>
    <w:rsid w:val="006F276D"/>
    <w:rsid w:val="006F3C50"/>
    <w:rsid w:val="006F4058"/>
    <w:rsid w:val="006F4460"/>
    <w:rsid w:val="006F47BD"/>
    <w:rsid w:val="006F4971"/>
    <w:rsid w:val="006F4AB7"/>
    <w:rsid w:val="006F5CCE"/>
    <w:rsid w:val="006F5E20"/>
    <w:rsid w:val="006F6320"/>
    <w:rsid w:val="006F6321"/>
    <w:rsid w:val="006F6F4C"/>
    <w:rsid w:val="006F7FC3"/>
    <w:rsid w:val="00700E96"/>
    <w:rsid w:val="007011D6"/>
    <w:rsid w:val="007013D8"/>
    <w:rsid w:val="00701A4A"/>
    <w:rsid w:val="00701DDB"/>
    <w:rsid w:val="00702068"/>
    <w:rsid w:val="007043C5"/>
    <w:rsid w:val="0070476C"/>
    <w:rsid w:val="00704C72"/>
    <w:rsid w:val="0070501E"/>
    <w:rsid w:val="00706A57"/>
    <w:rsid w:val="007074B6"/>
    <w:rsid w:val="00710877"/>
    <w:rsid w:val="007119F3"/>
    <w:rsid w:val="007125D3"/>
    <w:rsid w:val="00712C22"/>
    <w:rsid w:val="00713AF4"/>
    <w:rsid w:val="00713CAF"/>
    <w:rsid w:val="007142E6"/>
    <w:rsid w:val="0071503B"/>
    <w:rsid w:val="007154DB"/>
    <w:rsid w:val="00715E63"/>
    <w:rsid w:val="00716454"/>
    <w:rsid w:val="00716B4D"/>
    <w:rsid w:val="007173DF"/>
    <w:rsid w:val="007201A8"/>
    <w:rsid w:val="00720C6C"/>
    <w:rsid w:val="00721800"/>
    <w:rsid w:val="007219C7"/>
    <w:rsid w:val="00722505"/>
    <w:rsid w:val="0072267A"/>
    <w:rsid w:val="007227D7"/>
    <w:rsid w:val="00722CC1"/>
    <w:rsid w:val="00724AC5"/>
    <w:rsid w:val="007253F8"/>
    <w:rsid w:val="007254AB"/>
    <w:rsid w:val="00725692"/>
    <w:rsid w:val="0072638B"/>
    <w:rsid w:val="00726390"/>
    <w:rsid w:val="007273BB"/>
    <w:rsid w:val="00727CAB"/>
    <w:rsid w:val="007315AE"/>
    <w:rsid w:val="00732919"/>
    <w:rsid w:val="007361F0"/>
    <w:rsid w:val="00736497"/>
    <w:rsid w:val="007366AB"/>
    <w:rsid w:val="00740220"/>
    <w:rsid w:val="00740DD8"/>
    <w:rsid w:val="007416C7"/>
    <w:rsid w:val="00742A5B"/>
    <w:rsid w:val="00744228"/>
    <w:rsid w:val="0074435F"/>
    <w:rsid w:val="00744B30"/>
    <w:rsid w:val="00744DAC"/>
    <w:rsid w:val="00745291"/>
    <w:rsid w:val="00745B29"/>
    <w:rsid w:val="00746109"/>
    <w:rsid w:val="00750243"/>
    <w:rsid w:val="00751940"/>
    <w:rsid w:val="00752775"/>
    <w:rsid w:val="00752946"/>
    <w:rsid w:val="00753C5B"/>
    <w:rsid w:val="00754EE7"/>
    <w:rsid w:val="00755163"/>
    <w:rsid w:val="007558D6"/>
    <w:rsid w:val="00756DD9"/>
    <w:rsid w:val="007615BF"/>
    <w:rsid w:val="00761EF2"/>
    <w:rsid w:val="00763706"/>
    <w:rsid w:val="00763C21"/>
    <w:rsid w:val="00765F51"/>
    <w:rsid w:val="00766F19"/>
    <w:rsid w:val="00767393"/>
    <w:rsid w:val="00770692"/>
    <w:rsid w:val="00770DB5"/>
    <w:rsid w:val="00771028"/>
    <w:rsid w:val="007725B8"/>
    <w:rsid w:val="007730D3"/>
    <w:rsid w:val="00773AC0"/>
    <w:rsid w:val="00774CDE"/>
    <w:rsid w:val="00775478"/>
    <w:rsid w:val="007754C4"/>
    <w:rsid w:val="007758A7"/>
    <w:rsid w:val="00776923"/>
    <w:rsid w:val="007772C5"/>
    <w:rsid w:val="00781A17"/>
    <w:rsid w:val="00782573"/>
    <w:rsid w:val="00782966"/>
    <w:rsid w:val="00782A2B"/>
    <w:rsid w:val="00783530"/>
    <w:rsid w:val="00784A19"/>
    <w:rsid w:val="007852B6"/>
    <w:rsid w:val="00787AEE"/>
    <w:rsid w:val="00787F71"/>
    <w:rsid w:val="00790170"/>
    <w:rsid w:val="007930BE"/>
    <w:rsid w:val="007945CB"/>
    <w:rsid w:val="007946AF"/>
    <w:rsid w:val="00794A7B"/>
    <w:rsid w:val="007955A6"/>
    <w:rsid w:val="007958A6"/>
    <w:rsid w:val="00795C45"/>
    <w:rsid w:val="00796161"/>
    <w:rsid w:val="0079767C"/>
    <w:rsid w:val="00797F42"/>
    <w:rsid w:val="007A07E5"/>
    <w:rsid w:val="007A0FE2"/>
    <w:rsid w:val="007A1914"/>
    <w:rsid w:val="007A24EF"/>
    <w:rsid w:val="007A34D4"/>
    <w:rsid w:val="007A35BF"/>
    <w:rsid w:val="007A547B"/>
    <w:rsid w:val="007A70A0"/>
    <w:rsid w:val="007A721E"/>
    <w:rsid w:val="007B0186"/>
    <w:rsid w:val="007B0764"/>
    <w:rsid w:val="007B07D5"/>
    <w:rsid w:val="007B09F4"/>
    <w:rsid w:val="007B2593"/>
    <w:rsid w:val="007B2935"/>
    <w:rsid w:val="007B2967"/>
    <w:rsid w:val="007B2ACD"/>
    <w:rsid w:val="007B2C5D"/>
    <w:rsid w:val="007B2E02"/>
    <w:rsid w:val="007B34AA"/>
    <w:rsid w:val="007B3933"/>
    <w:rsid w:val="007B3C63"/>
    <w:rsid w:val="007B5440"/>
    <w:rsid w:val="007B6E50"/>
    <w:rsid w:val="007B6EA2"/>
    <w:rsid w:val="007B717F"/>
    <w:rsid w:val="007B71C7"/>
    <w:rsid w:val="007C07D8"/>
    <w:rsid w:val="007C0C17"/>
    <w:rsid w:val="007C2011"/>
    <w:rsid w:val="007C20A2"/>
    <w:rsid w:val="007C2280"/>
    <w:rsid w:val="007C341D"/>
    <w:rsid w:val="007C35EB"/>
    <w:rsid w:val="007C4118"/>
    <w:rsid w:val="007C4BAD"/>
    <w:rsid w:val="007C5F24"/>
    <w:rsid w:val="007C6939"/>
    <w:rsid w:val="007C6AA7"/>
    <w:rsid w:val="007C7CEC"/>
    <w:rsid w:val="007D062A"/>
    <w:rsid w:val="007D0CB6"/>
    <w:rsid w:val="007D1860"/>
    <w:rsid w:val="007D273E"/>
    <w:rsid w:val="007D289D"/>
    <w:rsid w:val="007D2D96"/>
    <w:rsid w:val="007D3E11"/>
    <w:rsid w:val="007D46CE"/>
    <w:rsid w:val="007D530A"/>
    <w:rsid w:val="007D5A37"/>
    <w:rsid w:val="007D5D52"/>
    <w:rsid w:val="007D63BD"/>
    <w:rsid w:val="007D6DC7"/>
    <w:rsid w:val="007E4874"/>
    <w:rsid w:val="007E4E50"/>
    <w:rsid w:val="007E5355"/>
    <w:rsid w:val="007E6222"/>
    <w:rsid w:val="007E62DF"/>
    <w:rsid w:val="007E74E9"/>
    <w:rsid w:val="007E7E78"/>
    <w:rsid w:val="007F20F2"/>
    <w:rsid w:val="007F4185"/>
    <w:rsid w:val="007F4802"/>
    <w:rsid w:val="007F5120"/>
    <w:rsid w:val="007F62E6"/>
    <w:rsid w:val="007F65E2"/>
    <w:rsid w:val="007F6E49"/>
    <w:rsid w:val="007F705E"/>
    <w:rsid w:val="007F7344"/>
    <w:rsid w:val="007F75AB"/>
    <w:rsid w:val="007F77F0"/>
    <w:rsid w:val="007F7A5E"/>
    <w:rsid w:val="007F7B38"/>
    <w:rsid w:val="007F7B7B"/>
    <w:rsid w:val="007F7DC2"/>
    <w:rsid w:val="00800F4D"/>
    <w:rsid w:val="00802F03"/>
    <w:rsid w:val="00803587"/>
    <w:rsid w:val="00804C22"/>
    <w:rsid w:val="00805D40"/>
    <w:rsid w:val="008060CE"/>
    <w:rsid w:val="008067B7"/>
    <w:rsid w:val="0080787F"/>
    <w:rsid w:val="008100EA"/>
    <w:rsid w:val="00810886"/>
    <w:rsid w:val="00811175"/>
    <w:rsid w:val="00812159"/>
    <w:rsid w:val="008127CE"/>
    <w:rsid w:val="00813AB1"/>
    <w:rsid w:val="00816466"/>
    <w:rsid w:val="0081647F"/>
    <w:rsid w:val="008202D5"/>
    <w:rsid w:val="0082125E"/>
    <w:rsid w:val="008215C3"/>
    <w:rsid w:val="0082375E"/>
    <w:rsid w:val="008255E3"/>
    <w:rsid w:val="0082692C"/>
    <w:rsid w:val="00826B1B"/>
    <w:rsid w:val="00826DE9"/>
    <w:rsid w:val="00831047"/>
    <w:rsid w:val="00832658"/>
    <w:rsid w:val="00832E74"/>
    <w:rsid w:val="00833122"/>
    <w:rsid w:val="008333F0"/>
    <w:rsid w:val="0083399E"/>
    <w:rsid w:val="00833F2A"/>
    <w:rsid w:val="008340D5"/>
    <w:rsid w:val="00835FEC"/>
    <w:rsid w:val="00836192"/>
    <w:rsid w:val="008368D8"/>
    <w:rsid w:val="00836BB2"/>
    <w:rsid w:val="00837428"/>
    <w:rsid w:val="008374F0"/>
    <w:rsid w:val="008376DA"/>
    <w:rsid w:val="008400CE"/>
    <w:rsid w:val="0084259D"/>
    <w:rsid w:val="00844297"/>
    <w:rsid w:val="00844A9F"/>
    <w:rsid w:val="00844C71"/>
    <w:rsid w:val="00844FA6"/>
    <w:rsid w:val="008457EF"/>
    <w:rsid w:val="00845978"/>
    <w:rsid w:val="00845A82"/>
    <w:rsid w:val="00845FCA"/>
    <w:rsid w:val="008463F7"/>
    <w:rsid w:val="00846F83"/>
    <w:rsid w:val="00847454"/>
    <w:rsid w:val="0085108E"/>
    <w:rsid w:val="008510A1"/>
    <w:rsid w:val="00851155"/>
    <w:rsid w:val="00851C86"/>
    <w:rsid w:val="00851DBF"/>
    <w:rsid w:val="00852C7D"/>
    <w:rsid w:val="00852D89"/>
    <w:rsid w:val="00853C66"/>
    <w:rsid w:val="008543A8"/>
    <w:rsid w:val="00854E56"/>
    <w:rsid w:val="00854EF2"/>
    <w:rsid w:val="008576F0"/>
    <w:rsid w:val="008579C6"/>
    <w:rsid w:val="00857ED2"/>
    <w:rsid w:val="00860331"/>
    <w:rsid w:val="0086224C"/>
    <w:rsid w:val="008624B2"/>
    <w:rsid w:val="0086256B"/>
    <w:rsid w:val="00863144"/>
    <w:rsid w:val="00863E5E"/>
    <w:rsid w:val="008663D0"/>
    <w:rsid w:val="008665C5"/>
    <w:rsid w:val="00867A05"/>
    <w:rsid w:val="00871D9B"/>
    <w:rsid w:val="00872DD7"/>
    <w:rsid w:val="0087436B"/>
    <w:rsid w:val="0087470B"/>
    <w:rsid w:val="00874B4C"/>
    <w:rsid w:val="00875B5B"/>
    <w:rsid w:val="00876E53"/>
    <w:rsid w:val="00877905"/>
    <w:rsid w:val="00877D68"/>
    <w:rsid w:val="008807EA"/>
    <w:rsid w:val="008810AC"/>
    <w:rsid w:val="008829AA"/>
    <w:rsid w:val="00883D6C"/>
    <w:rsid w:val="00883DA4"/>
    <w:rsid w:val="00884A66"/>
    <w:rsid w:val="00886DBB"/>
    <w:rsid w:val="00891262"/>
    <w:rsid w:val="008916F2"/>
    <w:rsid w:val="008923E1"/>
    <w:rsid w:val="008925CD"/>
    <w:rsid w:val="00892CF6"/>
    <w:rsid w:val="0089323E"/>
    <w:rsid w:val="008941E8"/>
    <w:rsid w:val="00895664"/>
    <w:rsid w:val="008964FC"/>
    <w:rsid w:val="008977F0"/>
    <w:rsid w:val="00897964"/>
    <w:rsid w:val="008979B6"/>
    <w:rsid w:val="008A0037"/>
    <w:rsid w:val="008A1AFA"/>
    <w:rsid w:val="008A1C30"/>
    <w:rsid w:val="008A1D2B"/>
    <w:rsid w:val="008A1EC2"/>
    <w:rsid w:val="008A3553"/>
    <w:rsid w:val="008A3658"/>
    <w:rsid w:val="008A3F57"/>
    <w:rsid w:val="008A466A"/>
    <w:rsid w:val="008A48E6"/>
    <w:rsid w:val="008A639E"/>
    <w:rsid w:val="008A78E5"/>
    <w:rsid w:val="008B0B75"/>
    <w:rsid w:val="008B0C04"/>
    <w:rsid w:val="008B2290"/>
    <w:rsid w:val="008B4881"/>
    <w:rsid w:val="008B4971"/>
    <w:rsid w:val="008B5637"/>
    <w:rsid w:val="008B5A3D"/>
    <w:rsid w:val="008B69C1"/>
    <w:rsid w:val="008B726D"/>
    <w:rsid w:val="008B7C40"/>
    <w:rsid w:val="008C0226"/>
    <w:rsid w:val="008C07D7"/>
    <w:rsid w:val="008C1AD9"/>
    <w:rsid w:val="008C2D14"/>
    <w:rsid w:val="008C2F80"/>
    <w:rsid w:val="008C3339"/>
    <w:rsid w:val="008C509D"/>
    <w:rsid w:val="008C525C"/>
    <w:rsid w:val="008C663A"/>
    <w:rsid w:val="008C7048"/>
    <w:rsid w:val="008C76A8"/>
    <w:rsid w:val="008D06B0"/>
    <w:rsid w:val="008D0ADF"/>
    <w:rsid w:val="008D17DC"/>
    <w:rsid w:val="008D1ECA"/>
    <w:rsid w:val="008D28CB"/>
    <w:rsid w:val="008D28F5"/>
    <w:rsid w:val="008D2E20"/>
    <w:rsid w:val="008D2F05"/>
    <w:rsid w:val="008D4FE6"/>
    <w:rsid w:val="008D5199"/>
    <w:rsid w:val="008D7801"/>
    <w:rsid w:val="008D7D9D"/>
    <w:rsid w:val="008E0EAD"/>
    <w:rsid w:val="008E3295"/>
    <w:rsid w:val="008E3593"/>
    <w:rsid w:val="008E61A2"/>
    <w:rsid w:val="008E6867"/>
    <w:rsid w:val="008E7C1E"/>
    <w:rsid w:val="008E7D9B"/>
    <w:rsid w:val="008F2B70"/>
    <w:rsid w:val="008F2DEE"/>
    <w:rsid w:val="008F63B0"/>
    <w:rsid w:val="008F6AE7"/>
    <w:rsid w:val="008F7C7F"/>
    <w:rsid w:val="008F7E49"/>
    <w:rsid w:val="00901041"/>
    <w:rsid w:val="00901A49"/>
    <w:rsid w:val="009029C6"/>
    <w:rsid w:val="00902BF7"/>
    <w:rsid w:val="009034FA"/>
    <w:rsid w:val="00904EF5"/>
    <w:rsid w:val="00905C15"/>
    <w:rsid w:val="00905D4C"/>
    <w:rsid w:val="00905F8E"/>
    <w:rsid w:val="00906320"/>
    <w:rsid w:val="00907C0D"/>
    <w:rsid w:val="00910145"/>
    <w:rsid w:val="0091172A"/>
    <w:rsid w:val="00911B9D"/>
    <w:rsid w:val="009125BC"/>
    <w:rsid w:val="00914B87"/>
    <w:rsid w:val="009161ED"/>
    <w:rsid w:val="00920798"/>
    <w:rsid w:val="009214D6"/>
    <w:rsid w:val="00922CDB"/>
    <w:rsid w:val="00923D8A"/>
    <w:rsid w:val="0092422D"/>
    <w:rsid w:val="00926110"/>
    <w:rsid w:val="009261DA"/>
    <w:rsid w:val="00926436"/>
    <w:rsid w:val="00926AF4"/>
    <w:rsid w:val="00926DDA"/>
    <w:rsid w:val="00927D22"/>
    <w:rsid w:val="00927FE8"/>
    <w:rsid w:val="0093038C"/>
    <w:rsid w:val="00930514"/>
    <w:rsid w:val="009309EB"/>
    <w:rsid w:val="0093148C"/>
    <w:rsid w:val="00932788"/>
    <w:rsid w:val="009329CC"/>
    <w:rsid w:val="00932E6A"/>
    <w:rsid w:val="009337D3"/>
    <w:rsid w:val="00933966"/>
    <w:rsid w:val="00933BD4"/>
    <w:rsid w:val="009340B2"/>
    <w:rsid w:val="0093551F"/>
    <w:rsid w:val="0093754E"/>
    <w:rsid w:val="00940685"/>
    <w:rsid w:val="00940C10"/>
    <w:rsid w:val="009411D8"/>
    <w:rsid w:val="009438A7"/>
    <w:rsid w:val="00944C81"/>
    <w:rsid w:val="00946249"/>
    <w:rsid w:val="009467F1"/>
    <w:rsid w:val="0094692C"/>
    <w:rsid w:val="0094732A"/>
    <w:rsid w:val="00947688"/>
    <w:rsid w:val="0095134B"/>
    <w:rsid w:val="009517C0"/>
    <w:rsid w:val="00951ACF"/>
    <w:rsid w:val="009522E0"/>
    <w:rsid w:val="009545E6"/>
    <w:rsid w:val="00955AF4"/>
    <w:rsid w:val="009563C0"/>
    <w:rsid w:val="00956484"/>
    <w:rsid w:val="009607D8"/>
    <w:rsid w:val="0096099C"/>
    <w:rsid w:val="009619A4"/>
    <w:rsid w:val="00961A01"/>
    <w:rsid w:val="00962303"/>
    <w:rsid w:val="00962703"/>
    <w:rsid w:val="00963899"/>
    <w:rsid w:val="0096434A"/>
    <w:rsid w:val="0096492A"/>
    <w:rsid w:val="009652FA"/>
    <w:rsid w:val="00965628"/>
    <w:rsid w:val="00965BC7"/>
    <w:rsid w:val="00967301"/>
    <w:rsid w:val="00967E43"/>
    <w:rsid w:val="0097027B"/>
    <w:rsid w:val="00971158"/>
    <w:rsid w:val="00974961"/>
    <w:rsid w:val="00976F05"/>
    <w:rsid w:val="00977205"/>
    <w:rsid w:val="009773FE"/>
    <w:rsid w:val="00977815"/>
    <w:rsid w:val="009805B6"/>
    <w:rsid w:val="00980D3F"/>
    <w:rsid w:val="00981A93"/>
    <w:rsid w:val="0098274B"/>
    <w:rsid w:val="0098336C"/>
    <w:rsid w:val="00985001"/>
    <w:rsid w:val="00985067"/>
    <w:rsid w:val="00986234"/>
    <w:rsid w:val="00986BC0"/>
    <w:rsid w:val="00986CA3"/>
    <w:rsid w:val="0099012E"/>
    <w:rsid w:val="00991083"/>
    <w:rsid w:val="00991BA7"/>
    <w:rsid w:val="00991D13"/>
    <w:rsid w:val="00991F4B"/>
    <w:rsid w:val="00991FEA"/>
    <w:rsid w:val="009932C1"/>
    <w:rsid w:val="009934C2"/>
    <w:rsid w:val="00994107"/>
    <w:rsid w:val="009942A5"/>
    <w:rsid w:val="00995C28"/>
    <w:rsid w:val="00996971"/>
    <w:rsid w:val="00997726"/>
    <w:rsid w:val="009A091D"/>
    <w:rsid w:val="009A1252"/>
    <w:rsid w:val="009A23F0"/>
    <w:rsid w:val="009A2B27"/>
    <w:rsid w:val="009A3145"/>
    <w:rsid w:val="009A3834"/>
    <w:rsid w:val="009A5236"/>
    <w:rsid w:val="009A5A77"/>
    <w:rsid w:val="009A5ADC"/>
    <w:rsid w:val="009A60BC"/>
    <w:rsid w:val="009A63CD"/>
    <w:rsid w:val="009A7918"/>
    <w:rsid w:val="009B1723"/>
    <w:rsid w:val="009B335C"/>
    <w:rsid w:val="009B5182"/>
    <w:rsid w:val="009B52CC"/>
    <w:rsid w:val="009B5EE3"/>
    <w:rsid w:val="009B6423"/>
    <w:rsid w:val="009B6530"/>
    <w:rsid w:val="009B74A2"/>
    <w:rsid w:val="009C3521"/>
    <w:rsid w:val="009C3859"/>
    <w:rsid w:val="009C3D3F"/>
    <w:rsid w:val="009C41AB"/>
    <w:rsid w:val="009C50F4"/>
    <w:rsid w:val="009C522F"/>
    <w:rsid w:val="009C524A"/>
    <w:rsid w:val="009C7A25"/>
    <w:rsid w:val="009C7F45"/>
    <w:rsid w:val="009D0153"/>
    <w:rsid w:val="009D0CB1"/>
    <w:rsid w:val="009D0E65"/>
    <w:rsid w:val="009D1DF7"/>
    <w:rsid w:val="009D3DB9"/>
    <w:rsid w:val="009D3E29"/>
    <w:rsid w:val="009D4431"/>
    <w:rsid w:val="009D47A5"/>
    <w:rsid w:val="009D4869"/>
    <w:rsid w:val="009D4F6F"/>
    <w:rsid w:val="009D62F0"/>
    <w:rsid w:val="009E1804"/>
    <w:rsid w:val="009E1A81"/>
    <w:rsid w:val="009E219F"/>
    <w:rsid w:val="009E2614"/>
    <w:rsid w:val="009E2A70"/>
    <w:rsid w:val="009E3A95"/>
    <w:rsid w:val="009E50AF"/>
    <w:rsid w:val="009E671D"/>
    <w:rsid w:val="009E6892"/>
    <w:rsid w:val="009E7B93"/>
    <w:rsid w:val="009F0774"/>
    <w:rsid w:val="009F0CF9"/>
    <w:rsid w:val="009F1117"/>
    <w:rsid w:val="009F236C"/>
    <w:rsid w:val="009F4210"/>
    <w:rsid w:val="009F4F0F"/>
    <w:rsid w:val="009F7AA0"/>
    <w:rsid w:val="00A003C8"/>
    <w:rsid w:val="00A006F4"/>
    <w:rsid w:val="00A0090A"/>
    <w:rsid w:val="00A012D1"/>
    <w:rsid w:val="00A036F5"/>
    <w:rsid w:val="00A03EBA"/>
    <w:rsid w:val="00A050E4"/>
    <w:rsid w:val="00A051CB"/>
    <w:rsid w:val="00A05AFE"/>
    <w:rsid w:val="00A05BE8"/>
    <w:rsid w:val="00A05CD0"/>
    <w:rsid w:val="00A05FB4"/>
    <w:rsid w:val="00A07235"/>
    <w:rsid w:val="00A0783E"/>
    <w:rsid w:val="00A07B41"/>
    <w:rsid w:val="00A07C06"/>
    <w:rsid w:val="00A10A3E"/>
    <w:rsid w:val="00A11193"/>
    <w:rsid w:val="00A1123A"/>
    <w:rsid w:val="00A11794"/>
    <w:rsid w:val="00A12BD4"/>
    <w:rsid w:val="00A12C57"/>
    <w:rsid w:val="00A12C7D"/>
    <w:rsid w:val="00A1438A"/>
    <w:rsid w:val="00A14D63"/>
    <w:rsid w:val="00A15012"/>
    <w:rsid w:val="00A161B5"/>
    <w:rsid w:val="00A16B94"/>
    <w:rsid w:val="00A16C50"/>
    <w:rsid w:val="00A17B6F"/>
    <w:rsid w:val="00A212DD"/>
    <w:rsid w:val="00A21F00"/>
    <w:rsid w:val="00A22D92"/>
    <w:rsid w:val="00A243D8"/>
    <w:rsid w:val="00A25735"/>
    <w:rsid w:val="00A26D51"/>
    <w:rsid w:val="00A2744F"/>
    <w:rsid w:val="00A27633"/>
    <w:rsid w:val="00A277C2"/>
    <w:rsid w:val="00A27FD7"/>
    <w:rsid w:val="00A3003D"/>
    <w:rsid w:val="00A3259C"/>
    <w:rsid w:val="00A3277A"/>
    <w:rsid w:val="00A33CF9"/>
    <w:rsid w:val="00A33DB7"/>
    <w:rsid w:val="00A340CF"/>
    <w:rsid w:val="00A34D35"/>
    <w:rsid w:val="00A35AC0"/>
    <w:rsid w:val="00A363AA"/>
    <w:rsid w:val="00A36532"/>
    <w:rsid w:val="00A4029C"/>
    <w:rsid w:val="00A4031A"/>
    <w:rsid w:val="00A40365"/>
    <w:rsid w:val="00A40570"/>
    <w:rsid w:val="00A408E7"/>
    <w:rsid w:val="00A4316D"/>
    <w:rsid w:val="00A43C55"/>
    <w:rsid w:val="00A440F5"/>
    <w:rsid w:val="00A44231"/>
    <w:rsid w:val="00A44AFC"/>
    <w:rsid w:val="00A4603B"/>
    <w:rsid w:val="00A4777B"/>
    <w:rsid w:val="00A47A38"/>
    <w:rsid w:val="00A5095A"/>
    <w:rsid w:val="00A50ABB"/>
    <w:rsid w:val="00A51996"/>
    <w:rsid w:val="00A521F0"/>
    <w:rsid w:val="00A522D8"/>
    <w:rsid w:val="00A53230"/>
    <w:rsid w:val="00A53828"/>
    <w:rsid w:val="00A543DB"/>
    <w:rsid w:val="00A5565F"/>
    <w:rsid w:val="00A56496"/>
    <w:rsid w:val="00A56EE4"/>
    <w:rsid w:val="00A5716F"/>
    <w:rsid w:val="00A57AD3"/>
    <w:rsid w:val="00A57BAD"/>
    <w:rsid w:val="00A601C8"/>
    <w:rsid w:val="00A61BC8"/>
    <w:rsid w:val="00A61EC8"/>
    <w:rsid w:val="00A61F59"/>
    <w:rsid w:val="00A6293E"/>
    <w:rsid w:val="00A64269"/>
    <w:rsid w:val="00A649AE"/>
    <w:rsid w:val="00A6513C"/>
    <w:rsid w:val="00A65B10"/>
    <w:rsid w:val="00A67E30"/>
    <w:rsid w:val="00A71174"/>
    <w:rsid w:val="00A71856"/>
    <w:rsid w:val="00A733A0"/>
    <w:rsid w:val="00A73501"/>
    <w:rsid w:val="00A739F8"/>
    <w:rsid w:val="00A73E3D"/>
    <w:rsid w:val="00A7479B"/>
    <w:rsid w:val="00A7579C"/>
    <w:rsid w:val="00A75D7E"/>
    <w:rsid w:val="00A75D8C"/>
    <w:rsid w:val="00A76E9E"/>
    <w:rsid w:val="00A76FDF"/>
    <w:rsid w:val="00A77363"/>
    <w:rsid w:val="00A77DAA"/>
    <w:rsid w:val="00A81FA6"/>
    <w:rsid w:val="00A83AF8"/>
    <w:rsid w:val="00A85A81"/>
    <w:rsid w:val="00A86812"/>
    <w:rsid w:val="00A86B0E"/>
    <w:rsid w:val="00A87976"/>
    <w:rsid w:val="00A87A73"/>
    <w:rsid w:val="00A9051B"/>
    <w:rsid w:val="00A90649"/>
    <w:rsid w:val="00A90D09"/>
    <w:rsid w:val="00A9198F"/>
    <w:rsid w:val="00A91AFF"/>
    <w:rsid w:val="00A928D7"/>
    <w:rsid w:val="00A929D1"/>
    <w:rsid w:val="00A92D38"/>
    <w:rsid w:val="00A95584"/>
    <w:rsid w:val="00A9600E"/>
    <w:rsid w:val="00A96AD5"/>
    <w:rsid w:val="00A97258"/>
    <w:rsid w:val="00A97425"/>
    <w:rsid w:val="00A9791E"/>
    <w:rsid w:val="00AA0073"/>
    <w:rsid w:val="00AA0D19"/>
    <w:rsid w:val="00AA168A"/>
    <w:rsid w:val="00AA1833"/>
    <w:rsid w:val="00AA1ACC"/>
    <w:rsid w:val="00AA1D6D"/>
    <w:rsid w:val="00AA20A1"/>
    <w:rsid w:val="00AA322D"/>
    <w:rsid w:val="00AA3655"/>
    <w:rsid w:val="00AA3B33"/>
    <w:rsid w:val="00AA3F08"/>
    <w:rsid w:val="00AA42D8"/>
    <w:rsid w:val="00AA543B"/>
    <w:rsid w:val="00AB0E81"/>
    <w:rsid w:val="00AB1238"/>
    <w:rsid w:val="00AB1AA6"/>
    <w:rsid w:val="00AB1EDF"/>
    <w:rsid w:val="00AB3CEF"/>
    <w:rsid w:val="00AB3E85"/>
    <w:rsid w:val="00AB43FA"/>
    <w:rsid w:val="00AB44C5"/>
    <w:rsid w:val="00AB479B"/>
    <w:rsid w:val="00AB4BB4"/>
    <w:rsid w:val="00AB59E0"/>
    <w:rsid w:val="00AB5C55"/>
    <w:rsid w:val="00AB753F"/>
    <w:rsid w:val="00AB7D4E"/>
    <w:rsid w:val="00AC0781"/>
    <w:rsid w:val="00AC29A1"/>
    <w:rsid w:val="00AC32D3"/>
    <w:rsid w:val="00AC46BD"/>
    <w:rsid w:val="00AC46F7"/>
    <w:rsid w:val="00AC5C77"/>
    <w:rsid w:val="00AC614E"/>
    <w:rsid w:val="00AC61A4"/>
    <w:rsid w:val="00AC65DA"/>
    <w:rsid w:val="00AC66E8"/>
    <w:rsid w:val="00AC6C65"/>
    <w:rsid w:val="00AC6E34"/>
    <w:rsid w:val="00AC706B"/>
    <w:rsid w:val="00AC7E88"/>
    <w:rsid w:val="00AD01EE"/>
    <w:rsid w:val="00AD0B47"/>
    <w:rsid w:val="00AD13F3"/>
    <w:rsid w:val="00AD2265"/>
    <w:rsid w:val="00AD2FF3"/>
    <w:rsid w:val="00AD35BD"/>
    <w:rsid w:val="00AD3629"/>
    <w:rsid w:val="00AD3766"/>
    <w:rsid w:val="00AD3EA5"/>
    <w:rsid w:val="00AD48CF"/>
    <w:rsid w:val="00AD5225"/>
    <w:rsid w:val="00AD60A0"/>
    <w:rsid w:val="00AD62B8"/>
    <w:rsid w:val="00AD666C"/>
    <w:rsid w:val="00AD7319"/>
    <w:rsid w:val="00AE1032"/>
    <w:rsid w:val="00AE1D10"/>
    <w:rsid w:val="00AE1E12"/>
    <w:rsid w:val="00AE1E20"/>
    <w:rsid w:val="00AE309E"/>
    <w:rsid w:val="00AE373A"/>
    <w:rsid w:val="00AE63BD"/>
    <w:rsid w:val="00AF1D5C"/>
    <w:rsid w:val="00AF1E71"/>
    <w:rsid w:val="00AF26F8"/>
    <w:rsid w:val="00AF4444"/>
    <w:rsid w:val="00AF4899"/>
    <w:rsid w:val="00AF5BB7"/>
    <w:rsid w:val="00AF6C26"/>
    <w:rsid w:val="00AF70F0"/>
    <w:rsid w:val="00AF72B7"/>
    <w:rsid w:val="00B00319"/>
    <w:rsid w:val="00B02276"/>
    <w:rsid w:val="00B02D49"/>
    <w:rsid w:val="00B10173"/>
    <w:rsid w:val="00B107D4"/>
    <w:rsid w:val="00B1172E"/>
    <w:rsid w:val="00B13B68"/>
    <w:rsid w:val="00B13F63"/>
    <w:rsid w:val="00B14FAD"/>
    <w:rsid w:val="00B1550D"/>
    <w:rsid w:val="00B15A16"/>
    <w:rsid w:val="00B15DD6"/>
    <w:rsid w:val="00B16142"/>
    <w:rsid w:val="00B1676F"/>
    <w:rsid w:val="00B176E3"/>
    <w:rsid w:val="00B177FC"/>
    <w:rsid w:val="00B17C2C"/>
    <w:rsid w:val="00B20301"/>
    <w:rsid w:val="00B208C7"/>
    <w:rsid w:val="00B229D9"/>
    <w:rsid w:val="00B22AB2"/>
    <w:rsid w:val="00B22F4E"/>
    <w:rsid w:val="00B238F7"/>
    <w:rsid w:val="00B23982"/>
    <w:rsid w:val="00B300B7"/>
    <w:rsid w:val="00B31715"/>
    <w:rsid w:val="00B31980"/>
    <w:rsid w:val="00B3253D"/>
    <w:rsid w:val="00B34419"/>
    <w:rsid w:val="00B34FDE"/>
    <w:rsid w:val="00B3721C"/>
    <w:rsid w:val="00B403A7"/>
    <w:rsid w:val="00B40967"/>
    <w:rsid w:val="00B40FAC"/>
    <w:rsid w:val="00B436EB"/>
    <w:rsid w:val="00B44187"/>
    <w:rsid w:val="00B4677B"/>
    <w:rsid w:val="00B47DF9"/>
    <w:rsid w:val="00B5098F"/>
    <w:rsid w:val="00B509B1"/>
    <w:rsid w:val="00B50FDC"/>
    <w:rsid w:val="00B51BEE"/>
    <w:rsid w:val="00B52245"/>
    <w:rsid w:val="00B52F58"/>
    <w:rsid w:val="00B53DEE"/>
    <w:rsid w:val="00B544C2"/>
    <w:rsid w:val="00B5466E"/>
    <w:rsid w:val="00B54AC5"/>
    <w:rsid w:val="00B57626"/>
    <w:rsid w:val="00B616F7"/>
    <w:rsid w:val="00B61929"/>
    <w:rsid w:val="00B63E52"/>
    <w:rsid w:val="00B64FB6"/>
    <w:rsid w:val="00B666E9"/>
    <w:rsid w:val="00B67FA5"/>
    <w:rsid w:val="00B70027"/>
    <w:rsid w:val="00B701A5"/>
    <w:rsid w:val="00B704B4"/>
    <w:rsid w:val="00B70755"/>
    <w:rsid w:val="00B70FE9"/>
    <w:rsid w:val="00B73322"/>
    <w:rsid w:val="00B735A6"/>
    <w:rsid w:val="00B743A6"/>
    <w:rsid w:val="00B74581"/>
    <w:rsid w:val="00B74FA0"/>
    <w:rsid w:val="00B75209"/>
    <w:rsid w:val="00B772ED"/>
    <w:rsid w:val="00B77C4E"/>
    <w:rsid w:val="00B8010F"/>
    <w:rsid w:val="00B80306"/>
    <w:rsid w:val="00B81EAB"/>
    <w:rsid w:val="00B820EC"/>
    <w:rsid w:val="00B84BE4"/>
    <w:rsid w:val="00B85D0C"/>
    <w:rsid w:val="00B85F4F"/>
    <w:rsid w:val="00B8607F"/>
    <w:rsid w:val="00B86EFF"/>
    <w:rsid w:val="00B872FA"/>
    <w:rsid w:val="00B879F8"/>
    <w:rsid w:val="00B87AC6"/>
    <w:rsid w:val="00B87FA2"/>
    <w:rsid w:val="00B91058"/>
    <w:rsid w:val="00B926C4"/>
    <w:rsid w:val="00B9291F"/>
    <w:rsid w:val="00B92B3E"/>
    <w:rsid w:val="00B93694"/>
    <w:rsid w:val="00B94583"/>
    <w:rsid w:val="00B94B6A"/>
    <w:rsid w:val="00B959C4"/>
    <w:rsid w:val="00B95AF8"/>
    <w:rsid w:val="00B95C16"/>
    <w:rsid w:val="00B960EF"/>
    <w:rsid w:val="00B96557"/>
    <w:rsid w:val="00B96A34"/>
    <w:rsid w:val="00B978D7"/>
    <w:rsid w:val="00B97BE7"/>
    <w:rsid w:val="00BA04EE"/>
    <w:rsid w:val="00BA085F"/>
    <w:rsid w:val="00BA092F"/>
    <w:rsid w:val="00BA0BC4"/>
    <w:rsid w:val="00BA3961"/>
    <w:rsid w:val="00BA424B"/>
    <w:rsid w:val="00BA474B"/>
    <w:rsid w:val="00BA4E90"/>
    <w:rsid w:val="00BA51F7"/>
    <w:rsid w:val="00BA5C2D"/>
    <w:rsid w:val="00BA773E"/>
    <w:rsid w:val="00BA7F28"/>
    <w:rsid w:val="00BB088B"/>
    <w:rsid w:val="00BB106C"/>
    <w:rsid w:val="00BB4172"/>
    <w:rsid w:val="00BB64FA"/>
    <w:rsid w:val="00BB64FB"/>
    <w:rsid w:val="00BB7134"/>
    <w:rsid w:val="00BB7DE3"/>
    <w:rsid w:val="00BC0A79"/>
    <w:rsid w:val="00BC101D"/>
    <w:rsid w:val="00BC25BF"/>
    <w:rsid w:val="00BC27B7"/>
    <w:rsid w:val="00BC27EE"/>
    <w:rsid w:val="00BC2BB1"/>
    <w:rsid w:val="00BC32AC"/>
    <w:rsid w:val="00BC40B0"/>
    <w:rsid w:val="00BC40F1"/>
    <w:rsid w:val="00BC475B"/>
    <w:rsid w:val="00BC50D2"/>
    <w:rsid w:val="00BC5D3A"/>
    <w:rsid w:val="00BC72FC"/>
    <w:rsid w:val="00BD0280"/>
    <w:rsid w:val="00BD02BC"/>
    <w:rsid w:val="00BD0623"/>
    <w:rsid w:val="00BD1640"/>
    <w:rsid w:val="00BD1774"/>
    <w:rsid w:val="00BD1A26"/>
    <w:rsid w:val="00BD2BFB"/>
    <w:rsid w:val="00BD2C4F"/>
    <w:rsid w:val="00BD32F5"/>
    <w:rsid w:val="00BD48E7"/>
    <w:rsid w:val="00BD4AB1"/>
    <w:rsid w:val="00BD5D4E"/>
    <w:rsid w:val="00BD7E07"/>
    <w:rsid w:val="00BE048E"/>
    <w:rsid w:val="00BE147C"/>
    <w:rsid w:val="00BE1DB9"/>
    <w:rsid w:val="00BE2403"/>
    <w:rsid w:val="00BE2F9E"/>
    <w:rsid w:val="00BE4305"/>
    <w:rsid w:val="00BE4D65"/>
    <w:rsid w:val="00BE5436"/>
    <w:rsid w:val="00BE5587"/>
    <w:rsid w:val="00BE60E0"/>
    <w:rsid w:val="00BE6999"/>
    <w:rsid w:val="00BE6BF9"/>
    <w:rsid w:val="00BF02CC"/>
    <w:rsid w:val="00BF0619"/>
    <w:rsid w:val="00BF0EFF"/>
    <w:rsid w:val="00BF112B"/>
    <w:rsid w:val="00BF1B56"/>
    <w:rsid w:val="00BF2320"/>
    <w:rsid w:val="00BF2980"/>
    <w:rsid w:val="00BF298D"/>
    <w:rsid w:val="00BF4747"/>
    <w:rsid w:val="00BF4C82"/>
    <w:rsid w:val="00BF4F18"/>
    <w:rsid w:val="00BF5D25"/>
    <w:rsid w:val="00BF6619"/>
    <w:rsid w:val="00BF6A09"/>
    <w:rsid w:val="00C019DC"/>
    <w:rsid w:val="00C02C9C"/>
    <w:rsid w:val="00C031EC"/>
    <w:rsid w:val="00C03201"/>
    <w:rsid w:val="00C05357"/>
    <w:rsid w:val="00C05619"/>
    <w:rsid w:val="00C05AD8"/>
    <w:rsid w:val="00C05CAB"/>
    <w:rsid w:val="00C062FC"/>
    <w:rsid w:val="00C0783B"/>
    <w:rsid w:val="00C10046"/>
    <w:rsid w:val="00C1083B"/>
    <w:rsid w:val="00C1253D"/>
    <w:rsid w:val="00C12D98"/>
    <w:rsid w:val="00C1335E"/>
    <w:rsid w:val="00C147C9"/>
    <w:rsid w:val="00C15E6D"/>
    <w:rsid w:val="00C16996"/>
    <w:rsid w:val="00C16A88"/>
    <w:rsid w:val="00C175CD"/>
    <w:rsid w:val="00C17B73"/>
    <w:rsid w:val="00C20333"/>
    <w:rsid w:val="00C204E9"/>
    <w:rsid w:val="00C2133B"/>
    <w:rsid w:val="00C21CFB"/>
    <w:rsid w:val="00C22782"/>
    <w:rsid w:val="00C23439"/>
    <w:rsid w:val="00C25818"/>
    <w:rsid w:val="00C266EC"/>
    <w:rsid w:val="00C2760E"/>
    <w:rsid w:val="00C2794C"/>
    <w:rsid w:val="00C30567"/>
    <w:rsid w:val="00C32A46"/>
    <w:rsid w:val="00C33A0F"/>
    <w:rsid w:val="00C34660"/>
    <w:rsid w:val="00C37273"/>
    <w:rsid w:val="00C401C6"/>
    <w:rsid w:val="00C405E8"/>
    <w:rsid w:val="00C41515"/>
    <w:rsid w:val="00C4580C"/>
    <w:rsid w:val="00C5028E"/>
    <w:rsid w:val="00C5078A"/>
    <w:rsid w:val="00C515C1"/>
    <w:rsid w:val="00C52218"/>
    <w:rsid w:val="00C53099"/>
    <w:rsid w:val="00C541D5"/>
    <w:rsid w:val="00C54200"/>
    <w:rsid w:val="00C54B65"/>
    <w:rsid w:val="00C55496"/>
    <w:rsid w:val="00C561C5"/>
    <w:rsid w:val="00C575FC"/>
    <w:rsid w:val="00C57625"/>
    <w:rsid w:val="00C609F1"/>
    <w:rsid w:val="00C615B9"/>
    <w:rsid w:val="00C616A6"/>
    <w:rsid w:val="00C61ABC"/>
    <w:rsid w:val="00C61E5E"/>
    <w:rsid w:val="00C623D1"/>
    <w:rsid w:val="00C626EB"/>
    <w:rsid w:val="00C62C64"/>
    <w:rsid w:val="00C62F0B"/>
    <w:rsid w:val="00C63A27"/>
    <w:rsid w:val="00C646A4"/>
    <w:rsid w:val="00C647E0"/>
    <w:rsid w:val="00C64F27"/>
    <w:rsid w:val="00C65496"/>
    <w:rsid w:val="00C6620A"/>
    <w:rsid w:val="00C66320"/>
    <w:rsid w:val="00C6697B"/>
    <w:rsid w:val="00C66F60"/>
    <w:rsid w:val="00C6746F"/>
    <w:rsid w:val="00C67777"/>
    <w:rsid w:val="00C71B82"/>
    <w:rsid w:val="00C71DBB"/>
    <w:rsid w:val="00C72687"/>
    <w:rsid w:val="00C730DC"/>
    <w:rsid w:val="00C758D8"/>
    <w:rsid w:val="00C75A71"/>
    <w:rsid w:val="00C75FB7"/>
    <w:rsid w:val="00C76942"/>
    <w:rsid w:val="00C76F15"/>
    <w:rsid w:val="00C774E8"/>
    <w:rsid w:val="00C827AD"/>
    <w:rsid w:val="00C82B0E"/>
    <w:rsid w:val="00C833C7"/>
    <w:rsid w:val="00C838C1"/>
    <w:rsid w:val="00C849F3"/>
    <w:rsid w:val="00C84B4D"/>
    <w:rsid w:val="00C85620"/>
    <w:rsid w:val="00C866F8"/>
    <w:rsid w:val="00C86C40"/>
    <w:rsid w:val="00C90B33"/>
    <w:rsid w:val="00C92440"/>
    <w:rsid w:val="00C933D3"/>
    <w:rsid w:val="00C93447"/>
    <w:rsid w:val="00C93B11"/>
    <w:rsid w:val="00C93ED4"/>
    <w:rsid w:val="00C9504B"/>
    <w:rsid w:val="00C95C3B"/>
    <w:rsid w:val="00C95C8C"/>
    <w:rsid w:val="00C95EFA"/>
    <w:rsid w:val="00C96AE2"/>
    <w:rsid w:val="00C97B22"/>
    <w:rsid w:val="00CA0927"/>
    <w:rsid w:val="00CA0A8C"/>
    <w:rsid w:val="00CA0E22"/>
    <w:rsid w:val="00CA1096"/>
    <w:rsid w:val="00CA1E79"/>
    <w:rsid w:val="00CA2BAF"/>
    <w:rsid w:val="00CA5051"/>
    <w:rsid w:val="00CA69BC"/>
    <w:rsid w:val="00CA6D0B"/>
    <w:rsid w:val="00CA7BDE"/>
    <w:rsid w:val="00CB0358"/>
    <w:rsid w:val="00CB0778"/>
    <w:rsid w:val="00CB1B6E"/>
    <w:rsid w:val="00CB1D3E"/>
    <w:rsid w:val="00CB2123"/>
    <w:rsid w:val="00CB250F"/>
    <w:rsid w:val="00CB27AC"/>
    <w:rsid w:val="00CB29F2"/>
    <w:rsid w:val="00CB2F2F"/>
    <w:rsid w:val="00CB3B2E"/>
    <w:rsid w:val="00CB43C0"/>
    <w:rsid w:val="00CB5016"/>
    <w:rsid w:val="00CB6ED0"/>
    <w:rsid w:val="00CC0679"/>
    <w:rsid w:val="00CC067A"/>
    <w:rsid w:val="00CC1075"/>
    <w:rsid w:val="00CC187A"/>
    <w:rsid w:val="00CC19AF"/>
    <w:rsid w:val="00CC2A31"/>
    <w:rsid w:val="00CC2A93"/>
    <w:rsid w:val="00CC31F1"/>
    <w:rsid w:val="00CC4C32"/>
    <w:rsid w:val="00CC4D61"/>
    <w:rsid w:val="00CC61C9"/>
    <w:rsid w:val="00CC6707"/>
    <w:rsid w:val="00CC7755"/>
    <w:rsid w:val="00CD0B5B"/>
    <w:rsid w:val="00CD0DD4"/>
    <w:rsid w:val="00CD1065"/>
    <w:rsid w:val="00CD1A31"/>
    <w:rsid w:val="00CD267D"/>
    <w:rsid w:val="00CD4B6D"/>
    <w:rsid w:val="00CD580A"/>
    <w:rsid w:val="00CD6A41"/>
    <w:rsid w:val="00CD7A89"/>
    <w:rsid w:val="00CE0B60"/>
    <w:rsid w:val="00CE12F1"/>
    <w:rsid w:val="00CE1540"/>
    <w:rsid w:val="00CE2526"/>
    <w:rsid w:val="00CE2E05"/>
    <w:rsid w:val="00CE3152"/>
    <w:rsid w:val="00CE3F7D"/>
    <w:rsid w:val="00CE40DB"/>
    <w:rsid w:val="00CE4206"/>
    <w:rsid w:val="00CE4274"/>
    <w:rsid w:val="00CE6B0A"/>
    <w:rsid w:val="00CE6E22"/>
    <w:rsid w:val="00CE6E58"/>
    <w:rsid w:val="00CE7A2E"/>
    <w:rsid w:val="00CF03BA"/>
    <w:rsid w:val="00CF079F"/>
    <w:rsid w:val="00CF33C1"/>
    <w:rsid w:val="00CF58D8"/>
    <w:rsid w:val="00CF60BD"/>
    <w:rsid w:val="00CF6741"/>
    <w:rsid w:val="00CF6B15"/>
    <w:rsid w:val="00CF7210"/>
    <w:rsid w:val="00D005E1"/>
    <w:rsid w:val="00D0340B"/>
    <w:rsid w:val="00D043FF"/>
    <w:rsid w:val="00D04F21"/>
    <w:rsid w:val="00D051E5"/>
    <w:rsid w:val="00D0571C"/>
    <w:rsid w:val="00D05D7B"/>
    <w:rsid w:val="00D1127B"/>
    <w:rsid w:val="00D12093"/>
    <w:rsid w:val="00D1247B"/>
    <w:rsid w:val="00D13C1E"/>
    <w:rsid w:val="00D146E0"/>
    <w:rsid w:val="00D14991"/>
    <w:rsid w:val="00D167E7"/>
    <w:rsid w:val="00D17A95"/>
    <w:rsid w:val="00D2093C"/>
    <w:rsid w:val="00D209B8"/>
    <w:rsid w:val="00D21606"/>
    <w:rsid w:val="00D21ADC"/>
    <w:rsid w:val="00D21B95"/>
    <w:rsid w:val="00D23241"/>
    <w:rsid w:val="00D24892"/>
    <w:rsid w:val="00D24A66"/>
    <w:rsid w:val="00D24CCB"/>
    <w:rsid w:val="00D2500A"/>
    <w:rsid w:val="00D251E4"/>
    <w:rsid w:val="00D25C34"/>
    <w:rsid w:val="00D26796"/>
    <w:rsid w:val="00D27CFC"/>
    <w:rsid w:val="00D30B9A"/>
    <w:rsid w:val="00D318C6"/>
    <w:rsid w:val="00D336C6"/>
    <w:rsid w:val="00D33EC4"/>
    <w:rsid w:val="00D350F4"/>
    <w:rsid w:val="00D351B5"/>
    <w:rsid w:val="00D3532B"/>
    <w:rsid w:val="00D36C89"/>
    <w:rsid w:val="00D36EF2"/>
    <w:rsid w:val="00D41467"/>
    <w:rsid w:val="00D41AAB"/>
    <w:rsid w:val="00D42207"/>
    <w:rsid w:val="00D42700"/>
    <w:rsid w:val="00D4337E"/>
    <w:rsid w:val="00D438B5"/>
    <w:rsid w:val="00D4393C"/>
    <w:rsid w:val="00D44073"/>
    <w:rsid w:val="00D44370"/>
    <w:rsid w:val="00D44B66"/>
    <w:rsid w:val="00D44DC6"/>
    <w:rsid w:val="00D459B7"/>
    <w:rsid w:val="00D45C76"/>
    <w:rsid w:val="00D467B8"/>
    <w:rsid w:val="00D47ECA"/>
    <w:rsid w:val="00D51DF0"/>
    <w:rsid w:val="00D54586"/>
    <w:rsid w:val="00D55630"/>
    <w:rsid w:val="00D559E9"/>
    <w:rsid w:val="00D5634B"/>
    <w:rsid w:val="00D5651B"/>
    <w:rsid w:val="00D56BE0"/>
    <w:rsid w:val="00D57922"/>
    <w:rsid w:val="00D601EF"/>
    <w:rsid w:val="00D605D8"/>
    <w:rsid w:val="00D621D0"/>
    <w:rsid w:val="00D645F1"/>
    <w:rsid w:val="00D64D28"/>
    <w:rsid w:val="00D64E98"/>
    <w:rsid w:val="00D67F58"/>
    <w:rsid w:val="00D71F50"/>
    <w:rsid w:val="00D74496"/>
    <w:rsid w:val="00D74C3E"/>
    <w:rsid w:val="00D74DDD"/>
    <w:rsid w:val="00D75777"/>
    <w:rsid w:val="00D76116"/>
    <w:rsid w:val="00D76F55"/>
    <w:rsid w:val="00D770EB"/>
    <w:rsid w:val="00D806CF"/>
    <w:rsid w:val="00D819EA"/>
    <w:rsid w:val="00D81F37"/>
    <w:rsid w:val="00D843A5"/>
    <w:rsid w:val="00D848B2"/>
    <w:rsid w:val="00D8611B"/>
    <w:rsid w:val="00D8678A"/>
    <w:rsid w:val="00D86EAC"/>
    <w:rsid w:val="00D87395"/>
    <w:rsid w:val="00D8773C"/>
    <w:rsid w:val="00D878BB"/>
    <w:rsid w:val="00D91663"/>
    <w:rsid w:val="00D92C7A"/>
    <w:rsid w:val="00D92D7E"/>
    <w:rsid w:val="00D92FB1"/>
    <w:rsid w:val="00D93A20"/>
    <w:rsid w:val="00D93FE2"/>
    <w:rsid w:val="00D9424D"/>
    <w:rsid w:val="00D94366"/>
    <w:rsid w:val="00D96680"/>
    <w:rsid w:val="00D96947"/>
    <w:rsid w:val="00D97735"/>
    <w:rsid w:val="00D97B3C"/>
    <w:rsid w:val="00DA0C41"/>
    <w:rsid w:val="00DA135A"/>
    <w:rsid w:val="00DA25F0"/>
    <w:rsid w:val="00DA25F1"/>
    <w:rsid w:val="00DA3AA8"/>
    <w:rsid w:val="00DA3EB2"/>
    <w:rsid w:val="00DA40B4"/>
    <w:rsid w:val="00DA4CB3"/>
    <w:rsid w:val="00DA6916"/>
    <w:rsid w:val="00DA78B4"/>
    <w:rsid w:val="00DB03BE"/>
    <w:rsid w:val="00DB1558"/>
    <w:rsid w:val="00DB1988"/>
    <w:rsid w:val="00DB34CB"/>
    <w:rsid w:val="00DB3B2A"/>
    <w:rsid w:val="00DB4AB0"/>
    <w:rsid w:val="00DB5467"/>
    <w:rsid w:val="00DB5BF4"/>
    <w:rsid w:val="00DB741A"/>
    <w:rsid w:val="00DC0BF2"/>
    <w:rsid w:val="00DC168B"/>
    <w:rsid w:val="00DC26FC"/>
    <w:rsid w:val="00DC30D1"/>
    <w:rsid w:val="00DC3B0C"/>
    <w:rsid w:val="00DC51D6"/>
    <w:rsid w:val="00DC581A"/>
    <w:rsid w:val="00DC5881"/>
    <w:rsid w:val="00DC5C14"/>
    <w:rsid w:val="00DC6607"/>
    <w:rsid w:val="00DC7097"/>
    <w:rsid w:val="00DC73B5"/>
    <w:rsid w:val="00DD00E5"/>
    <w:rsid w:val="00DD1BE2"/>
    <w:rsid w:val="00DD5075"/>
    <w:rsid w:val="00DD5165"/>
    <w:rsid w:val="00DD52E8"/>
    <w:rsid w:val="00DD6028"/>
    <w:rsid w:val="00DD664E"/>
    <w:rsid w:val="00DD6B42"/>
    <w:rsid w:val="00DD75A1"/>
    <w:rsid w:val="00DD7907"/>
    <w:rsid w:val="00DE1895"/>
    <w:rsid w:val="00DE1ABF"/>
    <w:rsid w:val="00DE211C"/>
    <w:rsid w:val="00DE277C"/>
    <w:rsid w:val="00DE292A"/>
    <w:rsid w:val="00DE2AF1"/>
    <w:rsid w:val="00DE65DC"/>
    <w:rsid w:val="00DE755D"/>
    <w:rsid w:val="00DE77A7"/>
    <w:rsid w:val="00DF1389"/>
    <w:rsid w:val="00DF1BF8"/>
    <w:rsid w:val="00DF1F56"/>
    <w:rsid w:val="00DF28CA"/>
    <w:rsid w:val="00DF2F9E"/>
    <w:rsid w:val="00DF35F7"/>
    <w:rsid w:val="00DF6D6D"/>
    <w:rsid w:val="00DF7510"/>
    <w:rsid w:val="00DF7B7A"/>
    <w:rsid w:val="00DF7B7F"/>
    <w:rsid w:val="00E000F8"/>
    <w:rsid w:val="00E0056F"/>
    <w:rsid w:val="00E01064"/>
    <w:rsid w:val="00E021A1"/>
    <w:rsid w:val="00E03969"/>
    <w:rsid w:val="00E03C23"/>
    <w:rsid w:val="00E03F39"/>
    <w:rsid w:val="00E0429B"/>
    <w:rsid w:val="00E0430C"/>
    <w:rsid w:val="00E049E3"/>
    <w:rsid w:val="00E0570C"/>
    <w:rsid w:val="00E068D4"/>
    <w:rsid w:val="00E07BC1"/>
    <w:rsid w:val="00E07C8C"/>
    <w:rsid w:val="00E12DB6"/>
    <w:rsid w:val="00E13900"/>
    <w:rsid w:val="00E147A4"/>
    <w:rsid w:val="00E1617E"/>
    <w:rsid w:val="00E16BEE"/>
    <w:rsid w:val="00E179C2"/>
    <w:rsid w:val="00E17ACE"/>
    <w:rsid w:val="00E20AD9"/>
    <w:rsid w:val="00E24E92"/>
    <w:rsid w:val="00E2509D"/>
    <w:rsid w:val="00E257ED"/>
    <w:rsid w:val="00E25CB0"/>
    <w:rsid w:val="00E27014"/>
    <w:rsid w:val="00E274C1"/>
    <w:rsid w:val="00E27A22"/>
    <w:rsid w:val="00E301C5"/>
    <w:rsid w:val="00E305A9"/>
    <w:rsid w:val="00E30C7B"/>
    <w:rsid w:val="00E34928"/>
    <w:rsid w:val="00E3544F"/>
    <w:rsid w:val="00E366CB"/>
    <w:rsid w:val="00E3761C"/>
    <w:rsid w:val="00E378C0"/>
    <w:rsid w:val="00E37BCE"/>
    <w:rsid w:val="00E402A7"/>
    <w:rsid w:val="00E402BF"/>
    <w:rsid w:val="00E42716"/>
    <w:rsid w:val="00E4483F"/>
    <w:rsid w:val="00E44EB4"/>
    <w:rsid w:val="00E4502B"/>
    <w:rsid w:val="00E457C6"/>
    <w:rsid w:val="00E45E64"/>
    <w:rsid w:val="00E47BE5"/>
    <w:rsid w:val="00E503A9"/>
    <w:rsid w:val="00E50771"/>
    <w:rsid w:val="00E5223C"/>
    <w:rsid w:val="00E53025"/>
    <w:rsid w:val="00E53A8D"/>
    <w:rsid w:val="00E54245"/>
    <w:rsid w:val="00E54707"/>
    <w:rsid w:val="00E54CA5"/>
    <w:rsid w:val="00E54E26"/>
    <w:rsid w:val="00E5561B"/>
    <w:rsid w:val="00E5582D"/>
    <w:rsid w:val="00E55962"/>
    <w:rsid w:val="00E569A3"/>
    <w:rsid w:val="00E57DAE"/>
    <w:rsid w:val="00E6031B"/>
    <w:rsid w:val="00E61EBD"/>
    <w:rsid w:val="00E6222C"/>
    <w:rsid w:val="00E62A54"/>
    <w:rsid w:val="00E64457"/>
    <w:rsid w:val="00E646BB"/>
    <w:rsid w:val="00E64D3F"/>
    <w:rsid w:val="00E66029"/>
    <w:rsid w:val="00E66E70"/>
    <w:rsid w:val="00E66EA1"/>
    <w:rsid w:val="00E700EC"/>
    <w:rsid w:val="00E7050E"/>
    <w:rsid w:val="00E70C14"/>
    <w:rsid w:val="00E719AD"/>
    <w:rsid w:val="00E71DF9"/>
    <w:rsid w:val="00E722CD"/>
    <w:rsid w:val="00E72629"/>
    <w:rsid w:val="00E748DF"/>
    <w:rsid w:val="00E74E1C"/>
    <w:rsid w:val="00E807DE"/>
    <w:rsid w:val="00E80DB5"/>
    <w:rsid w:val="00E81C0D"/>
    <w:rsid w:val="00E82A9D"/>
    <w:rsid w:val="00E833FC"/>
    <w:rsid w:val="00E837BC"/>
    <w:rsid w:val="00E85498"/>
    <w:rsid w:val="00E85761"/>
    <w:rsid w:val="00E85ADB"/>
    <w:rsid w:val="00E8659F"/>
    <w:rsid w:val="00E869E1"/>
    <w:rsid w:val="00E86C3C"/>
    <w:rsid w:val="00E86CAB"/>
    <w:rsid w:val="00E871C8"/>
    <w:rsid w:val="00E900EA"/>
    <w:rsid w:val="00E90E68"/>
    <w:rsid w:val="00E92122"/>
    <w:rsid w:val="00E92187"/>
    <w:rsid w:val="00E9262B"/>
    <w:rsid w:val="00E93831"/>
    <w:rsid w:val="00E93D76"/>
    <w:rsid w:val="00E94A95"/>
    <w:rsid w:val="00E94F8F"/>
    <w:rsid w:val="00E956B4"/>
    <w:rsid w:val="00E95BDD"/>
    <w:rsid w:val="00E95D2F"/>
    <w:rsid w:val="00E9605E"/>
    <w:rsid w:val="00E96CFA"/>
    <w:rsid w:val="00E975DD"/>
    <w:rsid w:val="00EA0454"/>
    <w:rsid w:val="00EA0919"/>
    <w:rsid w:val="00EA2106"/>
    <w:rsid w:val="00EA311F"/>
    <w:rsid w:val="00EA4D61"/>
    <w:rsid w:val="00EA4F81"/>
    <w:rsid w:val="00EA55FC"/>
    <w:rsid w:val="00EA5AA0"/>
    <w:rsid w:val="00EA5B37"/>
    <w:rsid w:val="00EA70DE"/>
    <w:rsid w:val="00EA7DA0"/>
    <w:rsid w:val="00EB0105"/>
    <w:rsid w:val="00EB0192"/>
    <w:rsid w:val="00EB08AB"/>
    <w:rsid w:val="00EB0B2C"/>
    <w:rsid w:val="00EB1C64"/>
    <w:rsid w:val="00EB1E91"/>
    <w:rsid w:val="00EB1F80"/>
    <w:rsid w:val="00EB2AEC"/>
    <w:rsid w:val="00EB3975"/>
    <w:rsid w:val="00EB41D7"/>
    <w:rsid w:val="00EB612D"/>
    <w:rsid w:val="00EB6DC3"/>
    <w:rsid w:val="00EB72C2"/>
    <w:rsid w:val="00EC0103"/>
    <w:rsid w:val="00EC0AC0"/>
    <w:rsid w:val="00EC1245"/>
    <w:rsid w:val="00EC1AD1"/>
    <w:rsid w:val="00EC1E61"/>
    <w:rsid w:val="00EC2F4D"/>
    <w:rsid w:val="00EC33DB"/>
    <w:rsid w:val="00EC580D"/>
    <w:rsid w:val="00EC58C4"/>
    <w:rsid w:val="00EC73EA"/>
    <w:rsid w:val="00EC7F19"/>
    <w:rsid w:val="00ED00A5"/>
    <w:rsid w:val="00ED0BB9"/>
    <w:rsid w:val="00ED0E52"/>
    <w:rsid w:val="00ED0ED5"/>
    <w:rsid w:val="00ED1944"/>
    <w:rsid w:val="00ED1A83"/>
    <w:rsid w:val="00ED261C"/>
    <w:rsid w:val="00ED33E7"/>
    <w:rsid w:val="00ED42B4"/>
    <w:rsid w:val="00ED4A86"/>
    <w:rsid w:val="00ED5873"/>
    <w:rsid w:val="00ED5AB0"/>
    <w:rsid w:val="00EE01C3"/>
    <w:rsid w:val="00EE12B7"/>
    <w:rsid w:val="00EE1407"/>
    <w:rsid w:val="00EE32D7"/>
    <w:rsid w:val="00EE42E6"/>
    <w:rsid w:val="00EE58C4"/>
    <w:rsid w:val="00EE625C"/>
    <w:rsid w:val="00EE63E4"/>
    <w:rsid w:val="00EF1C97"/>
    <w:rsid w:val="00EF2E16"/>
    <w:rsid w:val="00EF41D5"/>
    <w:rsid w:val="00EF5995"/>
    <w:rsid w:val="00EF59C1"/>
    <w:rsid w:val="00EF5BB7"/>
    <w:rsid w:val="00EF65CF"/>
    <w:rsid w:val="00EF6B67"/>
    <w:rsid w:val="00F0046E"/>
    <w:rsid w:val="00F022D4"/>
    <w:rsid w:val="00F036AB"/>
    <w:rsid w:val="00F03D70"/>
    <w:rsid w:val="00F044F0"/>
    <w:rsid w:val="00F047CE"/>
    <w:rsid w:val="00F04EED"/>
    <w:rsid w:val="00F0571D"/>
    <w:rsid w:val="00F0674C"/>
    <w:rsid w:val="00F07150"/>
    <w:rsid w:val="00F0727A"/>
    <w:rsid w:val="00F0745B"/>
    <w:rsid w:val="00F07F49"/>
    <w:rsid w:val="00F10C45"/>
    <w:rsid w:val="00F13E00"/>
    <w:rsid w:val="00F14059"/>
    <w:rsid w:val="00F1571E"/>
    <w:rsid w:val="00F15E92"/>
    <w:rsid w:val="00F15F8E"/>
    <w:rsid w:val="00F17CE1"/>
    <w:rsid w:val="00F215B8"/>
    <w:rsid w:val="00F21BFE"/>
    <w:rsid w:val="00F23844"/>
    <w:rsid w:val="00F23B1C"/>
    <w:rsid w:val="00F24A9A"/>
    <w:rsid w:val="00F24B5A"/>
    <w:rsid w:val="00F24EA3"/>
    <w:rsid w:val="00F252C1"/>
    <w:rsid w:val="00F252D8"/>
    <w:rsid w:val="00F264F0"/>
    <w:rsid w:val="00F307BF"/>
    <w:rsid w:val="00F31D0C"/>
    <w:rsid w:val="00F31F27"/>
    <w:rsid w:val="00F3382F"/>
    <w:rsid w:val="00F33FF0"/>
    <w:rsid w:val="00F35086"/>
    <w:rsid w:val="00F365B9"/>
    <w:rsid w:val="00F413DA"/>
    <w:rsid w:val="00F44081"/>
    <w:rsid w:val="00F4417E"/>
    <w:rsid w:val="00F45DD2"/>
    <w:rsid w:val="00F45F7D"/>
    <w:rsid w:val="00F476FF"/>
    <w:rsid w:val="00F47851"/>
    <w:rsid w:val="00F50DC1"/>
    <w:rsid w:val="00F510A3"/>
    <w:rsid w:val="00F51428"/>
    <w:rsid w:val="00F514CD"/>
    <w:rsid w:val="00F51E70"/>
    <w:rsid w:val="00F53054"/>
    <w:rsid w:val="00F531BE"/>
    <w:rsid w:val="00F5636D"/>
    <w:rsid w:val="00F569A2"/>
    <w:rsid w:val="00F569B3"/>
    <w:rsid w:val="00F56E53"/>
    <w:rsid w:val="00F601EF"/>
    <w:rsid w:val="00F6206E"/>
    <w:rsid w:val="00F633E0"/>
    <w:rsid w:val="00F63436"/>
    <w:rsid w:val="00F64A0E"/>
    <w:rsid w:val="00F65304"/>
    <w:rsid w:val="00F659F2"/>
    <w:rsid w:val="00F65E94"/>
    <w:rsid w:val="00F66CCF"/>
    <w:rsid w:val="00F67185"/>
    <w:rsid w:val="00F706B4"/>
    <w:rsid w:val="00F718CC"/>
    <w:rsid w:val="00F71FF8"/>
    <w:rsid w:val="00F72833"/>
    <w:rsid w:val="00F72C07"/>
    <w:rsid w:val="00F72FDF"/>
    <w:rsid w:val="00F74ADA"/>
    <w:rsid w:val="00F76E5C"/>
    <w:rsid w:val="00F80AD7"/>
    <w:rsid w:val="00F81B04"/>
    <w:rsid w:val="00F8250B"/>
    <w:rsid w:val="00F835F5"/>
    <w:rsid w:val="00F836AA"/>
    <w:rsid w:val="00F83729"/>
    <w:rsid w:val="00F83FA2"/>
    <w:rsid w:val="00F8423D"/>
    <w:rsid w:val="00F847F1"/>
    <w:rsid w:val="00F84D14"/>
    <w:rsid w:val="00F850DB"/>
    <w:rsid w:val="00F8589E"/>
    <w:rsid w:val="00F8647C"/>
    <w:rsid w:val="00F872BF"/>
    <w:rsid w:val="00F90560"/>
    <w:rsid w:val="00F91A41"/>
    <w:rsid w:val="00F91D5B"/>
    <w:rsid w:val="00F92DAF"/>
    <w:rsid w:val="00F93477"/>
    <w:rsid w:val="00F93F89"/>
    <w:rsid w:val="00F94844"/>
    <w:rsid w:val="00F95731"/>
    <w:rsid w:val="00F977C4"/>
    <w:rsid w:val="00FA09C7"/>
    <w:rsid w:val="00FA0A61"/>
    <w:rsid w:val="00FA0A8C"/>
    <w:rsid w:val="00FA0E96"/>
    <w:rsid w:val="00FA1BBF"/>
    <w:rsid w:val="00FA1DBD"/>
    <w:rsid w:val="00FA41D2"/>
    <w:rsid w:val="00FA5636"/>
    <w:rsid w:val="00FA5A75"/>
    <w:rsid w:val="00FA5CCF"/>
    <w:rsid w:val="00FA656F"/>
    <w:rsid w:val="00FB0642"/>
    <w:rsid w:val="00FB1970"/>
    <w:rsid w:val="00FB1B13"/>
    <w:rsid w:val="00FB258B"/>
    <w:rsid w:val="00FB2A27"/>
    <w:rsid w:val="00FB456A"/>
    <w:rsid w:val="00FB46B5"/>
    <w:rsid w:val="00FB4741"/>
    <w:rsid w:val="00FB4910"/>
    <w:rsid w:val="00FB5EC7"/>
    <w:rsid w:val="00FB6A8A"/>
    <w:rsid w:val="00FB6BB7"/>
    <w:rsid w:val="00FB7901"/>
    <w:rsid w:val="00FC0D0B"/>
    <w:rsid w:val="00FC0DDE"/>
    <w:rsid w:val="00FC1159"/>
    <w:rsid w:val="00FC137D"/>
    <w:rsid w:val="00FC1F47"/>
    <w:rsid w:val="00FC28CF"/>
    <w:rsid w:val="00FC77C9"/>
    <w:rsid w:val="00FC783A"/>
    <w:rsid w:val="00FD082E"/>
    <w:rsid w:val="00FD087C"/>
    <w:rsid w:val="00FD22B6"/>
    <w:rsid w:val="00FD267F"/>
    <w:rsid w:val="00FD3B44"/>
    <w:rsid w:val="00FD3E17"/>
    <w:rsid w:val="00FD428A"/>
    <w:rsid w:val="00FD4C1B"/>
    <w:rsid w:val="00FD4F41"/>
    <w:rsid w:val="00FD60C6"/>
    <w:rsid w:val="00FD6865"/>
    <w:rsid w:val="00FD6B5D"/>
    <w:rsid w:val="00FD6CA2"/>
    <w:rsid w:val="00FD6D11"/>
    <w:rsid w:val="00FE031B"/>
    <w:rsid w:val="00FE26E9"/>
    <w:rsid w:val="00FE2D76"/>
    <w:rsid w:val="00FE3022"/>
    <w:rsid w:val="00FE3094"/>
    <w:rsid w:val="00FE3E0A"/>
    <w:rsid w:val="00FE47FB"/>
    <w:rsid w:val="00FE5349"/>
    <w:rsid w:val="00FE5DBD"/>
    <w:rsid w:val="00FF0822"/>
    <w:rsid w:val="00FF245E"/>
    <w:rsid w:val="00FF4F26"/>
    <w:rsid w:val="00FF4F58"/>
    <w:rsid w:val="00FF501F"/>
    <w:rsid w:val="00FF5107"/>
    <w:rsid w:val="00FF6784"/>
    <w:rsid w:val="00FF73D5"/>
    <w:rsid w:val="00FF778D"/>
    <w:rsid w:val="01A24202"/>
    <w:rsid w:val="02FA7273"/>
    <w:rsid w:val="0648FDD1"/>
    <w:rsid w:val="07B649A9"/>
    <w:rsid w:val="08137E23"/>
    <w:rsid w:val="08816C29"/>
    <w:rsid w:val="088A8B88"/>
    <w:rsid w:val="09D143B7"/>
    <w:rsid w:val="0A2C24D8"/>
    <w:rsid w:val="0B449BBE"/>
    <w:rsid w:val="0C34BA89"/>
    <w:rsid w:val="0CD7ACAD"/>
    <w:rsid w:val="0CF8717C"/>
    <w:rsid w:val="0DE94D09"/>
    <w:rsid w:val="0F47FDE3"/>
    <w:rsid w:val="0F81F696"/>
    <w:rsid w:val="0FAF90EF"/>
    <w:rsid w:val="11C3173D"/>
    <w:rsid w:val="12EAEB3A"/>
    <w:rsid w:val="14593F6F"/>
    <w:rsid w:val="14B626B2"/>
    <w:rsid w:val="14C8A9CA"/>
    <w:rsid w:val="159125EF"/>
    <w:rsid w:val="15B9330B"/>
    <w:rsid w:val="15D8C7D5"/>
    <w:rsid w:val="1675329D"/>
    <w:rsid w:val="18266928"/>
    <w:rsid w:val="184CFF5A"/>
    <w:rsid w:val="19C8AB2A"/>
    <w:rsid w:val="1BF5891A"/>
    <w:rsid w:val="1C57EC5C"/>
    <w:rsid w:val="1CE7EA7D"/>
    <w:rsid w:val="1E183C79"/>
    <w:rsid w:val="1E861F19"/>
    <w:rsid w:val="1EEFFB8D"/>
    <w:rsid w:val="1EF69EC6"/>
    <w:rsid w:val="1FE1E2F3"/>
    <w:rsid w:val="21D871B9"/>
    <w:rsid w:val="229EFB7F"/>
    <w:rsid w:val="239B02F9"/>
    <w:rsid w:val="23DF9C00"/>
    <w:rsid w:val="2518C94F"/>
    <w:rsid w:val="254D4EB5"/>
    <w:rsid w:val="260EA60F"/>
    <w:rsid w:val="288831BD"/>
    <w:rsid w:val="28C86CF9"/>
    <w:rsid w:val="29BA982A"/>
    <w:rsid w:val="2A4F80FD"/>
    <w:rsid w:val="2A9919C7"/>
    <w:rsid w:val="2B415E12"/>
    <w:rsid w:val="2B610931"/>
    <w:rsid w:val="2BB454F3"/>
    <w:rsid w:val="2BF11BB0"/>
    <w:rsid w:val="30BD18A7"/>
    <w:rsid w:val="30E997B9"/>
    <w:rsid w:val="3193A80D"/>
    <w:rsid w:val="32682B40"/>
    <w:rsid w:val="331EDBE6"/>
    <w:rsid w:val="33F6BDCD"/>
    <w:rsid w:val="359F013C"/>
    <w:rsid w:val="35C0DE75"/>
    <w:rsid w:val="35D1FEEC"/>
    <w:rsid w:val="367C2D45"/>
    <w:rsid w:val="3686D428"/>
    <w:rsid w:val="369F7CE9"/>
    <w:rsid w:val="3AC354A8"/>
    <w:rsid w:val="3D50DB87"/>
    <w:rsid w:val="3D9FAFCB"/>
    <w:rsid w:val="3FC09627"/>
    <w:rsid w:val="3FCEABBD"/>
    <w:rsid w:val="4057AE15"/>
    <w:rsid w:val="40BA9ABB"/>
    <w:rsid w:val="40F791FF"/>
    <w:rsid w:val="438BA630"/>
    <w:rsid w:val="43B4E1DF"/>
    <w:rsid w:val="454F202F"/>
    <w:rsid w:val="4560C126"/>
    <w:rsid w:val="47B8F58D"/>
    <w:rsid w:val="47EFB057"/>
    <w:rsid w:val="49862AB3"/>
    <w:rsid w:val="4ABFDE53"/>
    <w:rsid w:val="4B981E00"/>
    <w:rsid w:val="4BFBC27C"/>
    <w:rsid w:val="4C30D66A"/>
    <w:rsid w:val="4F15C97D"/>
    <w:rsid w:val="503BC6C1"/>
    <w:rsid w:val="51588BAD"/>
    <w:rsid w:val="52429151"/>
    <w:rsid w:val="53CAB4EF"/>
    <w:rsid w:val="543C6614"/>
    <w:rsid w:val="576278E0"/>
    <w:rsid w:val="5802E4F8"/>
    <w:rsid w:val="5A0563DC"/>
    <w:rsid w:val="5A5BC945"/>
    <w:rsid w:val="5A9D7125"/>
    <w:rsid w:val="5C554077"/>
    <w:rsid w:val="5C8B1F1C"/>
    <w:rsid w:val="5DA8E362"/>
    <w:rsid w:val="5EF69A07"/>
    <w:rsid w:val="5F7DB118"/>
    <w:rsid w:val="5F81C2B9"/>
    <w:rsid w:val="65CF38CF"/>
    <w:rsid w:val="65E09CEB"/>
    <w:rsid w:val="6605B64A"/>
    <w:rsid w:val="664E0FE7"/>
    <w:rsid w:val="6995BF09"/>
    <w:rsid w:val="69EF395A"/>
    <w:rsid w:val="6A8F90AB"/>
    <w:rsid w:val="6F2EA318"/>
    <w:rsid w:val="712538A9"/>
    <w:rsid w:val="724E42C8"/>
    <w:rsid w:val="73ED0551"/>
    <w:rsid w:val="7562A0A8"/>
    <w:rsid w:val="77A0F691"/>
    <w:rsid w:val="7A7F5418"/>
    <w:rsid w:val="7AA336CE"/>
    <w:rsid w:val="7B13124C"/>
    <w:rsid w:val="7BFD297B"/>
    <w:rsid w:val="7D17F021"/>
    <w:rsid w:val="7DF5AF3D"/>
    <w:rsid w:val="7F1A9E62"/>
    <w:rsid w:val="7FA6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1E2FF"/>
  <w15:chartTrackingRefBased/>
  <w15:docId w15:val="{7460AB85-5FC3-4F87-B59A-D5CEE6DD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56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72C07"/>
    <w:pPr>
      <w:spacing w:after="0" w:line="240" w:lineRule="auto"/>
    </w:pPr>
  </w:style>
  <w:style w:type="character" w:styleId="Forte">
    <w:name w:val="Strong"/>
    <w:basedOn w:val="Tipodeletrapredefinidodopargrafo"/>
    <w:uiPriority w:val="22"/>
    <w:qFormat/>
    <w:rsid w:val="00C730DC"/>
    <w:rPr>
      <w:b/>
      <w:bCs/>
    </w:rPr>
  </w:style>
  <w:style w:type="character" w:customStyle="1" w:styleId="cf01">
    <w:name w:val="cf01"/>
    <w:basedOn w:val="Tipodeletrapredefinidodopargrafo"/>
    <w:rsid w:val="00D4146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andro\OneDrive%20-%20Quaternaire%20Portugal,%20S.A\concurso%20ANQEP\CNQ_Trablho\Lote%2018\BAD\Template_RC_BAD_V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0C5421BA7E534C95970322F696895F" ma:contentTypeVersion="13" ma:contentTypeDescription="Criar um novo documento." ma:contentTypeScope="" ma:versionID="262ad8d28f59142af708e10b721ce6e0">
  <xsd:schema xmlns:xsd="http://www.w3.org/2001/XMLSchema" xmlns:xs="http://www.w3.org/2001/XMLSchema" xmlns:p="http://schemas.microsoft.com/office/2006/metadata/properties" xmlns:ns3="a7adb5fc-963e-44f8-b76b-d8ff35d92895" xmlns:ns4="1988f762-feb9-4fb5-8e18-b11da98aa1fd" targetNamespace="http://schemas.microsoft.com/office/2006/metadata/properties" ma:root="true" ma:fieldsID="cfd56fca81537139d8408f4b74dbc1b7" ns3:_="" ns4:_="">
    <xsd:import namespace="a7adb5fc-963e-44f8-b76b-d8ff35d92895"/>
    <xsd:import namespace="1988f762-feb9-4fb5-8e18-b11da98aa1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db5fc-963e-44f8-b76b-d8ff35d92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8f762-feb9-4fb5-8e18-b11da98aa1f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7adb5fc-963e-44f8-b76b-d8ff35d92895" xsi:nil="true"/>
  </documentManagement>
</p:properties>
</file>

<file path=customXml/itemProps1.xml><?xml version="1.0" encoding="utf-8"?>
<ds:datastoreItem xmlns:ds="http://schemas.openxmlformats.org/officeDocument/2006/customXml" ds:itemID="{C8E13D19-ED51-45C1-ACD2-B09125FA95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6EA33B-90AE-4F26-9897-CB011F235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db5fc-963e-44f8-b76b-d8ff35d92895"/>
    <ds:schemaRef ds:uri="1988f762-feb9-4fb5-8e18-b11da98aa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3C38E8-41C8-4236-BF8E-0CD17B2710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C8C2DF-F558-4CBF-AA44-92C6CADDEEAF}">
  <ds:schemaRefs>
    <ds:schemaRef ds:uri="http://schemas.microsoft.com/office/2006/metadata/properties"/>
    <ds:schemaRef ds:uri="http://schemas.microsoft.com/office/infopath/2007/PartnerControls"/>
    <ds:schemaRef ds:uri="a7adb5fc-963e-44f8-b76b-d8ff35d928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Template_RC_BAD_V1</Template>
  <TotalTime>1</TotalTime>
  <Pages>64</Pages>
  <Words>11668</Words>
  <Characters>63010</Characters>
  <Application>Microsoft Office Word</Application>
  <DocSecurity>0</DocSecurity>
  <Lines>525</Lines>
  <Paragraphs>149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</dc:creator>
  <cp:keywords/>
  <dc:description/>
  <cp:lastModifiedBy>Patrícia Amaral</cp:lastModifiedBy>
  <cp:revision>2</cp:revision>
  <cp:lastPrinted>2023-12-13T15:33:00Z</cp:lastPrinted>
  <dcterms:created xsi:type="dcterms:W3CDTF">2023-12-13T16:10:00Z</dcterms:created>
  <dcterms:modified xsi:type="dcterms:W3CDTF">2023-12-13T16:10:00Z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0x010100C40C5421BA7E534C95970322F696895F</vt:lpwstr>
  </property>
</Properties>
</file>